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16E" w:rsidRDefault="00DB284F" w:rsidP="0016516E">
      <w:bookmarkStart w:id="0" w:name="_GoBack"/>
      <w:bookmarkEnd w:id="0"/>
      <w:r>
        <w:t>RM-111-59-19</w:t>
      </w:r>
    </w:p>
    <w:p w:rsidR="0016516E" w:rsidRDefault="004F4731" w:rsidP="0016516E">
      <w:pPr>
        <w:pStyle w:val="OZNRODZAKTUtznustawalubrozporzdzenieiorganwydajcy"/>
      </w:pPr>
      <w:r>
        <w:t>UCHWAŁA nr</w:t>
      </w:r>
      <w:r w:rsidR="007C4F80">
        <w:t xml:space="preserve"> </w:t>
      </w:r>
      <w:r w:rsidR="00DB284F">
        <w:t>60</w:t>
      </w:r>
      <w:r>
        <w:t>/2019</w:t>
      </w:r>
    </w:p>
    <w:p w:rsidR="0016516E" w:rsidRDefault="004F4731" w:rsidP="0016516E">
      <w:pPr>
        <w:pStyle w:val="OZNRODZAKTUtznustawalubrozporzdzenieiorganwydajcy"/>
      </w:pPr>
      <w:r>
        <w:t>RADY MINISTRÓW</w:t>
      </w:r>
    </w:p>
    <w:p w:rsidR="0016516E" w:rsidRDefault="004F4731" w:rsidP="0016516E">
      <w:pPr>
        <w:pStyle w:val="DATAAKTUdatauchwalenialubwydaniaaktu"/>
      </w:pPr>
      <w:r>
        <w:t xml:space="preserve">z dnia </w:t>
      </w:r>
      <w:r w:rsidR="00DB284F">
        <w:t>4 lipca</w:t>
      </w:r>
      <w:r>
        <w:t xml:space="preserve"> 2019</w:t>
      </w:r>
      <w:r w:rsidR="007C4F80">
        <w:t xml:space="preserve"> </w:t>
      </w:r>
      <w:r>
        <w:t>r.</w:t>
      </w:r>
    </w:p>
    <w:p w:rsidR="0016516E" w:rsidRDefault="004F4731" w:rsidP="00D62FD4">
      <w:pPr>
        <w:pStyle w:val="TYTUAKTUprzedmiotregulacjiustawylubrozporzdzenia"/>
      </w:pPr>
      <w:r>
        <w:t>w sprawie Rządowego programu pomocy uczniom w</w:t>
      </w:r>
      <w:r w:rsidR="007C4F80">
        <w:t xml:space="preserve"> </w:t>
      </w:r>
      <w:r>
        <w:t>2019</w:t>
      </w:r>
      <w:r w:rsidR="007C4F80">
        <w:t xml:space="preserve"> </w:t>
      </w:r>
      <w:r>
        <w:t xml:space="preserve">r. – </w:t>
      </w:r>
      <w:r w:rsidRPr="00700788">
        <w:t>„</w:t>
      </w:r>
      <w:r>
        <w:t>Wyprawka szkolna</w:t>
      </w:r>
      <w:r w:rsidRPr="00700788">
        <w:t>”</w:t>
      </w:r>
      <w:r>
        <w:t xml:space="preserve"> </w:t>
      </w:r>
    </w:p>
    <w:p w:rsidR="0016516E" w:rsidRDefault="004F4731" w:rsidP="007D6E45">
      <w:pPr>
        <w:pStyle w:val="NIEARTTEKSTtekstnieartykuowanynppodstprawnarozplubpreambua"/>
      </w:pPr>
      <w:r>
        <w:t>Na podstawie art.</w:t>
      </w:r>
      <w:r w:rsidR="007C4F80">
        <w:t xml:space="preserve"> </w:t>
      </w:r>
      <w:r>
        <w:t>90u ust.</w:t>
      </w:r>
      <w:r w:rsidR="007C4F80">
        <w:t xml:space="preserve"> </w:t>
      </w:r>
      <w:r>
        <w:t>1 pkt</w:t>
      </w:r>
      <w:r w:rsidR="007C4F80">
        <w:t xml:space="preserve"> </w:t>
      </w:r>
      <w:r>
        <w:t>1</w:t>
      </w:r>
      <w:r w:rsidR="007C4F80">
        <w:t xml:space="preserve"> </w:t>
      </w:r>
      <w:r>
        <w:t>ustawy z</w:t>
      </w:r>
      <w:r w:rsidR="007C4F80">
        <w:t xml:space="preserve"> </w:t>
      </w:r>
      <w:r>
        <w:t>dnia 7</w:t>
      </w:r>
      <w:r w:rsidR="007C4F80">
        <w:t xml:space="preserve"> </w:t>
      </w:r>
      <w:r>
        <w:t>września 1991</w:t>
      </w:r>
      <w:r w:rsidR="007C4F80">
        <w:t xml:space="preserve"> </w:t>
      </w:r>
      <w:r>
        <w:t>r. o</w:t>
      </w:r>
      <w:r w:rsidR="007C4F80">
        <w:t xml:space="preserve"> </w:t>
      </w:r>
      <w:r>
        <w:t>systemie oświaty (Dz.</w:t>
      </w:r>
      <w:r w:rsidR="007C4F80">
        <w:t xml:space="preserve"> </w:t>
      </w:r>
      <w:r>
        <w:t>U. z</w:t>
      </w:r>
      <w:r w:rsidR="007C4F80">
        <w:t xml:space="preserve"> </w:t>
      </w:r>
      <w:r>
        <w:t>2018</w:t>
      </w:r>
      <w:r w:rsidR="007C4F80">
        <w:t xml:space="preserve"> </w:t>
      </w:r>
      <w:r>
        <w:t>r. poz.</w:t>
      </w:r>
      <w:r w:rsidR="007C4F80">
        <w:t xml:space="preserve"> </w:t>
      </w:r>
      <w:r>
        <w:t xml:space="preserve">1457, </w:t>
      </w:r>
      <w:r w:rsidRPr="007B1A25">
        <w:t>1560, 1669 i 2245</w:t>
      </w:r>
      <w:r>
        <w:t xml:space="preserve"> oraz z 2019 r. poz. 730 i 761) uchwala się, co następuje:</w:t>
      </w:r>
    </w:p>
    <w:p w:rsidR="0016516E" w:rsidRDefault="004F4731" w:rsidP="0016516E">
      <w:pPr>
        <w:pStyle w:val="ARTartustawynprozporzdzenia"/>
      </w:pPr>
      <w:r>
        <w:rPr>
          <w:rStyle w:val="Ppogrubienie"/>
        </w:rPr>
        <w:t>§</w:t>
      </w:r>
      <w:r w:rsidR="00FE35DF">
        <w:rPr>
          <w:rStyle w:val="Ppogrubienie"/>
        </w:rPr>
        <w:t> </w:t>
      </w:r>
      <w:r>
        <w:rPr>
          <w:rStyle w:val="Ppogrubienie"/>
        </w:rPr>
        <w:t>1</w:t>
      </w:r>
      <w:r>
        <w:t>.</w:t>
      </w:r>
      <w:r w:rsidR="00FE35DF">
        <w:t> </w:t>
      </w:r>
      <w:r>
        <w:t>Ustanawia się Rządowy program pomocy uczniom w</w:t>
      </w:r>
      <w:r w:rsidR="007C4F80">
        <w:t xml:space="preserve"> </w:t>
      </w:r>
      <w:r>
        <w:t>2019</w:t>
      </w:r>
      <w:r w:rsidR="007C4F80">
        <w:t xml:space="preserve"> </w:t>
      </w:r>
      <w:r>
        <w:t xml:space="preserve">r. – </w:t>
      </w:r>
      <w:r w:rsidRPr="00700788">
        <w:t>„</w:t>
      </w:r>
      <w:r>
        <w:t>Wyprawka szkolna</w:t>
      </w:r>
      <w:r w:rsidRPr="00700788">
        <w:t>”</w:t>
      </w:r>
      <w:r>
        <w:t>, stanowiący załącznik do uchwały.</w:t>
      </w:r>
    </w:p>
    <w:p w:rsidR="00007610" w:rsidRPr="007E1D1A" w:rsidRDefault="00FE35DF" w:rsidP="00007610">
      <w:pPr>
        <w:pStyle w:val="ARTartustawynprozporzdzenia"/>
      </w:pPr>
      <w:r>
        <w:rPr>
          <w:rStyle w:val="Ppogrubienie"/>
        </w:rPr>
        <w:t>§ </w:t>
      </w:r>
      <w:r w:rsidR="004F4731" w:rsidRPr="00C03E09">
        <w:rPr>
          <w:rStyle w:val="Ppogrubienie"/>
        </w:rPr>
        <w:t>2.</w:t>
      </w:r>
      <w:r>
        <w:t> </w:t>
      </w:r>
      <w:r w:rsidR="004F4731">
        <w:t>1.</w:t>
      </w:r>
      <w:r>
        <w:t> </w:t>
      </w:r>
      <w:r w:rsidR="004F4731" w:rsidRPr="007E1D1A">
        <w:t>Pomoc w</w:t>
      </w:r>
      <w:r w:rsidR="007C4F80">
        <w:t xml:space="preserve"> </w:t>
      </w:r>
      <w:r w:rsidR="004F4731" w:rsidRPr="007E1D1A">
        <w:t>formie dofinansowania zakupu podręczników</w:t>
      </w:r>
      <w:r w:rsidR="004F4731" w:rsidRPr="00AE20C8">
        <w:t xml:space="preserve"> </w:t>
      </w:r>
      <w:r w:rsidR="004F4731">
        <w:t>do zajęć edukacyjnych z</w:t>
      </w:r>
      <w:r>
        <w:t> </w:t>
      </w:r>
      <w:r w:rsidR="004F4731">
        <w:t>zakresu kształcenia ogólnego, w</w:t>
      </w:r>
      <w:r w:rsidR="007C4F80">
        <w:t xml:space="preserve"> </w:t>
      </w:r>
      <w:r w:rsidR="004F4731">
        <w:t>tym podręczników do kształcenia specjalnego, dopuszczonych do użytku szkolnego przez ministra właściwego do spraw oświaty i</w:t>
      </w:r>
      <w:r>
        <w:t> </w:t>
      </w:r>
      <w:r w:rsidR="004F4731">
        <w:t>wychowania, oraz materiałów edukacyjnych, o</w:t>
      </w:r>
      <w:r w:rsidR="007C4F80">
        <w:t xml:space="preserve"> </w:t>
      </w:r>
      <w:r w:rsidR="004F4731">
        <w:t>których mowa w</w:t>
      </w:r>
      <w:r w:rsidR="007C4F80">
        <w:t xml:space="preserve"> </w:t>
      </w:r>
      <w:r w:rsidR="004F4731">
        <w:t>art.</w:t>
      </w:r>
      <w:r w:rsidR="007C4F80">
        <w:t xml:space="preserve"> </w:t>
      </w:r>
      <w:r w:rsidR="004F4731">
        <w:t>3</w:t>
      </w:r>
      <w:r w:rsidR="007C4F80">
        <w:t xml:space="preserve"> </w:t>
      </w:r>
      <w:r w:rsidR="004F4731">
        <w:t>pkt 24 lit.</w:t>
      </w:r>
      <w:r w:rsidR="007C4F80">
        <w:t xml:space="preserve"> </w:t>
      </w:r>
      <w:r w:rsidR="004F4731">
        <w:t>a</w:t>
      </w:r>
      <w:r w:rsidR="007C4F80">
        <w:t xml:space="preserve"> </w:t>
      </w:r>
      <w:r w:rsidR="004F4731">
        <w:t>ustawy z</w:t>
      </w:r>
      <w:r>
        <w:t> </w:t>
      </w:r>
      <w:r w:rsidR="004F4731">
        <w:t>dnia 7</w:t>
      </w:r>
      <w:r w:rsidR="007C4F80">
        <w:t xml:space="preserve"> </w:t>
      </w:r>
      <w:r w:rsidR="004F4731">
        <w:t>września 1991</w:t>
      </w:r>
      <w:r w:rsidR="007C4F80">
        <w:t xml:space="preserve"> </w:t>
      </w:r>
      <w:r w:rsidR="004F4731">
        <w:t>r. o</w:t>
      </w:r>
      <w:r w:rsidR="007C4F80">
        <w:t xml:space="preserve"> </w:t>
      </w:r>
      <w:r w:rsidR="004F4731">
        <w:t xml:space="preserve">systemie oświaty, </w:t>
      </w:r>
      <w:r w:rsidR="004F4731" w:rsidRPr="007E1D1A">
        <w:t>jest udzielana uczniom:</w:t>
      </w:r>
    </w:p>
    <w:p w:rsidR="00007610" w:rsidRPr="007E1D1A" w:rsidRDefault="004F4731" w:rsidP="00007610">
      <w:pPr>
        <w:pStyle w:val="PKTpunkt"/>
      </w:pPr>
      <w:r w:rsidRPr="007E1D1A">
        <w:t>1)</w:t>
      </w:r>
      <w:r w:rsidRPr="007E1D1A">
        <w:tab/>
        <w:t>słabowidzącym</w:t>
      </w:r>
      <w:r>
        <w:t>,</w:t>
      </w:r>
    </w:p>
    <w:p w:rsidR="00007610" w:rsidRPr="008F210D" w:rsidRDefault="004F4731" w:rsidP="00007610">
      <w:pPr>
        <w:pStyle w:val="PKTpunkt"/>
      </w:pPr>
      <w:r w:rsidRPr="008F210D">
        <w:t>2)</w:t>
      </w:r>
      <w:r w:rsidRPr="008F210D">
        <w:tab/>
        <w:t>niesłyszącym,</w:t>
      </w:r>
    </w:p>
    <w:p w:rsidR="00007610" w:rsidRPr="007E1D1A" w:rsidRDefault="004F4731" w:rsidP="00007610">
      <w:pPr>
        <w:pStyle w:val="PKTpunkt"/>
      </w:pPr>
      <w:r>
        <w:t>3)</w:t>
      </w:r>
      <w:r>
        <w:tab/>
        <w:t xml:space="preserve">słabosłyszącym, </w:t>
      </w:r>
    </w:p>
    <w:p w:rsidR="00007610" w:rsidRPr="007E1D1A" w:rsidRDefault="004F4731" w:rsidP="00007610">
      <w:pPr>
        <w:pStyle w:val="PKTpunkt"/>
      </w:pPr>
      <w:r>
        <w:t>4</w:t>
      </w:r>
      <w:r w:rsidRPr="007E1D1A">
        <w:t>)</w:t>
      </w:r>
      <w:r w:rsidRPr="007E1D1A">
        <w:tab/>
        <w:t xml:space="preserve">z </w:t>
      </w:r>
      <w:r>
        <w:t>niepełnosprawnością intelektualną</w:t>
      </w:r>
      <w:r w:rsidRPr="007E1D1A">
        <w:t xml:space="preserve"> w</w:t>
      </w:r>
      <w:r w:rsidR="007C4F80">
        <w:t xml:space="preserve"> </w:t>
      </w:r>
      <w:r w:rsidRPr="007E1D1A">
        <w:t>stopniu lekkim</w:t>
      </w:r>
      <w:r>
        <w:t>,</w:t>
      </w:r>
    </w:p>
    <w:p w:rsidR="00007610" w:rsidRPr="008F210D" w:rsidRDefault="004F4731" w:rsidP="00007610">
      <w:pPr>
        <w:pStyle w:val="PKTpunkt"/>
      </w:pPr>
      <w:r>
        <w:t>5</w:t>
      </w:r>
      <w:r w:rsidRPr="008F210D">
        <w:t>)</w:t>
      </w:r>
      <w:r w:rsidRPr="008F210D">
        <w:tab/>
      </w:r>
      <w:r>
        <w:t>z niepełnosprawnością intelektualną</w:t>
      </w:r>
      <w:r w:rsidRPr="007E1D1A">
        <w:t xml:space="preserve"> </w:t>
      </w:r>
      <w:r w:rsidRPr="008F210D">
        <w:t>w</w:t>
      </w:r>
      <w:r w:rsidR="007C4F80">
        <w:t xml:space="preserve"> </w:t>
      </w:r>
      <w:r w:rsidRPr="008F210D">
        <w:t>stopniu umiarkowanym lub znacznym,</w:t>
      </w:r>
    </w:p>
    <w:p w:rsidR="00007610" w:rsidRPr="008F210D" w:rsidRDefault="004F4731" w:rsidP="00007610">
      <w:pPr>
        <w:pStyle w:val="PKTpunkt"/>
      </w:pPr>
      <w:r>
        <w:t>6)</w:t>
      </w:r>
      <w:r>
        <w:tab/>
      </w:r>
      <w:r w:rsidRPr="008F210D">
        <w:t>z niepełnosprawnością ruchową</w:t>
      </w:r>
      <w:r>
        <w:t>,</w:t>
      </w:r>
      <w:r w:rsidRPr="008F210D">
        <w:t xml:space="preserve"> w</w:t>
      </w:r>
      <w:r w:rsidR="007C4F80">
        <w:t xml:space="preserve"> </w:t>
      </w:r>
      <w:r w:rsidRPr="008F210D">
        <w:t>tym z</w:t>
      </w:r>
      <w:r w:rsidR="007C4F80">
        <w:t xml:space="preserve"> </w:t>
      </w:r>
      <w:r w:rsidRPr="008F210D">
        <w:t>afazją,</w:t>
      </w:r>
    </w:p>
    <w:p w:rsidR="00007610" w:rsidRPr="007E1D1A" w:rsidRDefault="004F4731" w:rsidP="00007610">
      <w:pPr>
        <w:pStyle w:val="PKTpunkt"/>
      </w:pPr>
      <w:r>
        <w:t>7)</w:t>
      </w:r>
      <w:r>
        <w:tab/>
      </w:r>
      <w:r w:rsidRPr="008F210D">
        <w:t>z autyzmem</w:t>
      </w:r>
      <w:r>
        <w:t>,</w:t>
      </w:r>
      <w:r w:rsidRPr="008F210D">
        <w:t xml:space="preserve"> w</w:t>
      </w:r>
      <w:r w:rsidR="007C4F80">
        <w:t xml:space="preserve"> </w:t>
      </w:r>
      <w:r w:rsidRPr="008F210D">
        <w:t>tym z</w:t>
      </w:r>
      <w:r w:rsidR="007C4F80">
        <w:t xml:space="preserve"> </w:t>
      </w:r>
      <w:r w:rsidRPr="008F210D">
        <w:t>zespołem Aspergera,</w:t>
      </w:r>
    </w:p>
    <w:p w:rsidR="00007610" w:rsidRPr="007E1D1A" w:rsidRDefault="004F4731" w:rsidP="00007610">
      <w:pPr>
        <w:pStyle w:val="PKTpunkt"/>
      </w:pPr>
      <w:r>
        <w:t>8</w:t>
      </w:r>
      <w:r w:rsidRPr="007E1D1A">
        <w:t>)</w:t>
      </w:r>
      <w:r w:rsidRPr="007E1D1A">
        <w:tab/>
        <w:t>z niepełnosprawnościami sprzężonymi, w</w:t>
      </w:r>
      <w:r w:rsidR="007C4F80">
        <w:t xml:space="preserve"> </w:t>
      </w:r>
      <w:r w:rsidRPr="007E1D1A">
        <w:t>przypadku gdy jedną z</w:t>
      </w:r>
      <w:r w:rsidR="007C4F80">
        <w:t xml:space="preserve"> </w:t>
      </w:r>
      <w:r w:rsidRPr="007E1D1A">
        <w:t>niepełnosprawności jest niepełnosprawność wymieniona w</w:t>
      </w:r>
      <w:r w:rsidR="007C4F80">
        <w:t xml:space="preserve"> </w:t>
      </w:r>
      <w:r>
        <w:t>pkt</w:t>
      </w:r>
      <w:r w:rsidR="007C4F80">
        <w:t xml:space="preserve"> </w:t>
      </w:r>
      <w:r w:rsidRPr="007E1D1A">
        <w:t>1</w:t>
      </w:r>
      <w:r>
        <w:t>–7</w:t>
      </w:r>
    </w:p>
    <w:p w:rsidR="00007610" w:rsidRPr="00E87069" w:rsidRDefault="004F4731" w:rsidP="00B4587D">
      <w:pPr>
        <w:pStyle w:val="CZWSPPKTczwsplnapunktw"/>
      </w:pPr>
      <w:r>
        <w:t>–</w:t>
      </w:r>
      <w:r w:rsidR="00DB284F">
        <w:t xml:space="preserve"> </w:t>
      </w:r>
      <w:r w:rsidRPr="0052612A">
        <w:t>posiadający</w:t>
      </w:r>
      <w:r>
        <w:t>m</w:t>
      </w:r>
      <w:r w:rsidRPr="0052612A">
        <w:t xml:space="preserve"> orzeczenie o</w:t>
      </w:r>
      <w:r w:rsidR="007C4F80">
        <w:t xml:space="preserve"> </w:t>
      </w:r>
      <w:r w:rsidRPr="0052612A">
        <w:t xml:space="preserve">potrzebie kształcenia specjalnego, </w:t>
      </w:r>
      <w:r>
        <w:t>o</w:t>
      </w:r>
      <w:r w:rsidR="007C4F80">
        <w:t xml:space="preserve"> </w:t>
      </w:r>
      <w:r>
        <w:t>którym mowa w</w:t>
      </w:r>
      <w:r w:rsidR="007C4F80">
        <w:t xml:space="preserve"> </w:t>
      </w:r>
      <w:r>
        <w:t>art.</w:t>
      </w:r>
      <w:r w:rsidR="007C4F80">
        <w:t xml:space="preserve"> </w:t>
      </w:r>
      <w:r w:rsidRPr="00326147">
        <w:t>127</w:t>
      </w:r>
      <w:r>
        <w:t xml:space="preserve"> ust.</w:t>
      </w:r>
      <w:r w:rsidR="007C4F80">
        <w:t xml:space="preserve"> </w:t>
      </w:r>
      <w:r w:rsidRPr="00326147">
        <w:t>10</w:t>
      </w:r>
      <w:r w:rsidR="007C4F80">
        <w:t xml:space="preserve"> </w:t>
      </w:r>
      <w:r w:rsidRPr="00326147">
        <w:t>ustawy z</w:t>
      </w:r>
      <w:r w:rsidR="007C4F80">
        <w:t xml:space="preserve"> </w:t>
      </w:r>
      <w:r w:rsidRPr="00326147">
        <w:t>dnia 14</w:t>
      </w:r>
      <w:r w:rsidR="007C4F80">
        <w:t xml:space="preserve"> </w:t>
      </w:r>
      <w:r w:rsidRPr="00326147">
        <w:t>grudnia 2016</w:t>
      </w:r>
      <w:r w:rsidR="007C4F80">
        <w:t xml:space="preserve"> </w:t>
      </w:r>
      <w:r w:rsidRPr="00326147">
        <w:t xml:space="preserve">r. </w:t>
      </w:r>
      <w:r>
        <w:t xml:space="preserve">– </w:t>
      </w:r>
      <w:r w:rsidRPr="00326147">
        <w:t>Prawo oświatowe</w:t>
      </w:r>
      <w:r>
        <w:t xml:space="preserve"> (Dz.</w:t>
      </w:r>
      <w:r w:rsidR="007C4F80">
        <w:t xml:space="preserve"> </w:t>
      </w:r>
      <w:r>
        <w:t>U.</w:t>
      </w:r>
      <w:r w:rsidRPr="00264109">
        <w:t xml:space="preserve"> z</w:t>
      </w:r>
      <w:r w:rsidR="007C4F80">
        <w:t xml:space="preserve"> </w:t>
      </w:r>
      <w:r>
        <w:t xml:space="preserve">2019 r. poz. 1148 i 1078), albo </w:t>
      </w:r>
      <w:r w:rsidRPr="0052612A">
        <w:t>orzeczenie o</w:t>
      </w:r>
      <w:r w:rsidR="007C4F80">
        <w:t xml:space="preserve"> </w:t>
      </w:r>
      <w:r w:rsidRPr="0052612A">
        <w:t>potrzebie kształcenia specjalnego,</w:t>
      </w:r>
      <w:r>
        <w:t xml:space="preserve"> o</w:t>
      </w:r>
      <w:r w:rsidR="007C4F80">
        <w:t xml:space="preserve"> </w:t>
      </w:r>
      <w:r>
        <w:t>którym mowa w</w:t>
      </w:r>
      <w:r w:rsidR="007C4F80">
        <w:t xml:space="preserve"> </w:t>
      </w:r>
      <w:r>
        <w:t>art.</w:t>
      </w:r>
      <w:r w:rsidR="007C4F80">
        <w:t xml:space="preserve"> </w:t>
      </w:r>
      <w:r>
        <w:t>312 ust.</w:t>
      </w:r>
      <w:r w:rsidR="007C4F80">
        <w:t xml:space="preserve"> </w:t>
      </w:r>
      <w:r>
        <w:t>1</w:t>
      </w:r>
      <w:r w:rsidR="007C4F80">
        <w:t xml:space="preserve"> </w:t>
      </w:r>
      <w:r>
        <w:t xml:space="preserve">ustawy </w:t>
      </w:r>
      <w:r w:rsidRPr="00BD5D87">
        <w:t>z</w:t>
      </w:r>
      <w:r w:rsidR="00FE35DF">
        <w:t> </w:t>
      </w:r>
      <w:r w:rsidRPr="00BD5D87">
        <w:t>dnia 14</w:t>
      </w:r>
      <w:r w:rsidR="007C4F80">
        <w:t xml:space="preserve"> </w:t>
      </w:r>
      <w:r w:rsidRPr="00BD5D87">
        <w:t>grudnia 201</w:t>
      </w:r>
      <w:r>
        <w:t>6</w:t>
      </w:r>
      <w:r w:rsidR="007C4F80">
        <w:t xml:space="preserve"> </w:t>
      </w:r>
      <w:r w:rsidRPr="00BD5D87">
        <w:t xml:space="preserve">r. – Przepisy wprowadzające ustawę </w:t>
      </w:r>
      <w:r w:rsidR="007C4F80">
        <w:t>–</w:t>
      </w:r>
      <w:r w:rsidRPr="00BD5D87">
        <w:t xml:space="preserve"> Prawo oświatowe</w:t>
      </w:r>
      <w:r>
        <w:t xml:space="preserve"> (Dz.</w:t>
      </w:r>
      <w:r w:rsidR="007C4F80">
        <w:t xml:space="preserve"> </w:t>
      </w:r>
      <w:r>
        <w:t>U.</w:t>
      </w:r>
      <w:r w:rsidRPr="00F41DAF">
        <w:t xml:space="preserve"> z</w:t>
      </w:r>
      <w:r w:rsidR="00FE35DF">
        <w:t> </w:t>
      </w:r>
      <w:r w:rsidRPr="00F41DAF">
        <w:t>2017</w:t>
      </w:r>
      <w:r w:rsidR="00FE35DF">
        <w:t> </w:t>
      </w:r>
      <w:r w:rsidRPr="00F41DAF">
        <w:t>r.</w:t>
      </w:r>
      <w:r>
        <w:t xml:space="preserve"> poz.</w:t>
      </w:r>
      <w:r w:rsidR="007C4F80">
        <w:t xml:space="preserve"> </w:t>
      </w:r>
      <w:r w:rsidRPr="00F41DAF">
        <w:t>60, 949</w:t>
      </w:r>
      <w:r>
        <w:t xml:space="preserve"> i</w:t>
      </w:r>
      <w:r w:rsidRPr="00F41DAF">
        <w:t xml:space="preserve"> 2203</w:t>
      </w:r>
      <w:r>
        <w:t xml:space="preserve"> oraz z 2018 r. poz.</w:t>
      </w:r>
      <w:r w:rsidR="007C4F80">
        <w:t xml:space="preserve"> </w:t>
      </w:r>
      <w:r>
        <w:t>2245)</w:t>
      </w:r>
      <w:r w:rsidRPr="0052612A">
        <w:t>, uczęszczający</w:t>
      </w:r>
      <w:r>
        <w:t>m</w:t>
      </w:r>
      <w:r w:rsidRPr="0052612A">
        <w:t xml:space="preserve"> w</w:t>
      </w:r>
      <w:r w:rsidR="007C4F80">
        <w:t xml:space="preserve"> </w:t>
      </w:r>
      <w:r w:rsidRPr="0052612A">
        <w:t>roku szkolnym 201</w:t>
      </w:r>
      <w:r>
        <w:t>9</w:t>
      </w:r>
      <w:r w:rsidRPr="0052612A">
        <w:t>/20</w:t>
      </w:r>
      <w:r>
        <w:t>20</w:t>
      </w:r>
      <w:r w:rsidR="007C4F80">
        <w:t xml:space="preserve"> </w:t>
      </w:r>
      <w:r>
        <w:t xml:space="preserve">do: </w:t>
      </w:r>
      <w:r w:rsidRPr="00EB18E6">
        <w:t>branżow</w:t>
      </w:r>
      <w:r>
        <w:t>ej</w:t>
      </w:r>
      <w:r w:rsidRPr="00EB18E6">
        <w:t xml:space="preserve"> szko</w:t>
      </w:r>
      <w:r>
        <w:t>ły</w:t>
      </w:r>
      <w:r w:rsidRPr="00EB18E6">
        <w:t xml:space="preserve"> I</w:t>
      </w:r>
      <w:r w:rsidR="007C4F80">
        <w:t xml:space="preserve"> </w:t>
      </w:r>
      <w:r w:rsidRPr="00EB18E6">
        <w:t>stopnia</w:t>
      </w:r>
      <w:r>
        <w:t>, klasy I</w:t>
      </w:r>
      <w:r w:rsidR="007C4F80">
        <w:t xml:space="preserve"> </w:t>
      </w:r>
      <w:r>
        <w:t xml:space="preserve">czteroletniego liceum ogólnokształcącego, klas I–III dotychczasowego trzyletniego </w:t>
      </w:r>
      <w:r w:rsidRPr="0052612A">
        <w:t>liceum ogólnokształcącego</w:t>
      </w:r>
      <w:r>
        <w:t xml:space="preserve"> prowadzonych </w:t>
      </w:r>
      <w:r>
        <w:lastRenderedPageBreak/>
        <w:t>w</w:t>
      </w:r>
      <w:r w:rsidR="00FE35DF">
        <w:t> </w:t>
      </w:r>
      <w:r>
        <w:t>czteroletnim liceum ogólnokształcącym</w:t>
      </w:r>
      <w:r w:rsidRPr="0052612A">
        <w:t>,</w:t>
      </w:r>
      <w:r>
        <w:t xml:space="preserve"> klasy I</w:t>
      </w:r>
      <w:r w:rsidR="007C4F80">
        <w:t xml:space="preserve"> </w:t>
      </w:r>
      <w:r>
        <w:t>pięcioletniego technikum, klas I–IV dotychczasowego czteroletniego technikum prowadzonych w</w:t>
      </w:r>
      <w:r w:rsidR="007C4F80">
        <w:t xml:space="preserve"> </w:t>
      </w:r>
      <w:r>
        <w:t xml:space="preserve">pięcioletnim technikum, </w:t>
      </w:r>
      <w:r w:rsidRPr="0052612A">
        <w:t>szkoły specjalnej przysposabiającej do pracy</w:t>
      </w:r>
      <w:r>
        <w:t>, klas III–VI</w:t>
      </w:r>
      <w:r w:rsidRPr="007E1D1A">
        <w:t xml:space="preserve"> </w:t>
      </w:r>
      <w:r w:rsidRPr="00E87069">
        <w:t>ogólnokształcąc</w:t>
      </w:r>
      <w:r>
        <w:t>ej</w:t>
      </w:r>
      <w:r w:rsidRPr="00E87069">
        <w:t xml:space="preserve"> szk</w:t>
      </w:r>
      <w:r>
        <w:t>oły</w:t>
      </w:r>
      <w:r w:rsidRPr="00E87069">
        <w:t xml:space="preserve"> muzyczn</w:t>
      </w:r>
      <w:r>
        <w:t>ej</w:t>
      </w:r>
      <w:r w:rsidRPr="00E87069">
        <w:t xml:space="preserve"> II stopnia,</w:t>
      </w:r>
      <w:r>
        <w:t xml:space="preserve"> klas VI–IX</w:t>
      </w:r>
      <w:r w:rsidRPr="007E1D1A">
        <w:t xml:space="preserve"> </w:t>
      </w:r>
      <w:r w:rsidRPr="00E87069">
        <w:t>ogólnokształcąc</w:t>
      </w:r>
      <w:r>
        <w:t>ej</w:t>
      </w:r>
      <w:r w:rsidRPr="00E87069">
        <w:t xml:space="preserve"> szk</w:t>
      </w:r>
      <w:r>
        <w:t>oły</w:t>
      </w:r>
      <w:r w:rsidRPr="00E87069">
        <w:t xml:space="preserve"> baletow</w:t>
      </w:r>
      <w:r>
        <w:t>ej, klasy I</w:t>
      </w:r>
      <w:r w:rsidR="007C4F80">
        <w:t xml:space="preserve"> </w:t>
      </w:r>
      <w:r w:rsidRPr="00E87069">
        <w:t>lice</w:t>
      </w:r>
      <w:r>
        <w:t>um</w:t>
      </w:r>
      <w:r w:rsidRPr="00E87069">
        <w:t xml:space="preserve"> </w:t>
      </w:r>
      <w:r>
        <w:t xml:space="preserve">sztuk </w:t>
      </w:r>
      <w:r w:rsidRPr="00E87069">
        <w:t>plastyczn</w:t>
      </w:r>
      <w:r>
        <w:t>ych, klas IV–VI</w:t>
      </w:r>
      <w:r w:rsidRPr="009E3B1A">
        <w:t xml:space="preserve"> ogólnokształcącej szkoły sztuk pięknych</w:t>
      </w:r>
      <w:r>
        <w:t>, klas I–IV dotychczasowego liceum plastycznego prowadzonych w</w:t>
      </w:r>
      <w:r w:rsidR="007C4F80">
        <w:t xml:space="preserve"> </w:t>
      </w:r>
      <w:r>
        <w:t>liceum sztuk plastycznych lub klas IV–VI</w:t>
      </w:r>
      <w:r w:rsidRPr="007E1D1A">
        <w:t xml:space="preserve"> </w:t>
      </w:r>
      <w:r>
        <w:t xml:space="preserve">dotychczasowej </w:t>
      </w:r>
      <w:r w:rsidRPr="00E87069">
        <w:t>ogólnokształcąc</w:t>
      </w:r>
      <w:r>
        <w:t>ej</w:t>
      </w:r>
      <w:r w:rsidRPr="00E87069">
        <w:t xml:space="preserve"> szk</w:t>
      </w:r>
      <w:r>
        <w:t>oły</w:t>
      </w:r>
      <w:r w:rsidRPr="00E87069">
        <w:t xml:space="preserve"> sztuk pięknych</w:t>
      </w:r>
      <w:r>
        <w:t xml:space="preserve"> prowadzonych w</w:t>
      </w:r>
      <w:r w:rsidR="007C4F80">
        <w:t xml:space="preserve"> </w:t>
      </w:r>
      <w:r>
        <w:t>liceum sztuk plastycznych.</w:t>
      </w:r>
    </w:p>
    <w:p w:rsidR="00007610" w:rsidRDefault="004F4731" w:rsidP="00007610">
      <w:pPr>
        <w:pStyle w:val="USTustnpkodeksu"/>
      </w:pPr>
      <w:r>
        <w:t>2.</w:t>
      </w:r>
      <w:r w:rsidR="002E1BE7">
        <w:t> </w:t>
      </w:r>
      <w:r w:rsidRPr="007E1D1A">
        <w:t>Pomoc w</w:t>
      </w:r>
      <w:r w:rsidR="007C4F80">
        <w:t xml:space="preserve"> </w:t>
      </w:r>
      <w:r w:rsidRPr="007E1D1A">
        <w:t>formie dofinansowania zakupu podręczników</w:t>
      </w:r>
      <w:r>
        <w:t xml:space="preserve"> do kształcenia w</w:t>
      </w:r>
      <w:r w:rsidR="007C4F80">
        <w:t xml:space="preserve"> </w:t>
      </w:r>
      <w:r>
        <w:t>zawodach, w</w:t>
      </w:r>
      <w:r w:rsidR="00FE35DF">
        <w:t> </w:t>
      </w:r>
      <w:r>
        <w:t>tym podręczników do kształcenia specjalnego, dopuszczonych do użytku szkolnego przez ministra właściwego do spraw oświaty i</w:t>
      </w:r>
      <w:r w:rsidR="007C4F80">
        <w:t xml:space="preserve"> </w:t>
      </w:r>
      <w:r>
        <w:t>wychowania, przed dniem 1</w:t>
      </w:r>
      <w:r w:rsidR="007C4F80">
        <w:t xml:space="preserve"> </w:t>
      </w:r>
      <w:r>
        <w:t>stycznia 2019</w:t>
      </w:r>
      <w:r w:rsidR="007C4F80">
        <w:t xml:space="preserve"> </w:t>
      </w:r>
      <w:r>
        <w:t>r., oraz dopuszczanych od dnia 1</w:t>
      </w:r>
      <w:r w:rsidR="007C4F80">
        <w:t xml:space="preserve"> </w:t>
      </w:r>
      <w:r>
        <w:t>stycznia 2019</w:t>
      </w:r>
      <w:r w:rsidR="007C4F80">
        <w:t xml:space="preserve"> </w:t>
      </w:r>
      <w:r>
        <w:t>r. zgodnie z</w:t>
      </w:r>
      <w:r w:rsidR="007C4F80">
        <w:t xml:space="preserve"> </w:t>
      </w:r>
      <w:r>
        <w:t>art.</w:t>
      </w:r>
      <w:r w:rsidR="007C4F80">
        <w:t xml:space="preserve"> </w:t>
      </w:r>
      <w:r>
        <w:t>115</w:t>
      </w:r>
      <w:r w:rsidR="007C4F80">
        <w:t xml:space="preserve"> </w:t>
      </w:r>
      <w:r>
        <w:t>ustawy z</w:t>
      </w:r>
      <w:r w:rsidR="007C4F80">
        <w:t xml:space="preserve"> </w:t>
      </w:r>
      <w:r>
        <w:t>dnia 22</w:t>
      </w:r>
      <w:r w:rsidR="007C4F80">
        <w:t xml:space="preserve"> </w:t>
      </w:r>
      <w:r>
        <w:t>listopada 2018</w:t>
      </w:r>
      <w:r w:rsidR="00FE35DF">
        <w:t> </w:t>
      </w:r>
      <w:r>
        <w:t>r. o</w:t>
      </w:r>
      <w:r w:rsidR="007C4F80">
        <w:t xml:space="preserve"> </w:t>
      </w:r>
      <w:r>
        <w:t>zmianie ustawy – Prawo oświatowe, ustawy o</w:t>
      </w:r>
      <w:r w:rsidR="007C4F80">
        <w:t xml:space="preserve"> </w:t>
      </w:r>
      <w:r>
        <w:t>systemie oświaty oraz niektórych innych ustaw (Dz.</w:t>
      </w:r>
      <w:r w:rsidR="007C4F80">
        <w:t xml:space="preserve"> </w:t>
      </w:r>
      <w:r>
        <w:t>U. poz.</w:t>
      </w:r>
      <w:r w:rsidR="007C4F80">
        <w:t xml:space="preserve"> </w:t>
      </w:r>
      <w:r>
        <w:t>2245 i</w:t>
      </w:r>
      <w:r w:rsidR="007C4F80">
        <w:t xml:space="preserve"> </w:t>
      </w:r>
      <w:r>
        <w:t>2432 oraz z</w:t>
      </w:r>
      <w:r w:rsidR="007C4F80">
        <w:t xml:space="preserve"> </w:t>
      </w:r>
      <w:r>
        <w:t>2019</w:t>
      </w:r>
      <w:r w:rsidR="007C4F80">
        <w:t xml:space="preserve"> </w:t>
      </w:r>
      <w:r>
        <w:t>r. poz.</w:t>
      </w:r>
      <w:r w:rsidR="007C4F80">
        <w:t xml:space="preserve"> </w:t>
      </w:r>
      <w:r>
        <w:t>534), jest udzielana uczniom:</w:t>
      </w:r>
    </w:p>
    <w:p w:rsidR="00007610" w:rsidRPr="007E1D1A" w:rsidRDefault="004F4731" w:rsidP="00007610">
      <w:pPr>
        <w:pStyle w:val="PKTpunkt"/>
      </w:pPr>
      <w:r w:rsidRPr="007E1D1A">
        <w:t>1)</w:t>
      </w:r>
      <w:r w:rsidRPr="007E1D1A">
        <w:tab/>
        <w:t>słabowidzącym</w:t>
      </w:r>
      <w:r>
        <w:t>,</w:t>
      </w:r>
    </w:p>
    <w:p w:rsidR="00007610" w:rsidRPr="008F210D" w:rsidRDefault="004F4731" w:rsidP="00007610">
      <w:pPr>
        <w:pStyle w:val="PKTpunkt"/>
      </w:pPr>
      <w:r w:rsidRPr="008F210D">
        <w:t>2)</w:t>
      </w:r>
      <w:r w:rsidRPr="008F210D">
        <w:tab/>
        <w:t>niesłyszącym,</w:t>
      </w:r>
    </w:p>
    <w:p w:rsidR="00007610" w:rsidRPr="007E1D1A" w:rsidRDefault="004F4731" w:rsidP="00007610">
      <w:pPr>
        <w:pStyle w:val="PKTpunkt"/>
      </w:pPr>
      <w:r>
        <w:t>3)</w:t>
      </w:r>
      <w:r>
        <w:tab/>
        <w:t xml:space="preserve">słabosłyszącym, </w:t>
      </w:r>
    </w:p>
    <w:p w:rsidR="00007610" w:rsidRPr="007E1D1A" w:rsidRDefault="004F4731" w:rsidP="00007610">
      <w:pPr>
        <w:pStyle w:val="PKTpunkt"/>
      </w:pPr>
      <w:r>
        <w:t>4</w:t>
      </w:r>
      <w:r w:rsidRPr="007E1D1A">
        <w:t>)</w:t>
      </w:r>
      <w:r w:rsidRPr="007E1D1A">
        <w:tab/>
        <w:t xml:space="preserve">z </w:t>
      </w:r>
      <w:r>
        <w:t>niepełnosprawnością intelektualną</w:t>
      </w:r>
      <w:r w:rsidRPr="007E1D1A">
        <w:t xml:space="preserve"> w</w:t>
      </w:r>
      <w:r w:rsidR="007C4F80">
        <w:t xml:space="preserve"> </w:t>
      </w:r>
      <w:r w:rsidRPr="007E1D1A">
        <w:t>stopniu lekkim</w:t>
      </w:r>
      <w:r>
        <w:t>,</w:t>
      </w:r>
    </w:p>
    <w:p w:rsidR="00007610" w:rsidRPr="008F210D" w:rsidRDefault="004F4731" w:rsidP="00007610">
      <w:pPr>
        <w:pStyle w:val="PKTpunkt"/>
      </w:pPr>
      <w:r>
        <w:t>5</w:t>
      </w:r>
      <w:r w:rsidRPr="008F210D">
        <w:t>)</w:t>
      </w:r>
      <w:r w:rsidRPr="008F210D">
        <w:tab/>
      </w:r>
      <w:r>
        <w:t>z niepełnosprawnością intelektualną</w:t>
      </w:r>
      <w:r w:rsidRPr="007E1D1A">
        <w:t xml:space="preserve"> </w:t>
      </w:r>
      <w:r w:rsidRPr="008F210D">
        <w:t>w</w:t>
      </w:r>
      <w:r w:rsidR="007C4F80">
        <w:t xml:space="preserve"> </w:t>
      </w:r>
      <w:r w:rsidRPr="008F210D">
        <w:t>stopniu umiarkowanym lub znacznym,</w:t>
      </w:r>
    </w:p>
    <w:p w:rsidR="00007610" w:rsidRPr="008F210D" w:rsidRDefault="004F4731" w:rsidP="00007610">
      <w:pPr>
        <w:pStyle w:val="PKTpunkt"/>
      </w:pPr>
      <w:r>
        <w:t>6)</w:t>
      </w:r>
      <w:r>
        <w:tab/>
      </w:r>
      <w:r w:rsidRPr="008F210D">
        <w:t>z niepełnosprawnością ruchową</w:t>
      </w:r>
      <w:r>
        <w:t>,</w:t>
      </w:r>
      <w:r w:rsidRPr="008F210D">
        <w:t xml:space="preserve"> w</w:t>
      </w:r>
      <w:r w:rsidR="007C4F80">
        <w:t xml:space="preserve"> </w:t>
      </w:r>
      <w:r w:rsidRPr="008F210D">
        <w:t>tym z</w:t>
      </w:r>
      <w:r w:rsidR="007C4F80">
        <w:t xml:space="preserve"> </w:t>
      </w:r>
      <w:r w:rsidRPr="008F210D">
        <w:t>afazją,</w:t>
      </w:r>
    </w:p>
    <w:p w:rsidR="00007610" w:rsidRPr="007E1D1A" w:rsidRDefault="004F4731" w:rsidP="00007610">
      <w:pPr>
        <w:pStyle w:val="PKTpunkt"/>
      </w:pPr>
      <w:r>
        <w:t>7)</w:t>
      </w:r>
      <w:r>
        <w:tab/>
      </w:r>
      <w:r w:rsidRPr="008F210D">
        <w:t>z autyzmem</w:t>
      </w:r>
      <w:r>
        <w:t>,</w:t>
      </w:r>
      <w:r w:rsidRPr="008F210D">
        <w:t xml:space="preserve"> w</w:t>
      </w:r>
      <w:r w:rsidR="007C4F80">
        <w:t xml:space="preserve"> </w:t>
      </w:r>
      <w:r w:rsidRPr="008F210D">
        <w:t>tym z</w:t>
      </w:r>
      <w:r w:rsidR="007C4F80">
        <w:t xml:space="preserve"> </w:t>
      </w:r>
      <w:r w:rsidRPr="008F210D">
        <w:t>zespołem Aspergera,</w:t>
      </w:r>
    </w:p>
    <w:p w:rsidR="00007610" w:rsidRPr="007E1D1A" w:rsidRDefault="004F4731" w:rsidP="00007610">
      <w:pPr>
        <w:pStyle w:val="PKTpunkt"/>
      </w:pPr>
      <w:r>
        <w:t>8</w:t>
      </w:r>
      <w:r w:rsidRPr="007E1D1A">
        <w:t>)</w:t>
      </w:r>
      <w:r w:rsidRPr="007E1D1A">
        <w:tab/>
        <w:t>z niepełnosprawnościami sprzężonymi, w</w:t>
      </w:r>
      <w:r w:rsidR="007C4F80">
        <w:t xml:space="preserve"> </w:t>
      </w:r>
      <w:r w:rsidRPr="007E1D1A">
        <w:t>przypadku gdy jedną z</w:t>
      </w:r>
      <w:r w:rsidR="007C4F80">
        <w:t xml:space="preserve"> </w:t>
      </w:r>
      <w:r w:rsidRPr="007E1D1A">
        <w:t>niepełnosprawności jest niepełnosprawność wymieniona w</w:t>
      </w:r>
      <w:r w:rsidR="007C4F80">
        <w:t xml:space="preserve"> </w:t>
      </w:r>
      <w:r>
        <w:t>pkt</w:t>
      </w:r>
      <w:r w:rsidR="007C4F80">
        <w:t xml:space="preserve"> </w:t>
      </w:r>
      <w:r w:rsidRPr="007E1D1A">
        <w:t>1</w:t>
      </w:r>
      <w:r>
        <w:t>–7</w:t>
      </w:r>
    </w:p>
    <w:p w:rsidR="00007610" w:rsidRPr="00007610" w:rsidRDefault="004F4731" w:rsidP="00B4587D">
      <w:pPr>
        <w:pStyle w:val="CZWSPPKTczwsplnapunktw"/>
      </w:pPr>
      <w:r>
        <w:t>–</w:t>
      </w:r>
      <w:r w:rsidR="00DB284F">
        <w:t xml:space="preserve"> </w:t>
      </w:r>
      <w:r w:rsidRPr="00007610">
        <w:t>posiadającym orzeczenie o</w:t>
      </w:r>
      <w:r w:rsidR="007C4F80">
        <w:t xml:space="preserve"> </w:t>
      </w:r>
      <w:r w:rsidRPr="00007610">
        <w:t>potrzebie kształcenia specjalnego, o</w:t>
      </w:r>
      <w:r w:rsidR="007C4F80">
        <w:t xml:space="preserve"> </w:t>
      </w:r>
      <w:r w:rsidRPr="00007610">
        <w:t>którym mowa w</w:t>
      </w:r>
      <w:r w:rsidR="007C4F80">
        <w:t xml:space="preserve"> </w:t>
      </w:r>
      <w:r>
        <w:t>art.</w:t>
      </w:r>
      <w:r w:rsidR="007C4F80">
        <w:t xml:space="preserve"> </w:t>
      </w:r>
      <w:r w:rsidRPr="00007610">
        <w:t>127</w:t>
      </w:r>
      <w:r>
        <w:t xml:space="preserve"> ust.</w:t>
      </w:r>
      <w:r w:rsidR="00FE35DF">
        <w:t> </w:t>
      </w:r>
      <w:r w:rsidRPr="00007610">
        <w:t>10</w:t>
      </w:r>
      <w:r w:rsidR="007C4F80">
        <w:t xml:space="preserve"> </w:t>
      </w:r>
      <w:r w:rsidRPr="00007610">
        <w:t>ustawy z</w:t>
      </w:r>
      <w:r w:rsidR="007C4F80">
        <w:t xml:space="preserve"> </w:t>
      </w:r>
      <w:r w:rsidRPr="00007610">
        <w:t>dnia 14</w:t>
      </w:r>
      <w:r w:rsidR="007C4F80">
        <w:t xml:space="preserve"> </w:t>
      </w:r>
      <w:r w:rsidRPr="00007610">
        <w:t>grudnia 2016</w:t>
      </w:r>
      <w:r w:rsidR="007C4F80">
        <w:t xml:space="preserve"> </w:t>
      </w:r>
      <w:r w:rsidRPr="00007610">
        <w:t>r. – Prawo oświatowe, albo orzeczenie o</w:t>
      </w:r>
      <w:r w:rsidR="007C4F80">
        <w:t xml:space="preserve"> </w:t>
      </w:r>
      <w:r w:rsidRPr="00007610">
        <w:t>potrzebie kształcenia specjalnego, o</w:t>
      </w:r>
      <w:r w:rsidR="007C4F80">
        <w:t xml:space="preserve"> </w:t>
      </w:r>
      <w:r w:rsidRPr="00007610">
        <w:t>którym mowa w</w:t>
      </w:r>
      <w:r w:rsidR="007C4F80">
        <w:t xml:space="preserve"> </w:t>
      </w:r>
      <w:r>
        <w:t>art.</w:t>
      </w:r>
      <w:r w:rsidR="007C4F80">
        <w:t xml:space="preserve"> </w:t>
      </w:r>
      <w:r w:rsidRPr="00007610">
        <w:t>312</w:t>
      </w:r>
      <w:r>
        <w:t xml:space="preserve"> ust.</w:t>
      </w:r>
      <w:r w:rsidR="007C4F80">
        <w:t xml:space="preserve"> </w:t>
      </w:r>
      <w:r w:rsidRPr="00007610">
        <w:t>1</w:t>
      </w:r>
      <w:r w:rsidR="007C4F80">
        <w:t xml:space="preserve"> </w:t>
      </w:r>
      <w:r w:rsidRPr="00007610">
        <w:t>ustawy z</w:t>
      </w:r>
      <w:r w:rsidR="007C4F80">
        <w:t xml:space="preserve"> </w:t>
      </w:r>
      <w:r w:rsidRPr="00007610">
        <w:t>dnia 14</w:t>
      </w:r>
      <w:r w:rsidR="007C4F80">
        <w:t xml:space="preserve"> </w:t>
      </w:r>
      <w:r w:rsidRPr="00007610">
        <w:t>grudnia 2016</w:t>
      </w:r>
      <w:r w:rsidR="007C4F80">
        <w:t xml:space="preserve"> </w:t>
      </w:r>
      <w:r w:rsidRPr="00007610">
        <w:t xml:space="preserve">r. – Przepisy wprowadzające ustawę </w:t>
      </w:r>
      <w:r w:rsidR="007C4F80">
        <w:t>–</w:t>
      </w:r>
      <w:r w:rsidRPr="00007610">
        <w:t xml:space="preserve"> Prawo oświatowe, uczęszczającym w</w:t>
      </w:r>
      <w:r w:rsidR="007C4F80">
        <w:t xml:space="preserve"> </w:t>
      </w:r>
      <w:r w:rsidRPr="00007610">
        <w:t>roku szkolnym 2019/2020</w:t>
      </w:r>
      <w:r w:rsidR="007C4F80">
        <w:t xml:space="preserve"> </w:t>
      </w:r>
      <w:r w:rsidRPr="00007610">
        <w:t>do: klas II i</w:t>
      </w:r>
      <w:r w:rsidR="007C4F80">
        <w:t xml:space="preserve"> </w:t>
      </w:r>
      <w:r w:rsidRPr="00007610">
        <w:t>III branżowej szkoły I</w:t>
      </w:r>
      <w:r w:rsidR="007C4F80">
        <w:t xml:space="preserve"> </w:t>
      </w:r>
      <w:r w:rsidRPr="00007610">
        <w:t>stopnia lub klas II–IV dotychczasowego czteroletniego technikum prowadzonych w</w:t>
      </w:r>
      <w:r w:rsidR="007C4F80">
        <w:t xml:space="preserve"> </w:t>
      </w:r>
      <w:r w:rsidRPr="00007610">
        <w:t>pięcioletnim technikum.</w:t>
      </w:r>
    </w:p>
    <w:p w:rsidR="00007610" w:rsidRDefault="002E1BE7" w:rsidP="00007610">
      <w:pPr>
        <w:pStyle w:val="USTustnpkodeksu"/>
      </w:pPr>
      <w:r>
        <w:t>3. </w:t>
      </w:r>
      <w:r w:rsidR="004F4731">
        <w:t>Pomoc w</w:t>
      </w:r>
      <w:r w:rsidR="007C4F80">
        <w:t xml:space="preserve"> </w:t>
      </w:r>
      <w:r w:rsidR="004F4731">
        <w:t>formie dofinansowania zakupu materiałów edukacyjnych, o</w:t>
      </w:r>
      <w:r w:rsidR="007C4F80">
        <w:t xml:space="preserve"> </w:t>
      </w:r>
      <w:r w:rsidR="004F4731">
        <w:t>których mowa w</w:t>
      </w:r>
      <w:r w:rsidR="00FE35DF">
        <w:t> </w:t>
      </w:r>
      <w:r w:rsidR="004F4731">
        <w:t>art.</w:t>
      </w:r>
      <w:r w:rsidR="007C4F80">
        <w:t xml:space="preserve"> </w:t>
      </w:r>
      <w:r w:rsidR="004F4731">
        <w:t>3 pkt</w:t>
      </w:r>
      <w:r w:rsidR="007C4F80">
        <w:t xml:space="preserve"> </w:t>
      </w:r>
      <w:r w:rsidR="004F4731">
        <w:t>24 lit.</w:t>
      </w:r>
      <w:r w:rsidR="007C4F80">
        <w:t xml:space="preserve"> </w:t>
      </w:r>
      <w:r w:rsidR="004F4731">
        <w:t>b ustawy z</w:t>
      </w:r>
      <w:r w:rsidR="007C4F80">
        <w:t xml:space="preserve"> </w:t>
      </w:r>
      <w:r w:rsidR="004F4731">
        <w:t>dnia 7</w:t>
      </w:r>
      <w:r w:rsidR="007C4F80">
        <w:t xml:space="preserve"> </w:t>
      </w:r>
      <w:r w:rsidR="004F4731">
        <w:t>września 1991</w:t>
      </w:r>
      <w:r w:rsidR="007C4F80">
        <w:t xml:space="preserve"> </w:t>
      </w:r>
      <w:r w:rsidR="004F4731">
        <w:t>r. o</w:t>
      </w:r>
      <w:r w:rsidR="007C4F80">
        <w:t xml:space="preserve"> </w:t>
      </w:r>
      <w:r w:rsidR="004F4731">
        <w:t>systemie oświaty, jest udzielana uczniom:</w:t>
      </w:r>
      <w:r w:rsidR="004F4731" w:rsidRPr="00CE4E6C">
        <w:t xml:space="preserve"> </w:t>
      </w:r>
    </w:p>
    <w:p w:rsidR="00007610" w:rsidRPr="007E1D1A" w:rsidRDefault="004F4731" w:rsidP="00007610">
      <w:pPr>
        <w:pStyle w:val="PKTpunkt"/>
      </w:pPr>
      <w:r w:rsidRPr="007E1D1A">
        <w:t>1)</w:t>
      </w:r>
      <w:r w:rsidRPr="007E1D1A">
        <w:tab/>
        <w:t>słabowidzącym</w:t>
      </w:r>
      <w:r>
        <w:t>,</w:t>
      </w:r>
    </w:p>
    <w:p w:rsidR="00007610" w:rsidRPr="008F210D" w:rsidRDefault="004F4731" w:rsidP="00007610">
      <w:pPr>
        <w:pStyle w:val="PKTpunkt"/>
      </w:pPr>
      <w:r w:rsidRPr="008F210D">
        <w:t>2)</w:t>
      </w:r>
      <w:r w:rsidRPr="008F210D">
        <w:tab/>
        <w:t>niesłyszącym,</w:t>
      </w:r>
    </w:p>
    <w:p w:rsidR="00007610" w:rsidRPr="007E1D1A" w:rsidRDefault="004F4731" w:rsidP="00007610">
      <w:pPr>
        <w:pStyle w:val="PKTpunkt"/>
      </w:pPr>
      <w:r>
        <w:lastRenderedPageBreak/>
        <w:t>3)</w:t>
      </w:r>
      <w:r>
        <w:tab/>
        <w:t xml:space="preserve">słabosłyszącym, </w:t>
      </w:r>
    </w:p>
    <w:p w:rsidR="00007610" w:rsidRPr="007E1D1A" w:rsidRDefault="004F4731" w:rsidP="00007610">
      <w:pPr>
        <w:pStyle w:val="PKTpunkt"/>
      </w:pPr>
      <w:r>
        <w:t>4</w:t>
      </w:r>
      <w:r w:rsidRPr="007E1D1A">
        <w:t>)</w:t>
      </w:r>
      <w:r w:rsidRPr="007E1D1A">
        <w:tab/>
        <w:t xml:space="preserve">z </w:t>
      </w:r>
      <w:r>
        <w:t>niepełnosprawnością intelektualną</w:t>
      </w:r>
      <w:r w:rsidRPr="007E1D1A">
        <w:t xml:space="preserve"> w</w:t>
      </w:r>
      <w:r w:rsidR="007C4F80">
        <w:t xml:space="preserve"> </w:t>
      </w:r>
      <w:r w:rsidRPr="007E1D1A">
        <w:t>stopniu lekkim</w:t>
      </w:r>
      <w:r>
        <w:t>,</w:t>
      </w:r>
    </w:p>
    <w:p w:rsidR="00007610" w:rsidRPr="008F210D" w:rsidRDefault="004F4731" w:rsidP="00007610">
      <w:pPr>
        <w:pStyle w:val="PKTpunkt"/>
      </w:pPr>
      <w:r>
        <w:t>5</w:t>
      </w:r>
      <w:r w:rsidRPr="008F210D">
        <w:t>)</w:t>
      </w:r>
      <w:r w:rsidRPr="008F210D">
        <w:tab/>
      </w:r>
      <w:r>
        <w:t>z niepełnosprawnością intelektualną</w:t>
      </w:r>
      <w:r w:rsidRPr="007E1D1A">
        <w:t xml:space="preserve"> </w:t>
      </w:r>
      <w:r w:rsidRPr="008F210D">
        <w:t>w</w:t>
      </w:r>
      <w:r w:rsidR="007C4F80">
        <w:t xml:space="preserve"> </w:t>
      </w:r>
      <w:r w:rsidRPr="008F210D">
        <w:t>stopniu umiarkowanym lub znacznym,</w:t>
      </w:r>
    </w:p>
    <w:p w:rsidR="00007610" w:rsidRPr="008F210D" w:rsidRDefault="004F4731" w:rsidP="00007610">
      <w:pPr>
        <w:pStyle w:val="PKTpunkt"/>
      </w:pPr>
      <w:r>
        <w:t>6)</w:t>
      </w:r>
      <w:r>
        <w:tab/>
      </w:r>
      <w:r w:rsidRPr="008F210D">
        <w:t>z niepełnosprawnością ruchową</w:t>
      </w:r>
      <w:r>
        <w:t>,</w:t>
      </w:r>
      <w:r w:rsidRPr="008F210D">
        <w:t xml:space="preserve"> w</w:t>
      </w:r>
      <w:r w:rsidR="007C4F80">
        <w:t xml:space="preserve"> </w:t>
      </w:r>
      <w:r w:rsidRPr="008F210D">
        <w:t>tym z</w:t>
      </w:r>
      <w:r w:rsidR="007C4F80">
        <w:t xml:space="preserve"> </w:t>
      </w:r>
      <w:r w:rsidRPr="008F210D">
        <w:t>afazją,</w:t>
      </w:r>
    </w:p>
    <w:p w:rsidR="00007610" w:rsidRPr="007E1D1A" w:rsidRDefault="004F4731" w:rsidP="00007610">
      <w:pPr>
        <w:pStyle w:val="PKTpunkt"/>
      </w:pPr>
      <w:r>
        <w:t>7)</w:t>
      </w:r>
      <w:r>
        <w:tab/>
      </w:r>
      <w:r w:rsidRPr="008F210D">
        <w:t>z autyzmem</w:t>
      </w:r>
      <w:r>
        <w:t>,</w:t>
      </w:r>
      <w:r w:rsidRPr="008F210D">
        <w:t xml:space="preserve"> w</w:t>
      </w:r>
      <w:r w:rsidR="007C4F80">
        <w:t xml:space="preserve"> </w:t>
      </w:r>
      <w:r w:rsidRPr="008F210D">
        <w:t>tym z</w:t>
      </w:r>
      <w:r w:rsidR="007C4F80">
        <w:t xml:space="preserve"> </w:t>
      </w:r>
      <w:r w:rsidRPr="008F210D">
        <w:t>zespołem Aspergera,</w:t>
      </w:r>
    </w:p>
    <w:p w:rsidR="00007610" w:rsidRPr="007E1D1A" w:rsidRDefault="004F4731" w:rsidP="00007610">
      <w:pPr>
        <w:pStyle w:val="PKTpunkt"/>
      </w:pPr>
      <w:r>
        <w:t>8</w:t>
      </w:r>
      <w:r w:rsidRPr="007E1D1A">
        <w:t>)</w:t>
      </w:r>
      <w:r w:rsidRPr="007E1D1A">
        <w:tab/>
        <w:t>z niepełnosprawnościami sprzężonymi, w</w:t>
      </w:r>
      <w:r w:rsidR="007C4F80">
        <w:t xml:space="preserve"> </w:t>
      </w:r>
      <w:r w:rsidRPr="007E1D1A">
        <w:t>przypadku gdy jedną z</w:t>
      </w:r>
      <w:r w:rsidR="007C4F80">
        <w:t xml:space="preserve"> </w:t>
      </w:r>
      <w:r w:rsidRPr="007E1D1A">
        <w:t>niepełnosprawności jest niepełnosprawność wymieniona w</w:t>
      </w:r>
      <w:r w:rsidR="007C4F80">
        <w:t xml:space="preserve"> </w:t>
      </w:r>
      <w:r>
        <w:t>pkt</w:t>
      </w:r>
      <w:r w:rsidR="007C4F80">
        <w:t xml:space="preserve"> </w:t>
      </w:r>
      <w:r w:rsidRPr="007E1D1A">
        <w:t>1</w:t>
      </w:r>
      <w:r>
        <w:t>–7</w:t>
      </w:r>
    </w:p>
    <w:p w:rsidR="00007610" w:rsidRPr="00007610" w:rsidRDefault="004F4731" w:rsidP="00B4587D">
      <w:pPr>
        <w:pStyle w:val="CZWSPPKTczwsplnapunktw"/>
      </w:pPr>
      <w:r>
        <w:t>–</w:t>
      </w:r>
      <w:r w:rsidR="00DB284F">
        <w:t xml:space="preserve"> </w:t>
      </w:r>
      <w:r w:rsidRPr="00007610">
        <w:t>posiadającym orzeczenie o</w:t>
      </w:r>
      <w:r w:rsidR="007C4F80">
        <w:t xml:space="preserve"> </w:t>
      </w:r>
      <w:r w:rsidRPr="00007610">
        <w:t>potrzebie kształcenia specjalnego, o</w:t>
      </w:r>
      <w:r w:rsidR="007C4F80">
        <w:t xml:space="preserve"> </w:t>
      </w:r>
      <w:r w:rsidRPr="00007610">
        <w:t>którym mowa w</w:t>
      </w:r>
      <w:r w:rsidR="007C4F80">
        <w:t xml:space="preserve"> </w:t>
      </w:r>
      <w:r>
        <w:t>art.</w:t>
      </w:r>
      <w:r w:rsidR="007C4F80">
        <w:t xml:space="preserve"> </w:t>
      </w:r>
      <w:r w:rsidRPr="00007610">
        <w:t>127</w:t>
      </w:r>
      <w:r>
        <w:t xml:space="preserve"> ust.</w:t>
      </w:r>
      <w:r w:rsidR="00FE35DF">
        <w:t> </w:t>
      </w:r>
      <w:r w:rsidRPr="00007610">
        <w:t>10</w:t>
      </w:r>
      <w:r w:rsidR="007C4F80">
        <w:t xml:space="preserve"> </w:t>
      </w:r>
      <w:r w:rsidRPr="00007610">
        <w:t>ustawy z</w:t>
      </w:r>
      <w:r w:rsidR="007C4F80">
        <w:t xml:space="preserve"> </w:t>
      </w:r>
      <w:r w:rsidRPr="00007610">
        <w:t>dnia 14</w:t>
      </w:r>
      <w:r w:rsidR="007C4F80">
        <w:t xml:space="preserve"> </w:t>
      </w:r>
      <w:r w:rsidRPr="00007610">
        <w:t>grudnia 2016</w:t>
      </w:r>
      <w:r w:rsidR="007C4F80">
        <w:t xml:space="preserve"> </w:t>
      </w:r>
      <w:r w:rsidRPr="00007610">
        <w:t>r. – Prawo oświatowe, albo orzeczenie o</w:t>
      </w:r>
      <w:r w:rsidR="007C4F80">
        <w:t xml:space="preserve"> </w:t>
      </w:r>
      <w:r w:rsidRPr="00007610">
        <w:t>potrzebie kształcenia specjalnego, o</w:t>
      </w:r>
      <w:r w:rsidR="007C4F80">
        <w:t xml:space="preserve"> </w:t>
      </w:r>
      <w:r w:rsidRPr="00007610">
        <w:t>którym mowa w</w:t>
      </w:r>
      <w:r w:rsidR="007C4F80">
        <w:t xml:space="preserve"> </w:t>
      </w:r>
      <w:r>
        <w:t>art.</w:t>
      </w:r>
      <w:r w:rsidR="007C4F80">
        <w:t xml:space="preserve"> </w:t>
      </w:r>
      <w:r w:rsidRPr="00007610">
        <w:t>312</w:t>
      </w:r>
      <w:r>
        <w:t xml:space="preserve"> ust.</w:t>
      </w:r>
      <w:r w:rsidR="007C4F80">
        <w:t xml:space="preserve"> </w:t>
      </w:r>
      <w:r w:rsidRPr="00007610">
        <w:t>1</w:t>
      </w:r>
      <w:r w:rsidR="007C4F80">
        <w:t xml:space="preserve"> </w:t>
      </w:r>
      <w:r w:rsidRPr="00007610">
        <w:t>ustawy z</w:t>
      </w:r>
      <w:r w:rsidR="007C4F80">
        <w:t xml:space="preserve"> </w:t>
      </w:r>
      <w:r w:rsidRPr="00007610">
        <w:t>dnia 14</w:t>
      </w:r>
      <w:r w:rsidR="007C4F80">
        <w:t xml:space="preserve"> </w:t>
      </w:r>
      <w:r w:rsidRPr="00007610">
        <w:t>grudnia 2016</w:t>
      </w:r>
      <w:r w:rsidR="007C4F80">
        <w:t xml:space="preserve"> </w:t>
      </w:r>
      <w:r w:rsidRPr="00007610">
        <w:t xml:space="preserve">r. – Przepisy wprowadzające ustawę </w:t>
      </w:r>
      <w:r w:rsidR="007C4F80">
        <w:t>–</w:t>
      </w:r>
      <w:r w:rsidRPr="00007610">
        <w:t xml:space="preserve"> Prawo oświatowe, uczęszczającym w</w:t>
      </w:r>
      <w:r w:rsidR="007C4F80">
        <w:t xml:space="preserve"> </w:t>
      </w:r>
      <w:r w:rsidRPr="00007610">
        <w:t>roku szkolnym 2019/2020</w:t>
      </w:r>
      <w:r w:rsidR="007C4F80">
        <w:t xml:space="preserve"> </w:t>
      </w:r>
      <w:r w:rsidRPr="00007610">
        <w:t>do: klasy I</w:t>
      </w:r>
      <w:r w:rsidR="007C4F80">
        <w:t xml:space="preserve"> </w:t>
      </w:r>
      <w:r w:rsidRPr="00007610">
        <w:t>branżowej szkoły I</w:t>
      </w:r>
      <w:r w:rsidR="007C4F80">
        <w:t xml:space="preserve"> </w:t>
      </w:r>
      <w:r w:rsidRPr="00007610">
        <w:t>stopnia, klasy I</w:t>
      </w:r>
      <w:r w:rsidR="007C4F80">
        <w:t xml:space="preserve"> </w:t>
      </w:r>
      <w:r w:rsidRPr="00007610">
        <w:t>pięcioletniego technikum, klasy I</w:t>
      </w:r>
      <w:r w:rsidR="007C4F80">
        <w:t xml:space="preserve"> </w:t>
      </w:r>
      <w:r w:rsidRPr="00007610">
        <w:t>dotychczasowego czteroletniego technikum prowadzonej w</w:t>
      </w:r>
      <w:r w:rsidR="007C4F80">
        <w:t xml:space="preserve"> </w:t>
      </w:r>
      <w:r w:rsidRPr="00007610">
        <w:t>pięcioletnim technikum lub szkoły specjalnej przysposabiającej do pracy.</w:t>
      </w:r>
    </w:p>
    <w:p w:rsidR="0016516E" w:rsidRDefault="00FE35DF" w:rsidP="0016516E">
      <w:pPr>
        <w:pStyle w:val="ARTartustawynprozporzdzenia"/>
      </w:pPr>
      <w:r>
        <w:rPr>
          <w:rStyle w:val="Ppogrubienie"/>
        </w:rPr>
        <w:t>§ </w:t>
      </w:r>
      <w:r w:rsidR="004F4731">
        <w:rPr>
          <w:rStyle w:val="Ppogrubienie"/>
        </w:rPr>
        <w:t>3</w:t>
      </w:r>
      <w:r w:rsidR="004F4731" w:rsidRPr="00C03E09">
        <w:rPr>
          <w:rStyle w:val="Ppogrubienie"/>
        </w:rPr>
        <w:t>.</w:t>
      </w:r>
      <w:r>
        <w:t> </w:t>
      </w:r>
      <w:r w:rsidR="004F4731">
        <w:t>Uchwała wchodzi w</w:t>
      </w:r>
      <w:r w:rsidR="007C4F80">
        <w:t xml:space="preserve"> </w:t>
      </w:r>
      <w:r w:rsidR="004F4731">
        <w:t>życie z</w:t>
      </w:r>
      <w:r w:rsidR="007C4F80">
        <w:t xml:space="preserve"> </w:t>
      </w:r>
      <w:r w:rsidR="004F4731">
        <w:t>dniem wejścia w</w:t>
      </w:r>
      <w:r w:rsidR="007C4F80">
        <w:t xml:space="preserve"> </w:t>
      </w:r>
      <w:r w:rsidR="004F4731">
        <w:t>życie rozporządzenia Rady Ministrów z</w:t>
      </w:r>
      <w:r w:rsidR="007C4F80">
        <w:t xml:space="preserve"> </w:t>
      </w:r>
      <w:r w:rsidR="004F4731">
        <w:t xml:space="preserve">dnia </w:t>
      </w:r>
      <w:r w:rsidR="00D62FD4">
        <w:t>4 lipca</w:t>
      </w:r>
      <w:r w:rsidR="004F4731">
        <w:t xml:space="preserve"> 2019</w:t>
      </w:r>
      <w:r w:rsidR="007C4F80">
        <w:t xml:space="preserve"> </w:t>
      </w:r>
      <w:r w:rsidR="004F4731">
        <w:t>r. w</w:t>
      </w:r>
      <w:r w:rsidR="007C4F80">
        <w:t xml:space="preserve"> </w:t>
      </w:r>
      <w:r w:rsidR="004F4731">
        <w:t>sprawie szczegółowych warunków udzielania pomocy finansowej uczniom na zakup podręczników i</w:t>
      </w:r>
      <w:r w:rsidR="007C4F80">
        <w:t xml:space="preserve"> </w:t>
      </w:r>
      <w:r w:rsidR="004F4731">
        <w:t>materiałów edukacyjnych.</w:t>
      </w:r>
    </w:p>
    <w:p w:rsidR="0016516E" w:rsidRDefault="00FF1955" w:rsidP="00D62FD4"/>
    <w:p w:rsidR="009E044A" w:rsidRDefault="009E044A" w:rsidP="009E044A">
      <w:pPr>
        <w:pStyle w:val="NAZORGWYDnazwaorganuwydajcegoprojektowanyakt"/>
      </w:pPr>
      <w:r>
        <w:t>prezes rady ministrów</w:t>
      </w:r>
      <w:bookmarkStart w:id="1" w:name="ezdPracownikAtrybut4"/>
      <w:bookmarkEnd w:id="1"/>
    </w:p>
    <w:p w:rsidR="009E044A" w:rsidRDefault="009E044A" w:rsidP="009E044A">
      <w:pPr>
        <w:pStyle w:val="NAZORGWYDnazwaorganuwydajcegoprojektowanyakt"/>
      </w:pPr>
      <w:r>
        <w:t>MATEUSZ MORAWIECKI</w:t>
      </w:r>
    </w:p>
    <w:p w:rsidR="00CC478F" w:rsidRPr="00737F6A" w:rsidRDefault="009E044A" w:rsidP="00D62FD4">
      <w:pPr>
        <w:pStyle w:val="ODNONIKtreodnonika"/>
        <w:ind w:firstLine="4252"/>
      </w:pPr>
      <w:r>
        <w:t>/podpisano kwalifikowanym podpisem elektronicznym/</w:t>
      </w:r>
    </w:p>
    <w:sectPr w:rsidR="00CC478F" w:rsidRPr="00737F6A" w:rsidSect="001A7F15">
      <w:headerReference w:type="default" r:id="rId9"/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955" w:rsidRDefault="00FF1955">
      <w:pPr>
        <w:spacing w:line="240" w:lineRule="auto"/>
      </w:pPr>
      <w:r>
        <w:separator/>
      </w:r>
    </w:p>
  </w:endnote>
  <w:endnote w:type="continuationSeparator" w:id="0">
    <w:p w:rsidR="00FF1955" w:rsidRDefault="00FF19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955" w:rsidRDefault="00FF1955">
      <w:pPr>
        <w:spacing w:line="240" w:lineRule="auto"/>
      </w:pPr>
      <w:r>
        <w:separator/>
      </w:r>
    </w:p>
  </w:footnote>
  <w:footnote w:type="continuationSeparator" w:id="0">
    <w:p w:rsidR="00FF1955" w:rsidRDefault="00FF19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E3D" w:rsidRPr="00B371CC" w:rsidRDefault="004F4731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E1776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linkStyle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0DF"/>
    <w:rsid w:val="000D10C5"/>
    <w:rsid w:val="001757A3"/>
    <w:rsid w:val="002270DF"/>
    <w:rsid w:val="00243D34"/>
    <w:rsid w:val="00270519"/>
    <w:rsid w:val="002A27D1"/>
    <w:rsid w:val="002E1BE7"/>
    <w:rsid w:val="004C09AE"/>
    <w:rsid w:val="004F1DB4"/>
    <w:rsid w:val="004F4731"/>
    <w:rsid w:val="00687689"/>
    <w:rsid w:val="006E0DCE"/>
    <w:rsid w:val="007A32EB"/>
    <w:rsid w:val="007C4F80"/>
    <w:rsid w:val="008263FD"/>
    <w:rsid w:val="008660FF"/>
    <w:rsid w:val="008D5029"/>
    <w:rsid w:val="00900627"/>
    <w:rsid w:val="009E044A"/>
    <w:rsid w:val="00A31BE3"/>
    <w:rsid w:val="00B17385"/>
    <w:rsid w:val="00BC1769"/>
    <w:rsid w:val="00D62FD4"/>
    <w:rsid w:val="00DB284F"/>
    <w:rsid w:val="00DE1776"/>
    <w:rsid w:val="00E57B74"/>
    <w:rsid w:val="00FE35DF"/>
    <w:rsid w:val="00FF1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776D03-F3B5-44FF-B9B6-39514D3C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27D1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2A27D1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2A27D1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2A27D1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2A27D1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2A27D1"/>
    <w:pPr>
      <w:ind w:left="1780"/>
    </w:pPr>
  </w:style>
  <w:style w:type="character" w:styleId="Odwoanieprzypisudolnego">
    <w:name w:val="footnote reference"/>
    <w:uiPriority w:val="99"/>
    <w:rsid w:val="002A27D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2A27D1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DB284F"/>
    <w:rPr>
      <w:kern w:val="1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2A27D1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DB284F"/>
    <w:rPr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2A27D1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DB284F"/>
    <w:rPr>
      <w:rFonts w:ascii="Tahoma" w:hAnsi="Tahoma" w:cs="Tahoma"/>
      <w:kern w:val="1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2A27D1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2A27D1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2A27D1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2A27D1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DB284F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2A27D1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2A27D1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2A27D1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2A27D1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2A27D1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2A27D1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2A27D1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2A27D1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2A27D1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2A27D1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2A27D1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2A27D1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2A27D1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2A27D1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2A27D1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2A27D1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2A27D1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2A27D1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2A27D1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2A27D1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2A27D1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2A27D1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2A27D1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2A27D1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2A27D1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2A27D1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2A27D1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2A27D1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2A27D1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2A27D1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2A27D1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2A27D1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2A27D1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2A27D1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2A27D1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2A27D1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2A27D1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2A27D1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2A27D1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2A27D1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DB284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284F"/>
  </w:style>
  <w:style w:type="paragraph" w:customStyle="1" w:styleId="ZTIRLITzmlittiret">
    <w:name w:val="Z_TIR/LIT – zm. lit. tiret"/>
    <w:basedOn w:val="LITlitera"/>
    <w:uiPriority w:val="57"/>
    <w:qFormat/>
    <w:rsid w:val="002A27D1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2A27D1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2A27D1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2A27D1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2A27D1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2A27D1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2A27D1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2A27D1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2A27D1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2A27D1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2A27D1"/>
  </w:style>
  <w:style w:type="paragraph" w:customStyle="1" w:styleId="ZTIR2TIRzmpodwtirtiret">
    <w:name w:val="Z_TIR/2TIR – zm. podw. tir. tiret"/>
    <w:basedOn w:val="TIRtiret"/>
    <w:uiPriority w:val="78"/>
    <w:qFormat/>
    <w:rsid w:val="002A27D1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2A27D1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2A27D1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2A27D1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2A27D1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2A27D1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2A27D1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2A27D1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2A27D1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2A27D1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2A27D1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2A27D1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2A27D1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2A27D1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2A27D1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2A27D1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2A27D1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2A27D1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2A27D1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2A27D1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2A27D1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2A27D1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2A27D1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2A27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A27D1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284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A27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84F"/>
    <w:rPr>
      <w:b/>
      <w:bCs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2A27D1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2A27D1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2A27D1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2A27D1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2A27D1"/>
    <w:pPr>
      <w:ind w:left="2404"/>
    </w:pPr>
  </w:style>
  <w:style w:type="paragraph" w:customStyle="1" w:styleId="ODNONIKtreodnonika">
    <w:name w:val="ODNOŚNIK – treść odnośnika"/>
    <w:uiPriority w:val="19"/>
    <w:qFormat/>
    <w:rsid w:val="002A27D1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2A27D1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2A27D1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2A27D1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2A27D1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2A27D1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2A27D1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2A27D1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2A27D1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2A27D1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2A27D1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2A27D1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2A27D1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2A27D1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2A27D1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2A27D1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2A27D1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2A27D1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2A27D1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2A27D1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2A27D1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2A27D1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2A27D1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2A27D1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2A27D1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2A27D1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2A27D1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2A27D1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2A27D1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2A27D1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2A27D1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2A27D1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2A27D1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2A27D1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2A27D1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2A27D1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2A27D1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2A27D1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2A27D1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2A27D1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2A27D1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2A27D1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2A27D1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2A27D1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2A27D1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2A27D1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2A27D1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2A27D1"/>
  </w:style>
  <w:style w:type="paragraph" w:customStyle="1" w:styleId="ZZUSTzmianazmust">
    <w:name w:val="ZZ/UST(§) – zmiana zm. ust. (§)"/>
    <w:basedOn w:val="ZZARTzmianazmart"/>
    <w:uiPriority w:val="65"/>
    <w:qFormat/>
    <w:rsid w:val="002A27D1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2A27D1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2A27D1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2A27D1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2A27D1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2A27D1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2A27D1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2A27D1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2A27D1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2A27D1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2A27D1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2A27D1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2A27D1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2A27D1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2A27D1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2A27D1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2A27D1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2A27D1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2A27D1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2A27D1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2A27D1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2A27D1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2A27D1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2A27D1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2A27D1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2A27D1"/>
  </w:style>
  <w:style w:type="paragraph" w:customStyle="1" w:styleId="TEKSTZacznikido">
    <w:name w:val="TEKST&quot;Załącznik(i) do ...&quot;"/>
    <w:uiPriority w:val="28"/>
    <w:qFormat/>
    <w:rsid w:val="002A27D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2A27D1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2A27D1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2A27D1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2A27D1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2A27D1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2A27D1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2A27D1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2A27D1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2A27D1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2A27D1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2A27D1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2A27D1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2A27D1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2A27D1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2A27D1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2A27D1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2A27D1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2A27D1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2A27D1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2A27D1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2A27D1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2A27D1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2A27D1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2A27D1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2A27D1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2A27D1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2A27D1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2A27D1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2A27D1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2A27D1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2A27D1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2A27D1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2A27D1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2A27D1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2A27D1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2A27D1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2A27D1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2A27D1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2A27D1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2A27D1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2A27D1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2A27D1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2A27D1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2A27D1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2A27D1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2A27D1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2A27D1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2A27D1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2A27D1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2A27D1"/>
    <w:rPr>
      <w:b/>
    </w:rPr>
  </w:style>
  <w:style w:type="character" w:customStyle="1" w:styleId="Kkursywa">
    <w:name w:val="_K_ – kursywa"/>
    <w:basedOn w:val="Domylnaczcionkaakapitu"/>
    <w:uiPriority w:val="1"/>
    <w:qFormat/>
    <w:rsid w:val="002A27D1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2A27D1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2A27D1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2A27D1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2A27D1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2A27D1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A27D1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2A27D1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2A27D1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2A27D1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2A27D1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2A27D1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2A27D1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2A27D1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2A27D1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2A27D1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2A27D1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2A27D1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2A27D1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2A27D1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2A27D1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2A27D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A27D1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A27D1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2A27D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2A27D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2A27D1"/>
    <w:pPr>
      <w:ind w:left="1780"/>
    </w:pPr>
  </w:style>
  <w:style w:type="table" w:styleId="Tabela-Siatka">
    <w:name w:val="Table Grid"/>
    <w:basedOn w:val="Standardowy"/>
    <w:locked/>
    <w:rsid w:val="00DB284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DB284F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2A27D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2A27D1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2A27D1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2A27D1"/>
    <w:rPr>
      <w:color w:val="808080"/>
    </w:rPr>
  </w:style>
  <w:style w:type="paragraph" w:styleId="Poprawka">
    <w:name w:val="Revision"/>
    <w:hidden/>
    <w:uiPriority w:val="99"/>
    <w:semiHidden/>
    <w:rsid w:val="00785642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905DE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99"/>
    <w:rsid w:val="00905DE5"/>
    <w:rPr>
      <w:rFonts w:ascii="Times New Roman" w:eastAsiaTheme="minorEastAsia" w:hAnsi="Times New Roman" w:cs="Arial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lsza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90070A-4F27-48AD-9F76-F9345596B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</TotalTime>
  <Pages>3</Pages>
  <Words>767</Words>
  <Characters>4608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test2</dc:creator>
  <cp:lastModifiedBy>Katarzyna Zabczynska</cp:lastModifiedBy>
  <cp:revision>2</cp:revision>
  <cp:lastPrinted>2017-10-31T09:10:00Z</cp:lastPrinted>
  <dcterms:created xsi:type="dcterms:W3CDTF">2019-07-16T10:14:00Z</dcterms:created>
  <dcterms:modified xsi:type="dcterms:W3CDTF">2019-07-16T10:14:00Z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ogłoszenia">
    <vt:lpwstr>&lt;data ogłoszenia&gt;</vt:lpwstr>
  </property>
  <property fmtid="{D5CDD505-2E9C-101B-9397-08002B2CF9AE}" pid="3" name="Data wydania obwieszczenia">
    <vt:lpwstr>&lt;data wydania obwieszczenia&gt;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