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2FF63" w14:textId="77777777" w:rsidR="0040270A" w:rsidRPr="005F01D4" w:rsidRDefault="0040270A" w:rsidP="0070114A">
      <w:pPr>
        <w:pStyle w:val="NormalWeb2"/>
        <w:spacing w:before="0" w:after="0"/>
        <w:ind w:left="6521" w:hanging="1"/>
        <w:jc w:val="left"/>
      </w:pPr>
      <w:bookmarkStart w:id="0" w:name="_GoBack"/>
      <w:bookmarkEnd w:id="0"/>
      <w:r w:rsidRPr="005F01D4">
        <w:t>Załącznik</w:t>
      </w:r>
    </w:p>
    <w:p w14:paraId="02EC470B" w14:textId="75BC6FB9" w:rsidR="0040270A" w:rsidRPr="005F01D4" w:rsidRDefault="0040270A" w:rsidP="0070114A">
      <w:pPr>
        <w:pStyle w:val="NormalWeb2"/>
        <w:spacing w:before="0" w:after="0"/>
        <w:ind w:left="6521" w:hanging="1"/>
        <w:jc w:val="left"/>
      </w:pPr>
      <w:r w:rsidRPr="005F01D4">
        <w:t xml:space="preserve">do uchwały nr </w:t>
      </w:r>
      <w:r w:rsidR="008851A9">
        <w:t>75</w:t>
      </w:r>
    </w:p>
    <w:p w14:paraId="3D6E2ED0" w14:textId="77777777" w:rsidR="0040270A" w:rsidRPr="005F01D4" w:rsidRDefault="0040270A" w:rsidP="0070114A">
      <w:pPr>
        <w:pStyle w:val="NormalWeb2"/>
        <w:spacing w:before="0" w:after="0"/>
        <w:ind w:left="6521" w:hanging="1"/>
        <w:jc w:val="left"/>
      </w:pPr>
      <w:r w:rsidRPr="005F01D4">
        <w:t>Rady Ministrów</w:t>
      </w:r>
    </w:p>
    <w:p w14:paraId="4706B5C9" w14:textId="591703B7" w:rsidR="0040270A" w:rsidRDefault="00EF59CA" w:rsidP="0070114A">
      <w:pPr>
        <w:pStyle w:val="NormalWeb2"/>
        <w:spacing w:before="0" w:after="0"/>
        <w:ind w:left="6521" w:hanging="1"/>
        <w:jc w:val="left"/>
      </w:pPr>
      <w:r w:rsidRPr="005F01D4">
        <w:t xml:space="preserve">z dnia </w:t>
      </w:r>
      <w:r w:rsidR="008851A9">
        <w:t>27 maja</w:t>
      </w:r>
      <w:r w:rsidR="00B71667">
        <w:t xml:space="preserve"> 2025 r.</w:t>
      </w:r>
    </w:p>
    <w:p w14:paraId="132E24CD" w14:textId="77777777" w:rsidR="00B863A7" w:rsidRPr="005F01D4" w:rsidRDefault="00B863A7" w:rsidP="0070114A">
      <w:pPr>
        <w:pStyle w:val="NormalWeb2"/>
        <w:spacing w:before="0" w:after="0"/>
        <w:ind w:left="6521" w:hanging="1"/>
        <w:jc w:val="left"/>
      </w:pPr>
    </w:p>
    <w:p w14:paraId="39F474DB" w14:textId="62F678E4" w:rsidR="004C4B7C" w:rsidRPr="005F01D4" w:rsidRDefault="00867026" w:rsidP="00EE71DB">
      <w:pPr>
        <w:spacing w:before="240" w:line="360" w:lineRule="auto"/>
        <w:jc w:val="center"/>
        <w:rPr>
          <w:b/>
        </w:rPr>
      </w:pPr>
      <w:r w:rsidRPr="005F01D4">
        <w:rPr>
          <w:b/>
        </w:rPr>
        <w:t>Rządowy program pomocy dzieciom i uczniom</w:t>
      </w:r>
    </w:p>
    <w:p w14:paraId="45323D0D" w14:textId="174E8296" w:rsidR="00867026" w:rsidRPr="005F01D4" w:rsidRDefault="00867026" w:rsidP="008619E5">
      <w:pPr>
        <w:spacing w:line="360" w:lineRule="auto"/>
        <w:jc w:val="center"/>
        <w:rPr>
          <w:b/>
        </w:rPr>
      </w:pPr>
      <w:r w:rsidRPr="005F01D4">
        <w:rPr>
          <w:b/>
        </w:rPr>
        <w:t>w formie zasiłku losowego na cele edukacyjne, pomocy uczniom w formie wyjazdów terapeutyczno-edukacyjnych oraz pomocy dzieciom i uczniom w formie zajęć opiekuńczych i zajęć terapeutyczno-edukacyjnych w latach 202</w:t>
      </w:r>
      <w:r w:rsidR="00A40600" w:rsidRPr="005F01D4">
        <w:rPr>
          <w:b/>
        </w:rPr>
        <w:t>5</w:t>
      </w:r>
      <w:r w:rsidRPr="005F01D4">
        <w:rPr>
          <w:b/>
        </w:rPr>
        <w:t>–202</w:t>
      </w:r>
      <w:r w:rsidR="00A40600" w:rsidRPr="005F01D4">
        <w:rPr>
          <w:b/>
        </w:rPr>
        <w:t>7</w:t>
      </w:r>
    </w:p>
    <w:p w14:paraId="1F955FD3" w14:textId="0F5CFAB3" w:rsidR="00B863A7" w:rsidRPr="005F01D4" w:rsidRDefault="00867026" w:rsidP="00867026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b/>
          <w:bCs/>
        </w:rPr>
      </w:pPr>
      <w:r w:rsidRPr="005F01D4">
        <w:rPr>
          <w:b/>
          <w:bCs/>
        </w:rPr>
        <w:t>I. WSTĘP</w:t>
      </w:r>
    </w:p>
    <w:p w14:paraId="0DCD0370" w14:textId="317C843E" w:rsidR="00867026" w:rsidRPr="005F01D4" w:rsidRDefault="00867026" w:rsidP="00F62F68">
      <w:pPr>
        <w:autoSpaceDE w:val="0"/>
        <w:autoSpaceDN w:val="0"/>
        <w:adjustRightInd w:val="0"/>
        <w:spacing w:line="360" w:lineRule="auto"/>
        <w:jc w:val="both"/>
      </w:pPr>
      <w:r w:rsidRPr="005F01D4">
        <w:t>Występujące na terenie kraju w latach 2009–202</w:t>
      </w:r>
      <w:r w:rsidR="0053297C" w:rsidRPr="005F01D4">
        <w:t>4</w:t>
      </w:r>
      <w:r w:rsidRPr="005F01D4">
        <w:t xml:space="preserve"> nawałnice oraz inne negatywne zdarzenia atmosferyczne, w szczególności huragany, deszcze nawalne, gradobicia lub powodzie, zwane dalej „żywiołem”</w:t>
      </w:r>
      <w:r w:rsidR="00B055FD" w:rsidRPr="005F01D4">
        <w:t>,</w:t>
      </w:r>
      <w:r w:rsidRPr="005F01D4">
        <w:t xml:space="preserve"> spowodowały znaczne szkody w gospodarstwach domowych oraz gospodarstwach rolnych. Wiele dzieci i wielu uczniów z rodzin dotkniętych skutkami wystąpienia żywiołu utraciło podstawowe wyposażenie edukacyjne lub pośrednio, przez zmianę przeznaczenia wydatków z budżetów domowych, mogło mieć trudności z nabyciem niezbędnego nowego wyposażenia edukacyjnego.</w:t>
      </w:r>
      <w:r w:rsidR="00E85D97" w:rsidRPr="005F01D4">
        <w:t xml:space="preserve"> </w:t>
      </w:r>
    </w:p>
    <w:p w14:paraId="4BA271FF" w14:textId="77777777" w:rsidR="00F62F68" w:rsidRPr="005F01D4" w:rsidRDefault="00F62F68" w:rsidP="008619E5">
      <w:pPr>
        <w:autoSpaceDE w:val="0"/>
        <w:autoSpaceDN w:val="0"/>
        <w:adjustRightInd w:val="0"/>
        <w:spacing w:line="360" w:lineRule="auto"/>
        <w:jc w:val="both"/>
      </w:pPr>
    </w:p>
    <w:p w14:paraId="0D09AAFE" w14:textId="77777777" w:rsidR="00867026" w:rsidRPr="005F01D4" w:rsidRDefault="00867026" w:rsidP="00F62F68">
      <w:pPr>
        <w:autoSpaceDE w:val="0"/>
        <w:autoSpaceDN w:val="0"/>
        <w:adjustRightInd w:val="0"/>
        <w:spacing w:line="360" w:lineRule="auto"/>
        <w:jc w:val="both"/>
      </w:pPr>
      <w:r w:rsidRPr="005F01D4">
        <w:t xml:space="preserve">Cykliczność pojawiania się żywiołu oraz jego skala sprawiają, że konieczne jest podjęcie działań o charakterze wyprzedzającym, które stworzą mechanizm pomocy dla określonej grupy odbiorców od chwili pojawienia się szkód oraz ich wstępnego zidentyfikowania przez ośrodki pomocy społecznej lub samych poszkodowanych. </w:t>
      </w:r>
    </w:p>
    <w:p w14:paraId="6525AA88" w14:textId="77777777" w:rsidR="00F62F68" w:rsidRPr="005F01D4" w:rsidRDefault="00F62F68" w:rsidP="008619E5">
      <w:pPr>
        <w:autoSpaceDE w:val="0"/>
        <w:autoSpaceDN w:val="0"/>
        <w:adjustRightInd w:val="0"/>
        <w:spacing w:line="360" w:lineRule="auto"/>
        <w:jc w:val="both"/>
      </w:pPr>
    </w:p>
    <w:p w14:paraId="676A1225" w14:textId="594A084D" w:rsidR="00540342" w:rsidRPr="005F01D4" w:rsidRDefault="00540342" w:rsidP="00F62F68">
      <w:pPr>
        <w:autoSpaceDE w:val="0"/>
        <w:autoSpaceDN w:val="0"/>
        <w:adjustRightInd w:val="0"/>
        <w:spacing w:line="360" w:lineRule="auto"/>
        <w:jc w:val="both"/>
      </w:pPr>
      <w:r w:rsidRPr="005F01D4">
        <w:t>Występujące na terenie kraju żywioły powodujące znaczne szkody w gospodarstwach domowych sprawiły, że od 2010 r. minister właściwy do spraw oświaty i wychowania z rezerwy celowej budżetu państwa przeznaczał środki finansowe na organizację wyjazdów terapeutyczno-edukacyjnych dla uczniów z terenów objętych żywiołem. Udzielanie pomocy dzieciom i uczniom w formie jednorazowego zasiłku losowego na cele edukacyjne, od 2014 r. również w formie wyjazdów terapeutyczno-edukacyjnych, a od 2015 r. także w formie zajęć opiekuńczych i zajęć terapeutyczno-edukacyjnych, odbywało się na podstawie rocznego programu rządowego, zaś od 2019 r. – trzyletniego programu rządowego, ustanowionego zgodnie z art. 90u ust. 1 pkt 1 ustawy z dnia 7 września 1991 r. o systemie oświaty (Dz. U. z 2024 r. poz. 750, 854</w:t>
      </w:r>
      <w:r w:rsidR="00910AB1" w:rsidRPr="005F01D4">
        <w:t>,</w:t>
      </w:r>
      <w:r w:rsidRPr="005F01D4">
        <w:t xml:space="preserve"> 1473</w:t>
      </w:r>
      <w:r w:rsidR="00910AB1" w:rsidRPr="005F01D4">
        <w:t xml:space="preserve"> i 1933</w:t>
      </w:r>
      <w:r w:rsidR="00E23154">
        <w:t xml:space="preserve"> oraz z 2025 r. poz. 620 i 622</w:t>
      </w:r>
      <w:r w:rsidRPr="005F01D4">
        <w:t>).</w:t>
      </w:r>
    </w:p>
    <w:p w14:paraId="5922F6BB" w14:textId="3419A577" w:rsidR="00867026" w:rsidRPr="005F01D4" w:rsidRDefault="00867026" w:rsidP="00F62F68">
      <w:pPr>
        <w:autoSpaceDE w:val="0"/>
        <w:autoSpaceDN w:val="0"/>
        <w:adjustRightInd w:val="0"/>
        <w:spacing w:line="360" w:lineRule="auto"/>
        <w:jc w:val="both"/>
      </w:pPr>
      <w:r w:rsidRPr="005F01D4">
        <w:lastRenderedPageBreak/>
        <w:t xml:space="preserve">Przyznanie dzieciom i uczniom z rodzin dotkniętych skutkami żywiołu dofinansowania zakupu niezbędnego wyposażenia edukacyjnego </w:t>
      </w:r>
      <w:r w:rsidR="0053297C" w:rsidRPr="005F01D4">
        <w:t xml:space="preserve">stanowi </w:t>
      </w:r>
      <w:r w:rsidRPr="005F01D4">
        <w:t xml:space="preserve">rozszerzenie katalogu realizowanych instrumentów pomocy materialnej państwa w zakresie wspierania rodzin w związku ze stratami poniesionymi w wyniku wystąpienia żywiołu w latach </w:t>
      </w:r>
      <w:r w:rsidR="00A40600" w:rsidRPr="005F01D4">
        <w:t>2025</w:t>
      </w:r>
      <w:r w:rsidRPr="005F01D4">
        <w:t>–202</w:t>
      </w:r>
      <w:r w:rsidR="00A40600" w:rsidRPr="005F01D4">
        <w:t>7</w:t>
      </w:r>
      <w:r w:rsidRPr="005F01D4">
        <w:t>.</w:t>
      </w:r>
    </w:p>
    <w:p w14:paraId="1F9EBD93" w14:textId="77777777" w:rsidR="00540342" w:rsidRPr="005F01D4" w:rsidRDefault="00540342" w:rsidP="00F62F68">
      <w:pPr>
        <w:autoSpaceDE w:val="0"/>
        <w:autoSpaceDN w:val="0"/>
        <w:adjustRightInd w:val="0"/>
        <w:spacing w:line="360" w:lineRule="auto"/>
        <w:jc w:val="both"/>
      </w:pPr>
    </w:p>
    <w:p w14:paraId="2D6057ED" w14:textId="2488B4DF" w:rsidR="00867026" w:rsidRPr="005F01D4" w:rsidRDefault="00867026" w:rsidP="00F62F68">
      <w:pPr>
        <w:autoSpaceDE w:val="0"/>
        <w:autoSpaceDN w:val="0"/>
        <w:adjustRightInd w:val="0"/>
        <w:spacing w:line="360" w:lineRule="auto"/>
        <w:jc w:val="both"/>
      </w:pPr>
      <w:r w:rsidRPr="005F01D4">
        <w:t>Udziel</w:t>
      </w:r>
      <w:r w:rsidR="00E36802">
        <w:t>a</w:t>
      </w:r>
      <w:r w:rsidRPr="005F01D4">
        <w:t>nie pomocy w formie zasiłku losowego na cele edukacyjne może uzupełniać cele rządowego programu „Dobry start” ustanowionego uchwałą nr 80 Rady Ministrów z dnia 30 maja 2018 r. w sprawie ustanowienia rządowego programu „Dobry start” (M.P. poz.</w:t>
      </w:r>
      <w:r w:rsidR="00BC1FAC">
        <w:t xml:space="preserve"> </w:t>
      </w:r>
      <w:r w:rsidRPr="005F01D4">
        <w:t>514).</w:t>
      </w:r>
    </w:p>
    <w:p w14:paraId="2A091754" w14:textId="0B615EA4" w:rsidR="001B20B5" w:rsidRPr="005F01D4" w:rsidRDefault="001B20B5" w:rsidP="001B20B5">
      <w:pPr>
        <w:keepNext/>
        <w:keepLines/>
        <w:spacing w:line="360" w:lineRule="auto"/>
        <w:jc w:val="both"/>
        <w:rPr>
          <w:b/>
        </w:rPr>
      </w:pPr>
    </w:p>
    <w:p w14:paraId="4BD28606" w14:textId="5D553CC4" w:rsidR="00867026" w:rsidRPr="005F01D4" w:rsidRDefault="00867026" w:rsidP="001B20B5">
      <w:pPr>
        <w:keepNext/>
        <w:keepLines/>
        <w:spacing w:line="360" w:lineRule="auto"/>
        <w:jc w:val="both"/>
        <w:rPr>
          <w:b/>
        </w:rPr>
      </w:pPr>
      <w:r w:rsidRPr="005F01D4">
        <w:rPr>
          <w:b/>
        </w:rPr>
        <w:t>II. CEL PROGRAMU</w:t>
      </w:r>
    </w:p>
    <w:p w14:paraId="14F48ED6" w14:textId="77777777" w:rsidR="001B20B5" w:rsidRPr="005F01D4" w:rsidRDefault="001B20B5" w:rsidP="001B20B5">
      <w:pPr>
        <w:keepNext/>
        <w:keepLines/>
        <w:spacing w:line="360" w:lineRule="auto"/>
        <w:jc w:val="both"/>
        <w:rPr>
          <w:b/>
        </w:rPr>
      </w:pPr>
    </w:p>
    <w:p w14:paraId="691323FF" w14:textId="2B8F9406" w:rsidR="00867026" w:rsidRPr="005F01D4" w:rsidRDefault="00867026" w:rsidP="00F62F68">
      <w:pPr>
        <w:autoSpaceDE w:val="0"/>
        <w:autoSpaceDN w:val="0"/>
        <w:adjustRightInd w:val="0"/>
        <w:spacing w:line="360" w:lineRule="auto"/>
        <w:jc w:val="both"/>
      </w:pPr>
      <w:r w:rsidRPr="005F01D4">
        <w:t xml:space="preserve">Celem Rządowego programu pomocy dzieciom i uczniom w formie zasiłku losowego na cele edukacyjne, pomocy uczniom w formie wyjazdów terapeutyczno-edukacyjnych oraz pomocy dzieciom i uczniom w formie zajęć opiekuńczych i zajęć terapeutyczno-edukacyjnych w latach </w:t>
      </w:r>
      <w:r w:rsidR="007E5429" w:rsidRPr="005F01D4">
        <w:t>2025</w:t>
      </w:r>
      <w:r w:rsidRPr="005F01D4">
        <w:t>–202</w:t>
      </w:r>
      <w:r w:rsidR="007E5429" w:rsidRPr="005F01D4">
        <w:t>7</w:t>
      </w:r>
      <w:r w:rsidRPr="005F01D4">
        <w:t>, zwanego dalej „Programem”, jest:</w:t>
      </w:r>
    </w:p>
    <w:p w14:paraId="1E58CADA" w14:textId="0593C3F3" w:rsidR="00867026" w:rsidRPr="005F01D4" w:rsidRDefault="00867026" w:rsidP="008619E5">
      <w:pPr>
        <w:numPr>
          <w:ilvl w:val="0"/>
          <w:numId w:val="8"/>
        </w:numPr>
        <w:spacing w:line="360" w:lineRule="auto"/>
        <w:ind w:left="426" w:hanging="425"/>
        <w:contextualSpacing/>
        <w:jc w:val="both"/>
      </w:pPr>
      <w:r w:rsidRPr="005F01D4">
        <w:t xml:space="preserve">umożliwienie zakupu wyposażenia edukacyjnego dla dzieci i uczniów, w przypadku gdy uległo ono zniszczeniu lub gdy jego nabycie, ze względów ekonomicznych wynikających </w:t>
      </w:r>
      <w:r w:rsidR="003E0CE6" w:rsidRPr="005F01D4">
        <w:t>z </w:t>
      </w:r>
      <w:r w:rsidRPr="005F01D4">
        <w:t>wystąpienia żywiołu, jest utrudnione lub niemożliwe;</w:t>
      </w:r>
    </w:p>
    <w:p w14:paraId="4F6ABF2C" w14:textId="5F853356" w:rsidR="00867026" w:rsidRPr="005F01D4" w:rsidRDefault="00867026" w:rsidP="008619E5">
      <w:pPr>
        <w:numPr>
          <w:ilvl w:val="0"/>
          <w:numId w:val="8"/>
        </w:numPr>
        <w:spacing w:line="360" w:lineRule="auto"/>
        <w:ind w:left="426" w:hanging="425"/>
        <w:contextualSpacing/>
        <w:jc w:val="both"/>
      </w:pPr>
      <w:r w:rsidRPr="005F01D4">
        <w:t xml:space="preserve">zapewnienie pomocy terapeutycznej uczniom poszkodowanym w wyniku wystąpienia żywiołu oraz stworzenie warunków edukacyjnych, wychowawczych i opiekuńczych, które </w:t>
      </w:r>
      <w:r w:rsidR="0035758E" w:rsidRPr="005F01D4">
        <w:t xml:space="preserve">mają </w:t>
      </w:r>
      <w:r w:rsidRPr="005F01D4">
        <w:t>zmniejszać negatywne skutki i przeżycia z nim związane w trakcie wyjazdów terapeutyczno-edukacyjnych;</w:t>
      </w:r>
    </w:p>
    <w:p w14:paraId="4D34DABE" w14:textId="15781470" w:rsidR="00867026" w:rsidRPr="005F01D4" w:rsidRDefault="00867026" w:rsidP="008619E5">
      <w:pPr>
        <w:numPr>
          <w:ilvl w:val="0"/>
          <w:numId w:val="8"/>
        </w:numPr>
        <w:spacing w:line="360" w:lineRule="auto"/>
        <w:ind w:left="426" w:hanging="425"/>
        <w:contextualSpacing/>
        <w:jc w:val="both"/>
      </w:pPr>
      <w:r w:rsidRPr="005F01D4">
        <w:t>zapewnienie zajęć opiekuńczych i zajęć terapeutyczno-edukacyjnych dzieciom i</w:t>
      </w:r>
      <w:r w:rsidR="00BC1FAC">
        <w:t xml:space="preserve"> </w:t>
      </w:r>
      <w:r w:rsidRPr="005F01D4">
        <w:t xml:space="preserve">uczniom poszkodowanym w wyniku wystąpienia żywiołu oraz stworzenie warunków edukacyjnych, wychowawczych i opiekuńczych, które </w:t>
      </w:r>
      <w:r w:rsidR="0035758E" w:rsidRPr="005F01D4">
        <w:t xml:space="preserve">mają </w:t>
      </w:r>
      <w:r w:rsidRPr="005F01D4">
        <w:t>zmniejszać negatywne skutki i przeżycia z nim związane oraz pozwolą dziecku lub uczniowi pozostać w</w:t>
      </w:r>
      <w:r w:rsidR="00BC1FAC">
        <w:t xml:space="preserve"> </w:t>
      </w:r>
      <w:r w:rsidRPr="005F01D4">
        <w:t>najbliższym znanym otoczeniu.</w:t>
      </w:r>
    </w:p>
    <w:p w14:paraId="7FB88A1B" w14:textId="77777777" w:rsidR="00867026" w:rsidRPr="005F01D4" w:rsidRDefault="00867026" w:rsidP="008619E5">
      <w:pPr>
        <w:spacing w:line="360" w:lineRule="auto"/>
        <w:jc w:val="both"/>
      </w:pPr>
      <w:r w:rsidRPr="005F01D4">
        <w:t xml:space="preserve">W wyniku wystąpienia żywiołu rodziny dzieci i uczniów tracą niejednokrotnie dorobek swojego życia i doświadczają dramatycznych przeżyć emocjonalnych. W takiej sytuacji osoby doświadczające kryzysu wymagają natychmiastowej pomocy. Brak pomocy w tak ważnej chwili stwarza poważne zagrożenie wystąpienia zaburzeń emocjonalnych, w tym zaburzeń nerwicowych, a nawet zaburzeń osobowości. </w:t>
      </w:r>
    </w:p>
    <w:p w14:paraId="65971AE7" w14:textId="0C6FF159" w:rsidR="00867026" w:rsidRPr="005F01D4" w:rsidRDefault="00867026" w:rsidP="00F62F68">
      <w:pPr>
        <w:spacing w:line="360" w:lineRule="auto"/>
        <w:jc w:val="both"/>
      </w:pPr>
      <w:r w:rsidRPr="005F01D4">
        <w:t xml:space="preserve">Interwencja psychologiczna i pedagogiczna po doznanych negatywnych przeżyciach jest niezbędna. W celu przeciwdziałania negatywnym skutkom psychologicznym należy </w:t>
      </w:r>
      <w:r w:rsidRPr="005F01D4">
        <w:lastRenderedPageBreak/>
        <w:t xml:space="preserve">stworzyć warunki do wyrównania szans edukacyjnych uczniów. Warunki te </w:t>
      </w:r>
      <w:r w:rsidR="0035758E" w:rsidRPr="005F01D4">
        <w:t xml:space="preserve">mają być </w:t>
      </w:r>
      <w:r w:rsidRPr="005F01D4">
        <w:t xml:space="preserve">zapewnione przez organizowanie wyjazdów terapeutyczno-edukacyjnych, które </w:t>
      </w:r>
      <w:r w:rsidR="00F34029" w:rsidRPr="005F01D4">
        <w:t>mają być</w:t>
      </w:r>
      <w:r w:rsidR="0035758E" w:rsidRPr="005F01D4">
        <w:t xml:space="preserve"> </w:t>
      </w:r>
      <w:r w:rsidRPr="005F01D4">
        <w:t>realizowane do </w:t>
      </w:r>
      <w:r w:rsidR="003E0CE6" w:rsidRPr="005F01D4">
        <w:t xml:space="preserve">dnia 31 </w:t>
      </w:r>
      <w:r w:rsidRPr="005F01D4">
        <w:t>grudnia odpowiednio w 20</w:t>
      </w:r>
      <w:r w:rsidR="004E2023" w:rsidRPr="005F01D4">
        <w:t>2</w:t>
      </w:r>
      <w:r w:rsidR="007E5429" w:rsidRPr="005F01D4">
        <w:t>5</w:t>
      </w:r>
      <w:r w:rsidRPr="005F01D4">
        <w:t xml:space="preserve"> r., 202</w:t>
      </w:r>
      <w:r w:rsidR="007E5429" w:rsidRPr="005F01D4">
        <w:t>6</w:t>
      </w:r>
      <w:r w:rsidRPr="005F01D4">
        <w:t xml:space="preserve"> r. lub 202</w:t>
      </w:r>
      <w:r w:rsidR="007E5429" w:rsidRPr="005F01D4">
        <w:t>7</w:t>
      </w:r>
      <w:r w:rsidRPr="005F01D4">
        <w:t xml:space="preserve"> r. </w:t>
      </w:r>
    </w:p>
    <w:p w14:paraId="3588961B" w14:textId="77777777" w:rsidR="00867026" w:rsidRPr="005F01D4" w:rsidRDefault="00867026" w:rsidP="008619E5">
      <w:pPr>
        <w:spacing w:line="360" w:lineRule="auto"/>
      </w:pPr>
    </w:p>
    <w:p w14:paraId="53F34CCB" w14:textId="74350303" w:rsidR="00867026" w:rsidRPr="005F01D4" w:rsidRDefault="00867026" w:rsidP="00F62F68">
      <w:pPr>
        <w:autoSpaceDE w:val="0"/>
        <w:autoSpaceDN w:val="0"/>
        <w:adjustRightInd w:val="0"/>
        <w:spacing w:line="360" w:lineRule="auto"/>
        <w:jc w:val="both"/>
      </w:pPr>
      <w:r w:rsidRPr="005F01D4">
        <w:t xml:space="preserve">Podobną rolę, jak wyjazdy terapeutyczno-edukacyjne, mają pełnić zajęcia opiekuńcze i zajęcia terapeutyczno-edukacyjne organizowane w formach stacjonarnych w najbliższym otoczeniu dziecka lub ucznia. Ich odbiorcami </w:t>
      </w:r>
      <w:r w:rsidR="0035758E" w:rsidRPr="005F01D4">
        <w:t xml:space="preserve">są </w:t>
      </w:r>
      <w:r w:rsidRPr="005F01D4">
        <w:t>dzieci realizujące obowiązkowe roczne przygotowanie przedszkolne</w:t>
      </w:r>
      <w:r w:rsidR="00910AB1" w:rsidRPr="005F01D4">
        <w:t xml:space="preserve"> </w:t>
      </w:r>
      <w:r w:rsidR="00D04F67" w:rsidRPr="005F01D4">
        <w:t>oraz</w:t>
      </w:r>
      <w:r w:rsidRPr="005F01D4">
        <w:t xml:space="preserve"> uczniowie</w:t>
      </w:r>
      <w:r w:rsidR="00730ED3" w:rsidRPr="005F01D4">
        <w:t xml:space="preserve"> uczęszczający do szkół wszystkich typów</w:t>
      </w:r>
      <w:r w:rsidR="00910AB1" w:rsidRPr="005F01D4">
        <w:t>, kształcący się w tych szkołach w formie dziennej,</w:t>
      </w:r>
      <w:r w:rsidRPr="005F01D4">
        <w:t xml:space="preserve"> którzy z różnych przyczyn nie chcą lub nie mogą korzystać z wyjazdu terapeutyczno-edukacyjnego. Zorganizowanie takiej formy wsparcia może być również bardzo pomocne rodzicom dziecka lub ucznia w sytuacji pilnej potrzeby podjęcia prac naprawczych, remontowych lub budowalnych związanych ze stratami spowodowanymi wystąpieniem żywiołu. </w:t>
      </w:r>
    </w:p>
    <w:p w14:paraId="48D7E95E" w14:textId="3FC3498A" w:rsidR="001B20B5" w:rsidRPr="005F01D4" w:rsidRDefault="001B20B5" w:rsidP="00867026">
      <w:pPr>
        <w:keepNext/>
        <w:keepLines/>
        <w:spacing w:line="360" w:lineRule="auto"/>
        <w:jc w:val="both"/>
        <w:rPr>
          <w:b/>
        </w:rPr>
      </w:pPr>
    </w:p>
    <w:p w14:paraId="0913B45A" w14:textId="27AD9272" w:rsidR="00867026" w:rsidRPr="005F01D4" w:rsidRDefault="00867026" w:rsidP="00867026">
      <w:pPr>
        <w:keepNext/>
        <w:keepLines/>
        <w:spacing w:line="360" w:lineRule="auto"/>
        <w:jc w:val="both"/>
        <w:rPr>
          <w:b/>
        </w:rPr>
      </w:pPr>
      <w:r w:rsidRPr="005F01D4">
        <w:rPr>
          <w:b/>
        </w:rPr>
        <w:t>III. BENEFICJENCI PROGRAMU</w:t>
      </w:r>
    </w:p>
    <w:p w14:paraId="29841013" w14:textId="77777777" w:rsidR="00404EC8" w:rsidRPr="005F01D4" w:rsidRDefault="00404EC8" w:rsidP="00867026">
      <w:pPr>
        <w:keepNext/>
        <w:keepLines/>
        <w:spacing w:line="360" w:lineRule="auto"/>
        <w:jc w:val="both"/>
        <w:rPr>
          <w:b/>
        </w:rPr>
      </w:pPr>
    </w:p>
    <w:p w14:paraId="4CCDF2F0" w14:textId="17DCC330" w:rsidR="00540342" w:rsidRPr="005F01D4" w:rsidRDefault="00540342" w:rsidP="00F62F68">
      <w:pPr>
        <w:autoSpaceDE w:val="0"/>
        <w:autoSpaceDN w:val="0"/>
        <w:adjustRightInd w:val="0"/>
        <w:spacing w:line="360" w:lineRule="auto"/>
        <w:jc w:val="both"/>
      </w:pPr>
      <w:r w:rsidRPr="005F01D4">
        <w:t>W związku ze stratami ponoszonymi przez rodziny w wyniku wystąpienia żywiołu na podstawie art. 40 ustawy z dnia 12 marca 2004 r. o pomocy społecznej (Dz. U. z 2024 r. poz. 1283 i 1572</w:t>
      </w:r>
      <w:r w:rsidR="00E23154">
        <w:t xml:space="preserve"> oraz z 2025 r. poz. 620</w:t>
      </w:r>
      <w:r w:rsidRPr="005F01D4">
        <w:t xml:space="preserve">) są przyznawane świadczenia pieniężne w formie zasiłków celowych. </w:t>
      </w:r>
    </w:p>
    <w:p w14:paraId="58424D82" w14:textId="77777777" w:rsidR="00F62F68" w:rsidRPr="005F01D4" w:rsidRDefault="00F62F68" w:rsidP="00F62F68">
      <w:pPr>
        <w:autoSpaceDE w:val="0"/>
        <w:autoSpaceDN w:val="0"/>
        <w:adjustRightInd w:val="0"/>
        <w:spacing w:line="360" w:lineRule="auto"/>
        <w:jc w:val="both"/>
      </w:pPr>
    </w:p>
    <w:p w14:paraId="13EDC346" w14:textId="2154A84B" w:rsidR="00540342" w:rsidRPr="005F01D4" w:rsidRDefault="00540342" w:rsidP="00F62F68">
      <w:pPr>
        <w:autoSpaceDE w:val="0"/>
        <w:autoSpaceDN w:val="0"/>
        <w:adjustRightInd w:val="0"/>
        <w:spacing w:line="360" w:lineRule="auto"/>
        <w:jc w:val="both"/>
      </w:pPr>
      <w:r w:rsidRPr="005F01D4">
        <w:t>Przyznanie świadczeni</w:t>
      </w:r>
      <w:r w:rsidR="00F34029" w:rsidRPr="005F01D4">
        <w:t>a</w:t>
      </w:r>
      <w:r w:rsidRPr="005F01D4">
        <w:t xml:space="preserve"> pieniężnego w formie zasiłku celowego (bez względu na jego wysokość) stanowi podstawę do udziel</w:t>
      </w:r>
      <w:r w:rsidR="00E36802">
        <w:t>a</w:t>
      </w:r>
      <w:r w:rsidRPr="005F01D4">
        <w:t>nia dzieciom i uczniom pomocy w formie:</w:t>
      </w:r>
    </w:p>
    <w:p w14:paraId="2368FEFE" w14:textId="0C4BF8B7" w:rsidR="00540342" w:rsidRPr="005F01D4" w:rsidRDefault="00540342" w:rsidP="00F62F6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5F01D4">
        <w:t>zasiłku losowego na cele edukacyjne</w:t>
      </w:r>
      <w:r w:rsidR="00E226EB" w:rsidRPr="005F01D4">
        <w:t>,</w:t>
      </w:r>
    </w:p>
    <w:p w14:paraId="0E0B1059" w14:textId="36164168" w:rsidR="00540342" w:rsidRPr="005F01D4" w:rsidRDefault="00540342" w:rsidP="00F62F6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5F01D4">
        <w:t>wyjazdu terapeutyczno-edukacyjnego</w:t>
      </w:r>
      <w:r w:rsidR="00E226EB" w:rsidRPr="005F01D4">
        <w:t>,</w:t>
      </w:r>
    </w:p>
    <w:p w14:paraId="6B2152D4" w14:textId="77777777" w:rsidR="00E503C6" w:rsidRPr="005F01D4" w:rsidRDefault="00540342" w:rsidP="00F62F6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5F01D4">
        <w:t>zajęć opiekuńczych i zajęć terapeutyczno-edukacyjnych</w:t>
      </w:r>
    </w:p>
    <w:p w14:paraId="597ED10A" w14:textId="3AB4BF7D" w:rsidR="00540342" w:rsidRPr="005F01D4" w:rsidRDefault="00E503C6" w:rsidP="00E503C6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</w:pPr>
      <w:r w:rsidRPr="005F01D4">
        <w:t>–</w:t>
      </w:r>
      <w:r w:rsidR="00540342" w:rsidRPr="005F01D4">
        <w:t xml:space="preserve"> </w:t>
      </w:r>
      <w:r w:rsidRPr="005F01D4">
        <w:t xml:space="preserve">z tym że jedynie w przypadku wyjazdu terapeutyczno-edukacyjnego </w:t>
      </w:r>
      <w:r w:rsidR="0092469A">
        <w:t>jest możliwe</w:t>
      </w:r>
      <w:r w:rsidRPr="005F01D4">
        <w:t xml:space="preserve"> złożenie oświadczenia o poniesionych stratach, które po potwierdzeniu przez wójta (burmistrza, prezydenta miasta) stanowi podstawę do udziel</w:t>
      </w:r>
      <w:r w:rsidR="00E36802">
        <w:t>a</w:t>
      </w:r>
      <w:r w:rsidRPr="005F01D4">
        <w:t>nia dzieciom i uczniom pomocy w tej formie.</w:t>
      </w:r>
    </w:p>
    <w:p w14:paraId="187856C8" w14:textId="77777777" w:rsidR="00540342" w:rsidRPr="005F01D4" w:rsidRDefault="00540342" w:rsidP="008619E5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</w:pPr>
    </w:p>
    <w:p w14:paraId="108EE389" w14:textId="78694BAA" w:rsidR="00DC6C00" w:rsidRPr="005F01D4" w:rsidRDefault="00867026" w:rsidP="008619E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284" w:hanging="284"/>
        <w:contextualSpacing/>
        <w:jc w:val="both"/>
      </w:pPr>
      <w:r w:rsidRPr="005F01D4">
        <w:t xml:space="preserve">Pomoc w formie zasiłku losowego na cele edukacyjne </w:t>
      </w:r>
      <w:r w:rsidR="0035758E" w:rsidRPr="005F01D4">
        <w:t xml:space="preserve">jest </w:t>
      </w:r>
      <w:r w:rsidRPr="005F01D4">
        <w:t xml:space="preserve">udzielana dzieciom </w:t>
      </w:r>
      <w:bookmarkStart w:id="1" w:name="_Hlk189138363"/>
      <w:r w:rsidRPr="005F01D4">
        <w:t xml:space="preserve">realizującym w roku szkolnym </w:t>
      </w:r>
      <w:bookmarkStart w:id="2" w:name="_Hlk161730953"/>
      <w:r w:rsidR="007E5429" w:rsidRPr="005F01D4">
        <w:t xml:space="preserve">2024/2025, 2025/2026, 2026/2027 i 2027/2028 </w:t>
      </w:r>
      <w:bookmarkEnd w:id="2"/>
      <w:r w:rsidRPr="005F01D4">
        <w:t xml:space="preserve">obowiązkowe roczne przygotowanie przedszkolne oraz uczniom uczęszczającym w roku szkolnym </w:t>
      </w:r>
      <w:r w:rsidR="007E5429" w:rsidRPr="005F01D4">
        <w:t xml:space="preserve">2024/2025, 2025/2026, 2026/2027 i 2027/2028 </w:t>
      </w:r>
      <w:r w:rsidRPr="005F01D4">
        <w:t xml:space="preserve">do szkół wszystkich typów, kształcącym się w tych </w:t>
      </w:r>
      <w:r w:rsidRPr="005F01D4">
        <w:lastRenderedPageBreak/>
        <w:t>szkołach w formie dziennej</w:t>
      </w:r>
      <w:bookmarkEnd w:id="1"/>
      <w:r w:rsidRPr="005F01D4">
        <w:t xml:space="preserve">, jeżeli ich rodzinom został przyznany na podstawie art. 40 ustawy z dnia 12 marca 2004 r. o pomocy społecznej </w:t>
      </w:r>
      <w:r w:rsidR="00660283" w:rsidRPr="005F01D4">
        <w:t>zasiłek celowy</w:t>
      </w:r>
      <w:r w:rsidR="003C4B56" w:rsidRPr="005F01D4">
        <w:t>,</w:t>
      </w:r>
      <w:r w:rsidRPr="005F01D4">
        <w:t xml:space="preserve"> w</w:t>
      </w:r>
      <w:r w:rsidR="002771B5" w:rsidRPr="005F01D4">
        <w:t> </w:t>
      </w:r>
      <w:r w:rsidRPr="005F01D4">
        <w:t>związku ze stratami poniesionymi odpowiednio w 20</w:t>
      </w:r>
      <w:r w:rsidR="004E2023" w:rsidRPr="005F01D4">
        <w:t>2</w:t>
      </w:r>
      <w:r w:rsidR="007E5429" w:rsidRPr="005F01D4">
        <w:t>5</w:t>
      </w:r>
      <w:r w:rsidRPr="005F01D4">
        <w:t xml:space="preserve"> r., 202</w:t>
      </w:r>
      <w:r w:rsidR="007E5429" w:rsidRPr="005F01D4">
        <w:t>6</w:t>
      </w:r>
      <w:r w:rsidR="00EA7B3A" w:rsidRPr="005F01D4">
        <w:t> </w:t>
      </w:r>
      <w:r w:rsidRPr="005F01D4">
        <w:t>r. lub 202</w:t>
      </w:r>
      <w:r w:rsidR="007E5429" w:rsidRPr="005F01D4">
        <w:t>7</w:t>
      </w:r>
      <w:r w:rsidRPr="005F01D4">
        <w:t xml:space="preserve"> r. w wyniku wystąpienia żywiołu, spowodowanymi w gospodarstwach domowych, uniemożliwiającymi dzieciom i uczniom prawidłowe funkcjonowanie w środowisku szkolnym.</w:t>
      </w:r>
    </w:p>
    <w:p w14:paraId="1374B34C" w14:textId="77777777" w:rsidR="005919A7" w:rsidRPr="005F01D4" w:rsidRDefault="005919A7" w:rsidP="005919A7">
      <w:pPr>
        <w:autoSpaceDE w:val="0"/>
        <w:autoSpaceDN w:val="0"/>
        <w:adjustRightInd w:val="0"/>
        <w:spacing w:line="360" w:lineRule="auto"/>
        <w:ind w:left="284"/>
        <w:contextualSpacing/>
        <w:jc w:val="both"/>
      </w:pPr>
    </w:p>
    <w:p w14:paraId="00A3D25D" w14:textId="67B12497" w:rsidR="005919A7" w:rsidRPr="005F01D4" w:rsidRDefault="00DC6C00">
      <w:pPr>
        <w:autoSpaceDE w:val="0"/>
        <w:autoSpaceDN w:val="0"/>
        <w:adjustRightInd w:val="0"/>
        <w:spacing w:line="360" w:lineRule="auto"/>
        <w:ind w:left="284"/>
        <w:contextualSpacing/>
        <w:jc w:val="both"/>
      </w:pPr>
      <w:r w:rsidRPr="005F01D4">
        <w:t>Pomoc w formie zasiłku losowego na cele edukacyjne w związku ze stratami poniesionymi</w:t>
      </w:r>
      <w:r w:rsidR="00C52FDA" w:rsidRPr="005F01D4">
        <w:t xml:space="preserve"> odpowiednio w 2025 r., 2026 r. lub 2027 r.</w:t>
      </w:r>
      <w:r w:rsidRPr="005F01D4">
        <w:t xml:space="preserve"> w wyniku wystąpienia powodzi nie </w:t>
      </w:r>
      <w:r w:rsidR="0035758E" w:rsidRPr="005F01D4">
        <w:t>jest</w:t>
      </w:r>
      <w:r w:rsidRPr="005F01D4">
        <w:t xml:space="preserve"> udzielana dzieciom realizującym w roku szkolnym 2024/2025, 2025/2026, 2026/2027 i 2027/2028 obowiązkowe roczne przygotowanie przedszkolne oraz uczniom uczęszczającym w roku szkolnym 2024/2025, 2025/2026, 2026/2027 i 2027/2028 do szkół wszystkich typów, kształcącym się w tych szkołach w formie dziennej, </w:t>
      </w:r>
      <w:r w:rsidR="009376DE">
        <w:t>którzy spełniają warunki udzielania pomocy w formie zasiłku losowego na cele edukacyjne, w przypadku gdy</w:t>
      </w:r>
      <w:r w:rsidRPr="005F01D4">
        <w:t xml:space="preserve"> ich rodzinom został przyznany zasiłek losowy, o którym mowa w art. 5d ust. 1 ustawy z dnia 16 września 2011 r. o</w:t>
      </w:r>
      <w:r w:rsidR="00C52FDA" w:rsidRPr="005F01D4">
        <w:t> </w:t>
      </w:r>
      <w:r w:rsidRPr="005F01D4">
        <w:t>szczególnych rozwiązaniach związanych z usuwaniem skutków powodzi (Dz. U. z 2024 r. poz. 654, 1473, 1635 i 1717</w:t>
      </w:r>
      <w:r w:rsidR="00E23154">
        <w:t xml:space="preserve"> oraz z 2025 r. poz. 620</w:t>
      </w:r>
      <w:r w:rsidR="004C1C27">
        <w:t xml:space="preserve"> i 680</w:t>
      </w:r>
      <w:r w:rsidRPr="005F01D4">
        <w:t>).</w:t>
      </w:r>
    </w:p>
    <w:p w14:paraId="53FA8E7A" w14:textId="7A88A194" w:rsidR="00867026" w:rsidRPr="005F01D4" w:rsidRDefault="00867026" w:rsidP="005919A7">
      <w:pPr>
        <w:autoSpaceDE w:val="0"/>
        <w:autoSpaceDN w:val="0"/>
        <w:adjustRightInd w:val="0"/>
        <w:spacing w:line="360" w:lineRule="auto"/>
        <w:ind w:left="284"/>
        <w:contextualSpacing/>
        <w:jc w:val="both"/>
      </w:pPr>
    </w:p>
    <w:p w14:paraId="4E38B77C" w14:textId="66ABAF76" w:rsidR="00867026" w:rsidRPr="005F01D4" w:rsidRDefault="00867026" w:rsidP="008619E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284" w:hanging="284"/>
        <w:contextualSpacing/>
        <w:jc w:val="both"/>
      </w:pPr>
      <w:r w:rsidRPr="005F01D4">
        <w:t xml:space="preserve">Pomoc w formie wyjazdu terapeutyczno-edukacyjnego </w:t>
      </w:r>
      <w:r w:rsidR="0035758E" w:rsidRPr="005F01D4">
        <w:t xml:space="preserve">jest </w:t>
      </w:r>
      <w:r w:rsidRPr="005F01D4">
        <w:t xml:space="preserve">udzielana uczniom uczęszczającym w roku szkolnym </w:t>
      </w:r>
      <w:r w:rsidR="007E5429" w:rsidRPr="005F01D4">
        <w:t xml:space="preserve">2024/2025, 2025/2026, 2026/2027 i 2027/2028 </w:t>
      </w:r>
      <w:r w:rsidRPr="005F01D4">
        <w:t xml:space="preserve">do szkół wszystkich typów, kształcącym się w tych szkołach w formie dziennej, jeżeli ich rodzinom został przyznany na podstawie art. 40 ustawy z dnia 12 marca 2004 r. o pomocy społecznej </w:t>
      </w:r>
      <w:r w:rsidR="00660283" w:rsidRPr="005F01D4">
        <w:t xml:space="preserve">zasiłek celowy </w:t>
      </w:r>
      <w:r w:rsidRPr="005F01D4">
        <w:t>w związku ze stratami poniesionymi odpowiednio w </w:t>
      </w:r>
      <w:r w:rsidR="00320F49" w:rsidRPr="005F01D4">
        <w:t>2025</w:t>
      </w:r>
      <w:r w:rsidRPr="005F01D4">
        <w:t xml:space="preserve"> r., 202</w:t>
      </w:r>
      <w:r w:rsidR="00320F49" w:rsidRPr="005F01D4">
        <w:t>6</w:t>
      </w:r>
      <w:r w:rsidRPr="005F01D4">
        <w:t xml:space="preserve"> r. lub 202</w:t>
      </w:r>
      <w:r w:rsidR="00320F49" w:rsidRPr="005F01D4">
        <w:t>7</w:t>
      </w:r>
      <w:r w:rsidRPr="005F01D4">
        <w:t xml:space="preserve"> r. w wyniku wystąpienia żywiołu, spowodowanymi w</w:t>
      </w:r>
      <w:r w:rsidR="00597AAE" w:rsidRPr="005F01D4">
        <w:t> </w:t>
      </w:r>
      <w:r w:rsidRPr="005F01D4">
        <w:t>gospodarstwach domowych, uniemożliwiającymi uczniom prawidłowe funkcjonowanie w środowisku szkolnym.</w:t>
      </w:r>
    </w:p>
    <w:p w14:paraId="38DDD69A" w14:textId="77777777" w:rsidR="005919A7" w:rsidRPr="005F01D4" w:rsidRDefault="005919A7" w:rsidP="008619E5">
      <w:pPr>
        <w:autoSpaceDE w:val="0"/>
        <w:autoSpaceDN w:val="0"/>
        <w:adjustRightInd w:val="0"/>
        <w:spacing w:line="360" w:lineRule="auto"/>
        <w:ind w:left="284"/>
        <w:contextualSpacing/>
        <w:jc w:val="both"/>
      </w:pPr>
    </w:p>
    <w:p w14:paraId="70E3EFBA" w14:textId="4322FE18" w:rsidR="00867026" w:rsidRPr="005F01D4" w:rsidRDefault="00867026" w:rsidP="008619E5">
      <w:pPr>
        <w:autoSpaceDE w:val="0"/>
        <w:autoSpaceDN w:val="0"/>
        <w:adjustRightInd w:val="0"/>
        <w:spacing w:line="360" w:lineRule="auto"/>
        <w:ind w:left="284"/>
        <w:contextualSpacing/>
        <w:jc w:val="both"/>
      </w:pPr>
      <w:r w:rsidRPr="005F01D4">
        <w:t>Jeżeli decyzja w sprawie przyznania zasiłku celowego nie została wydana przed zakwalifikowaniem ucznia do wyjazdu terapeutyczno-edukacyjnego, pomoc w formie wyjazdu terapeutyczno-edukacyjnego będzie udzielona, jeżeli rodzice ucznia</w:t>
      </w:r>
      <w:r w:rsidR="003C4B56" w:rsidRPr="005F01D4">
        <w:t>,</w:t>
      </w:r>
      <w:r w:rsidRPr="005F01D4">
        <w:t xml:space="preserve"> prawni opiekunowie, rodzice zastępczy, osoby prowadzące rodzinny dom dziecka, </w:t>
      </w:r>
      <w:r w:rsidR="00283C4F" w:rsidRPr="005F01D4">
        <w:t xml:space="preserve">dyrektorzy placówek opiekuńczo-wychowawczych </w:t>
      </w:r>
      <w:r w:rsidR="007E65A5">
        <w:t xml:space="preserve">typu rodzinnego </w:t>
      </w:r>
      <w:r w:rsidR="00283C4F" w:rsidRPr="005F01D4">
        <w:t xml:space="preserve">oraz </w:t>
      </w:r>
      <w:r w:rsidRPr="005F01D4">
        <w:t>opiekunowie faktyczni w</w:t>
      </w:r>
      <w:r w:rsidR="0092469A">
        <w:t> </w:t>
      </w:r>
      <w:r w:rsidRPr="005F01D4">
        <w:t xml:space="preserve">rozumieniu ustawy z dnia 11 lutego 2016 r. o pomocy państwa w wychowywaniu dzieci </w:t>
      </w:r>
      <w:r w:rsidR="00CF61D8">
        <w:t>(Dz. U. z 2024 r. poz. 1576</w:t>
      </w:r>
      <w:r w:rsidR="00E23154">
        <w:t xml:space="preserve"> oraz z 2025 r. poz. 619</w:t>
      </w:r>
      <w:r w:rsidR="00CF61D8">
        <w:t xml:space="preserve">) </w:t>
      </w:r>
      <w:r w:rsidRPr="005F01D4">
        <w:t>albo pełnoletni uczeń złożą oświadczenie o stratach poniesionych odpowiednio w 20</w:t>
      </w:r>
      <w:r w:rsidR="004E2023" w:rsidRPr="005F01D4">
        <w:t>2</w:t>
      </w:r>
      <w:r w:rsidR="007E5429" w:rsidRPr="005F01D4">
        <w:t>5</w:t>
      </w:r>
      <w:r w:rsidRPr="005F01D4">
        <w:t xml:space="preserve"> r., 202</w:t>
      </w:r>
      <w:r w:rsidR="007E5429" w:rsidRPr="005F01D4">
        <w:t>6</w:t>
      </w:r>
      <w:r w:rsidRPr="005F01D4">
        <w:t xml:space="preserve"> r. lub 202</w:t>
      </w:r>
      <w:r w:rsidR="007E5429" w:rsidRPr="005F01D4">
        <w:t>7</w:t>
      </w:r>
      <w:r w:rsidRPr="005F01D4">
        <w:t xml:space="preserve"> r. w wyniku wystąpienia </w:t>
      </w:r>
      <w:r w:rsidRPr="005F01D4">
        <w:lastRenderedPageBreak/>
        <w:t>żywiołu, które zostanie potwierdzone przez wójta (burmistrza, prezydenta miasta) w</w:t>
      </w:r>
      <w:r w:rsidR="006D4796">
        <w:t> </w:t>
      </w:r>
      <w:r w:rsidRPr="005F01D4">
        <w:t xml:space="preserve">zakresie: </w:t>
      </w:r>
    </w:p>
    <w:p w14:paraId="7370B10C" w14:textId="77777777" w:rsidR="00867026" w:rsidRPr="005F01D4" w:rsidRDefault="00867026" w:rsidP="008619E5">
      <w:pPr>
        <w:tabs>
          <w:tab w:val="left" w:pos="426"/>
        </w:tabs>
        <w:spacing w:line="360" w:lineRule="auto"/>
        <w:ind w:left="567" w:hanging="283"/>
        <w:jc w:val="both"/>
      </w:pPr>
      <w:r w:rsidRPr="005F01D4">
        <w:t>1)</w:t>
      </w:r>
      <w:r w:rsidRPr="005F01D4">
        <w:tab/>
        <w:t>wystąpienia żywiołu w miejscu zamieszkania rodziny ucznia oraz</w:t>
      </w:r>
    </w:p>
    <w:p w14:paraId="45450A93" w14:textId="0A9BAB32" w:rsidR="00867026" w:rsidRPr="005F01D4" w:rsidRDefault="00867026" w:rsidP="008619E5">
      <w:pPr>
        <w:tabs>
          <w:tab w:val="left" w:pos="426"/>
        </w:tabs>
        <w:spacing w:line="360" w:lineRule="auto"/>
        <w:ind w:left="567" w:hanging="283"/>
        <w:jc w:val="both"/>
      </w:pPr>
      <w:r w:rsidRPr="005F01D4">
        <w:t>2)</w:t>
      </w:r>
      <w:r w:rsidRPr="005F01D4">
        <w:tab/>
        <w:t>szacunkowego rozmiaru strat, uprawniającego do otrzymania zasiłku celowego.</w:t>
      </w:r>
    </w:p>
    <w:p w14:paraId="32FA9077" w14:textId="77777777" w:rsidR="009376DE" w:rsidRPr="005F01D4" w:rsidRDefault="009376DE" w:rsidP="005919A7">
      <w:pPr>
        <w:autoSpaceDE w:val="0"/>
        <w:autoSpaceDN w:val="0"/>
        <w:adjustRightInd w:val="0"/>
        <w:spacing w:line="360" w:lineRule="auto"/>
        <w:ind w:left="284"/>
        <w:contextualSpacing/>
        <w:jc w:val="both"/>
      </w:pPr>
    </w:p>
    <w:p w14:paraId="04434F1E" w14:textId="3C8CD798" w:rsidR="00533D73" w:rsidRPr="005F01D4" w:rsidRDefault="002708BC" w:rsidP="005919A7">
      <w:pPr>
        <w:autoSpaceDE w:val="0"/>
        <w:autoSpaceDN w:val="0"/>
        <w:adjustRightInd w:val="0"/>
        <w:spacing w:line="360" w:lineRule="auto"/>
        <w:ind w:left="284"/>
        <w:contextualSpacing/>
        <w:jc w:val="both"/>
      </w:pPr>
      <w:bookmarkStart w:id="3" w:name="_Hlk189227506"/>
      <w:r w:rsidRPr="005F01D4">
        <w:t>Pomoc w formie wyjazdu terapeutyczno-edukacyjnego jest udzielana u</w:t>
      </w:r>
      <w:r w:rsidR="005919A7" w:rsidRPr="005F01D4">
        <w:t>cznio</w:t>
      </w:r>
      <w:r w:rsidRPr="005F01D4">
        <w:t>m</w:t>
      </w:r>
      <w:r w:rsidR="005919A7" w:rsidRPr="005F01D4">
        <w:t xml:space="preserve"> uczęszczający</w:t>
      </w:r>
      <w:r w:rsidRPr="005F01D4">
        <w:t>m</w:t>
      </w:r>
      <w:r w:rsidR="005919A7" w:rsidRPr="005F01D4">
        <w:t xml:space="preserve"> w roku szkolnym 2024/2025, 2025/2026, 2026/2027 i 2027/2028 do szkół wszystkich typów, kształcący</w:t>
      </w:r>
      <w:r w:rsidRPr="005F01D4">
        <w:t>m</w:t>
      </w:r>
      <w:r w:rsidR="005919A7" w:rsidRPr="005F01D4">
        <w:t xml:space="preserve"> się w tych szkołach w formie dziennej, </w:t>
      </w:r>
      <w:r w:rsidR="009376DE">
        <w:t xml:space="preserve">którzy </w:t>
      </w:r>
      <w:r w:rsidR="009376DE" w:rsidRPr="005F01D4">
        <w:t>spełniają warunki udzielania pomocy w formie wyjazdu terapeutyczno-edukacyjnego</w:t>
      </w:r>
      <w:r w:rsidR="009376DE">
        <w:t>, również w przypadku gdy ich rodzinom został</w:t>
      </w:r>
      <w:r w:rsidR="005919A7" w:rsidRPr="005F01D4">
        <w:t xml:space="preserve"> przyznan</w:t>
      </w:r>
      <w:r w:rsidR="009376DE">
        <w:t>y</w:t>
      </w:r>
      <w:r w:rsidR="00533D73" w:rsidRPr="005F01D4">
        <w:t xml:space="preserve"> zasiłek losowy, o którym mowa w art. 5d ust. 1 ustawy z dnia 16 września 2011</w:t>
      </w:r>
      <w:r w:rsidR="00670EC4" w:rsidRPr="005F01D4">
        <w:t> </w:t>
      </w:r>
      <w:r w:rsidR="00533D73" w:rsidRPr="005F01D4">
        <w:t>r. o</w:t>
      </w:r>
      <w:r w:rsidRPr="005F01D4">
        <w:t> </w:t>
      </w:r>
      <w:r w:rsidR="00533D73" w:rsidRPr="005F01D4">
        <w:t>szczególnych rozwiązaniach związanych z</w:t>
      </w:r>
      <w:r w:rsidR="009376DE">
        <w:t> </w:t>
      </w:r>
      <w:r w:rsidR="00533D73" w:rsidRPr="005F01D4">
        <w:t>usuwaniem skutków powodzi</w:t>
      </w:r>
      <w:r w:rsidR="009376DE">
        <w:t>.</w:t>
      </w:r>
      <w:bookmarkEnd w:id="3"/>
    </w:p>
    <w:p w14:paraId="77363919" w14:textId="77777777" w:rsidR="005919A7" w:rsidRPr="005F01D4" w:rsidRDefault="005919A7" w:rsidP="005919A7">
      <w:pPr>
        <w:autoSpaceDE w:val="0"/>
        <w:autoSpaceDN w:val="0"/>
        <w:adjustRightInd w:val="0"/>
        <w:spacing w:line="360" w:lineRule="auto"/>
        <w:ind w:left="284"/>
        <w:contextualSpacing/>
        <w:jc w:val="both"/>
      </w:pPr>
    </w:p>
    <w:p w14:paraId="04B394EE" w14:textId="311E4E69" w:rsidR="00867026" w:rsidRPr="005F01D4" w:rsidRDefault="00867026" w:rsidP="00F36D0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284" w:hanging="284"/>
        <w:jc w:val="both"/>
      </w:pPr>
      <w:r w:rsidRPr="005F01D4">
        <w:t xml:space="preserve">Pomoc w formie zajęć opiekuńczych i zajęć terapeutyczno-edukacyjnych </w:t>
      </w:r>
      <w:r w:rsidR="0035758E" w:rsidRPr="005F01D4">
        <w:t xml:space="preserve">jest </w:t>
      </w:r>
      <w:r w:rsidRPr="005F01D4">
        <w:t>udzielana:</w:t>
      </w:r>
    </w:p>
    <w:p w14:paraId="786514AC" w14:textId="77C9A7E7" w:rsidR="00867026" w:rsidRPr="005F01D4" w:rsidRDefault="00867026" w:rsidP="008619E5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567" w:hanging="283"/>
        <w:contextualSpacing/>
        <w:jc w:val="both"/>
      </w:pPr>
      <w:r w:rsidRPr="005F01D4">
        <w:t xml:space="preserve">dzieciom realizującym w roku szkolnym </w:t>
      </w:r>
      <w:r w:rsidR="007E5429" w:rsidRPr="005F01D4">
        <w:t>2024/2025, 2025/2026, 2026/2027 i</w:t>
      </w:r>
      <w:r w:rsidR="008801E4" w:rsidRPr="005F01D4">
        <w:t> </w:t>
      </w:r>
      <w:r w:rsidR="007E5429" w:rsidRPr="005F01D4">
        <w:t xml:space="preserve">2027/2028 </w:t>
      </w:r>
      <w:r w:rsidRPr="005F01D4">
        <w:t>obowiązkowe roczne przygotowanie przedszkolne,</w:t>
      </w:r>
    </w:p>
    <w:p w14:paraId="58D6FCC0" w14:textId="4E64072A" w:rsidR="00867026" w:rsidRPr="005F01D4" w:rsidRDefault="00867026" w:rsidP="008619E5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567" w:hanging="283"/>
        <w:contextualSpacing/>
        <w:jc w:val="both"/>
      </w:pPr>
      <w:r w:rsidRPr="005F01D4">
        <w:t xml:space="preserve">uczniom uczęszczającym w roku szkolnym </w:t>
      </w:r>
      <w:r w:rsidR="007E5429" w:rsidRPr="005F01D4">
        <w:t>2024/2025, 2025/2026, 2026/2027 i</w:t>
      </w:r>
      <w:r w:rsidR="008801E4" w:rsidRPr="005F01D4">
        <w:t> </w:t>
      </w:r>
      <w:r w:rsidR="007E5429" w:rsidRPr="005F01D4">
        <w:t xml:space="preserve">2027/2028 </w:t>
      </w:r>
      <w:r w:rsidRPr="005F01D4">
        <w:t>do</w:t>
      </w:r>
      <w:r w:rsidR="00730ED3" w:rsidRPr="005F01D4">
        <w:t xml:space="preserve"> szkół wszystkich typów, kształcącym się w tych szkołach w formie dziennej</w:t>
      </w:r>
    </w:p>
    <w:p w14:paraId="23B9D145" w14:textId="51CAA367" w:rsidR="00867026" w:rsidRPr="005F01D4" w:rsidRDefault="00867026" w:rsidP="008619E5">
      <w:pPr>
        <w:autoSpaceDE w:val="0"/>
        <w:autoSpaceDN w:val="0"/>
        <w:adjustRightInd w:val="0"/>
        <w:spacing w:line="360" w:lineRule="auto"/>
        <w:ind w:left="284"/>
        <w:contextualSpacing/>
        <w:jc w:val="both"/>
      </w:pPr>
      <w:r w:rsidRPr="005F01D4">
        <w:t>–</w:t>
      </w:r>
      <w:r w:rsidRPr="005F01D4">
        <w:tab/>
        <w:t>jeżeli ich rodzinom został przyznany na podstawie art. 40 ustawy z dnia 12 marca 2004</w:t>
      </w:r>
      <w:r w:rsidR="005B436C" w:rsidRPr="005F01D4">
        <w:t> </w:t>
      </w:r>
      <w:r w:rsidRPr="005F01D4">
        <w:t xml:space="preserve">r. o pomocy społecznej </w:t>
      </w:r>
      <w:r w:rsidR="003C4B56" w:rsidRPr="005F01D4">
        <w:t xml:space="preserve">zasiłek celowy </w:t>
      </w:r>
      <w:r w:rsidRPr="005F01D4">
        <w:t>w związku ze stratami poniesionymi odpowiednio w 20</w:t>
      </w:r>
      <w:r w:rsidR="004E2023" w:rsidRPr="005F01D4">
        <w:t>2</w:t>
      </w:r>
      <w:r w:rsidR="007E5429" w:rsidRPr="005F01D4">
        <w:t>5</w:t>
      </w:r>
      <w:r w:rsidRPr="005F01D4">
        <w:t xml:space="preserve"> r., 202</w:t>
      </w:r>
      <w:r w:rsidR="007E5429" w:rsidRPr="005F01D4">
        <w:t>6</w:t>
      </w:r>
      <w:r w:rsidRPr="005F01D4">
        <w:t xml:space="preserve"> r. lub 202</w:t>
      </w:r>
      <w:r w:rsidR="007E5429" w:rsidRPr="005F01D4">
        <w:t>7</w:t>
      </w:r>
      <w:r w:rsidRPr="005F01D4">
        <w:t xml:space="preserve"> r. w wyniku wystąpienia żywiołu.</w:t>
      </w:r>
    </w:p>
    <w:p w14:paraId="65BF13E6" w14:textId="77777777" w:rsidR="00670EC4" w:rsidRPr="005F01D4" w:rsidRDefault="00670EC4" w:rsidP="00F62F68">
      <w:pPr>
        <w:autoSpaceDE w:val="0"/>
        <w:autoSpaceDN w:val="0"/>
        <w:adjustRightInd w:val="0"/>
        <w:spacing w:line="360" w:lineRule="auto"/>
        <w:jc w:val="both"/>
      </w:pPr>
    </w:p>
    <w:p w14:paraId="45E62742" w14:textId="67FBB957" w:rsidR="00F62F68" w:rsidRPr="005F01D4" w:rsidRDefault="002708BC" w:rsidP="00F62F68">
      <w:pPr>
        <w:autoSpaceDE w:val="0"/>
        <w:autoSpaceDN w:val="0"/>
        <w:adjustRightInd w:val="0"/>
        <w:spacing w:line="360" w:lineRule="auto"/>
        <w:jc w:val="both"/>
      </w:pPr>
      <w:r w:rsidRPr="005F01D4">
        <w:t>Pomoc w formie zajęć opiekuńczych i zajęć terapeutyczno-edukacyjnych jest udzielana d</w:t>
      </w:r>
      <w:r w:rsidR="00670EC4" w:rsidRPr="005F01D4">
        <w:t>zieci</w:t>
      </w:r>
      <w:r w:rsidRPr="005F01D4">
        <w:t>om</w:t>
      </w:r>
      <w:r w:rsidR="00670EC4" w:rsidRPr="005F01D4">
        <w:t xml:space="preserve"> realizując</w:t>
      </w:r>
      <w:r w:rsidRPr="005F01D4">
        <w:t>ym</w:t>
      </w:r>
      <w:r w:rsidR="00670EC4" w:rsidRPr="005F01D4">
        <w:t xml:space="preserve"> w roku szkolnym 2024/2025, 2025/2026, 2026/2027 i</w:t>
      </w:r>
      <w:r w:rsidRPr="005F01D4">
        <w:t> </w:t>
      </w:r>
      <w:r w:rsidR="00670EC4" w:rsidRPr="005F01D4">
        <w:t>2027/2028 obowiązkowe roczne przygotowanie przedszkolne oraz ucznio</w:t>
      </w:r>
      <w:r w:rsidRPr="005F01D4">
        <w:t>m</w:t>
      </w:r>
      <w:r w:rsidR="00670EC4" w:rsidRPr="005F01D4">
        <w:t xml:space="preserve"> uczęszczający</w:t>
      </w:r>
      <w:r w:rsidRPr="005F01D4">
        <w:t>m</w:t>
      </w:r>
      <w:r w:rsidR="00670EC4" w:rsidRPr="005F01D4">
        <w:t xml:space="preserve"> w roku szkolnym 2024/2025, 2025/2026, 2026/2027 i 2027/2028 do szkół wszystkich typów, kształcący</w:t>
      </w:r>
      <w:r w:rsidRPr="005F01D4">
        <w:t>m</w:t>
      </w:r>
      <w:r w:rsidR="00670EC4" w:rsidRPr="005F01D4">
        <w:t xml:space="preserve"> się w tych szkołach w formie dziennej, </w:t>
      </w:r>
      <w:r w:rsidR="009376DE">
        <w:t xml:space="preserve">którzy </w:t>
      </w:r>
      <w:r w:rsidR="009376DE" w:rsidRPr="005F01D4">
        <w:t>spełniają warunki udzielania pomocy w formie zajęć opiekuńczych i zajęć terapeutyczno-edukacyjnych</w:t>
      </w:r>
      <w:r w:rsidR="009376DE">
        <w:t xml:space="preserve">, również w przypadku gdy ich rodzinom został </w:t>
      </w:r>
      <w:r w:rsidR="00670EC4" w:rsidRPr="005F01D4">
        <w:t>przyznan</w:t>
      </w:r>
      <w:r w:rsidR="009376DE">
        <w:t>y</w:t>
      </w:r>
      <w:r w:rsidR="00670EC4" w:rsidRPr="005F01D4">
        <w:t xml:space="preserve"> zasiłek losowy, o</w:t>
      </w:r>
      <w:r w:rsidRPr="005F01D4">
        <w:t> </w:t>
      </w:r>
      <w:r w:rsidR="00670EC4" w:rsidRPr="005F01D4">
        <w:t>którym mowa w art. 5d ust.</w:t>
      </w:r>
      <w:r w:rsidR="009376DE">
        <w:t> </w:t>
      </w:r>
      <w:r w:rsidR="00670EC4" w:rsidRPr="005F01D4">
        <w:t>1 ustawy z dnia 16 września 2011 r. o szczególnych rozwiązaniach związanych z</w:t>
      </w:r>
      <w:r w:rsidR="009376DE">
        <w:t> </w:t>
      </w:r>
      <w:r w:rsidR="00670EC4" w:rsidRPr="005F01D4">
        <w:t>usuwaniem skutków powodzi</w:t>
      </w:r>
      <w:r w:rsidR="009376DE">
        <w:t>.</w:t>
      </w:r>
    </w:p>
    <w:p w14:paraId="4C150F3C" w14:textId="77777777" w:rsidR="00670EC4" w:rsidRPr="005F01D4" w:rsidRDefault="00670EC4" w:rsidP="00F62F68">
      <w:pPr>
        <w:autoSpaceDE w:val="0"/>
        <w:autoSpaceDN w:val="0"/>
        <w:adjustRightInd w:val="0"/>
        <w:spacing w:line="360" w:lineRule="auto"/>
        <w:jc w:val="both"/>
      </w:pPr>
    </w:p>
    <w:p w14:paraId="37201647" w14:textId="039E86B2" w:rsidR="00533D73" w:rsidRPr="005F01D4" w:rsidRDefault="00867026" w:rsidP="00F62F68">
      <w:pPr>
        <w:autoSpaceDE w:val="0"/>
        <w:autoSpaceDN w:val="0"/>
        <w:adjustRightInd w:val="0"/>
        <w:spacing w:line="360" w:lineRule="auto"/>
        <w:jc w:val="both"/>
      </w:pPr>
      <w:r w:rsidRPr="005F01D4">
        <w:lastRenderedPageBreak/>
        <w:t xml:space="preserve">Pomoc w formie zajęć opiekuńczych i zajęć terapeutyczno-edukacyjnych </w:t>
      </w:r>
      <w:r w:rsidR="00670EC4" w:rsidRPr="005F01D4">
        <w:t xml:space="preserve">jest </w:t>
      </w:r>
      <w:r w:rsidRPr="005F01D4">
        <w:t>udziela</w:t>
      </w:r>
      <w:r w:rsidR="00670EC4" w:rsidRPr="005F01D4">
        <w:t>na</w:t>
      </w:r>
      <w:r w:rsidRPr="005F01D4">
        <w:t xml:space="preserve"> tym uczniom, którzy nie korzystają z wyjazdów terapeutyczno-edukacyjnych.</w:t>
      </w:r>
    </w:p>
    <w:p w14:paraId="1AD422F7" w14:textId="77777777" w:rsidR="00670EC4" w:rsidRPr="005F01D4" w:rsidRDefault="00670EC4" w:rsidP="00F62F68">
      <w:pPr>
        <w:autoSpaceDE w:val="0"/>
        <w:autoSpaceDN w:val="0"/>
        <w:adjustRightInd w:val="0"/>
        <w:spacing w:line="360" w:lineRule="auto"/>
        <w:jc w:val="both"/>
      </w:pPr>
    </w:p>
    <w:p w14:paraId="3E37BADC" w14:textId="7C16B7D2" w:rsidR="00981915" w:rsidRPr="005F01D4" w:rsidRDefault="00981915" w:rsidP="00F62F68">
      <w:pPr>
        <w:autoSpaceDE w:val="0"/>
        <w:autoSpaceDN w:val="0"/>
        <w:adjustRightInd w:val="0"/>
        <w:spacing w:line="360" w:lineRule="auto"/>
        <w:jc w:val="both"/>
      </w:pPr>
      <w:r w:rsidRPr="005F01D4">
        <w:t>Pomoc w formie zajęć opiekuńczych i zajęć terapeutyczno-edukacyjnych jest skierowana do dzieci realizujących obowiązkowe roczne przygotowanie przedszkolne</w:t>
      </w:r>
      <w:r w:rsidR="00DC6C00" w:rsidRPr="005F01D4">
        <w:t xml:space="preserve"> i</w:t>
      </w:r>
      <w:r w:rsidRPr="005F01D4">
        <w:t xml:space="preserve"> uczniów szkół wszystkich typów kształcących się w tych szkołach w formie dziennej</w:t>
      </w:r>
      <w:r w:rsidR="00910AB1" w:rsidRPr="005F01D4">
        <w:t>.</w:t>
      </w:r>
      <w:r w:rsidRPr="005F01D4">
        <w:t xml:space="preserve"> </w:t>
      </w:r>
    </w:p>
    <w:p w14:paraId="7B085213" w14:textId="52463F86" w:rsidR="00981915" w:rsidRPr="005F01D4" w:rsidRDefault="00981915" w:rsidP="00F62F68">
      <w:pPr>
        <w:autoSpaceDE w:val="0"/>
        <w:autoSpaceDN w:val="0"/>
        <w:adjustRightInd w:val="0"/>
        <w:spacing w:line="360" w:lineRule="auto"/>
        <w:jc w:val="both"/>
      </w:pPr>
      <w:r w:rsidRPr="005F01D4">
        <w:t>W przypadku dzieci realizujących obowiązkowe roczne przygotowanie przedszkolne</w:t>
      </w:r>
      <w:r w:rsidR="009E5DBE" w:rsidRPr="005F01D4">
        <w:t xml:space="preserve"> nie</w:t>
      </w:r>
      <w:r w:rsidRPr="005F01D4">
        <w:t xml:space="preserve"> jest przewidziana możliwość ich udziału w wyjazdach terapeutyczno-edukacyjnych</w:t>
      </w:r>
      <w:r w:rsidR="00FC6563" w:rsidRPr="005F01D4">
        <w:t xml:space="preserve">. </w:t>
      </w:r>
      <w:r w:rsidR="009E5DBE" w:rsidRPr="005F01D4">
        <w:t>W</w:t>
      </w:r>
      <w:r w:rsidRPr="005F01D4">
        <w:t xml:space="preserve">sparcie w formie zajęć opiekuńczych i zajęć terapeutyczno-edukacyjnych organizowanych na obszarze gminy, możliwie najbliżej miejsca zamieszkania dzieci, daje </w:t>
      </w:r>
      <w:r w:rsidR="00FC6563" w:rsidRPr="005F01D4">
        <w:t xml:space="preserve">często lepszą niż wyjazd </w:t>
      </w:r>
      <w:r w:rsidR="009E5DBE" w:rsidRPr="005F01D4">
        <w:t xml:space="preserve">terapeutyczno-edukacyjny </w:t>
      </w:r>
      <w:r w:rsidRPr="005F01D4">
        <w:t>możliwość uzyskania pomocy w sytuacjach traumatycznych.</w:t>
      </w:r>
      <w:r w:rsidRPr="005F01D4">
        <w:rPr>
          <w:u w:val="single"/>
        </w:rPr>
        <w:t xml:space="preserve"> </w:t>
      </w:r>
      <w:r w:rsidRPr="005F01D4">
        <w:t xml:space="preserve">W tych przypadkach pomoc powinna być udzielana bez konieczności powodowania dłuższej rozłąki rodzin. Dla tej grupy odbiorców pomocy codzienny kontakt z rodzicami, uzupełniony o pomoc świadczoną przez specjalistów, stanowi najlepszą formę terapii. </w:t>
      </w:r>
    </w:p>
    <w:p w14:paraId="0941A009" w14:textId="3D8A94B6" w:rsidR="00981915" w:rsidRPr="005F01D4" w:rsidRDefault="00981915" w:rsidP="00F62F68">
      <w:pPr>
        <w:autoSpaceDE w:val="0"/>
        <w:autoSpaceDN w:val="0"/>
        <w:adjustRightInd w:val="0"/>
        <w:spacing w:line="360" w:lineRule="auto"/>
        <w:jc w:val="both"/>
      </w:pPr>
      <w:r w:rsidRPr="005F01D4">
        <w:t xml:space="preserve">Podobna sytuacja </w:t>
      </w:r>
      <w:r w:rsidR="00FC6563" w:rsidRPr="005F01D4">
        <w:t xml:space="preserve">może mieć </w:t>
      </w:r>
      <w:r w:rsidRPr="005F01D4">
        <w:t xml:space="preserve">miejsce w przypadku uczniów posiadających orzeczenie o potrzebie kształcenia specjalnego. Specyficzne wymagania opiekuńcze, edukacyjne, pobytowe lub żywieniowe takich uczniów powodują, że nie </w:t>
      </w:r>
      <w:r w:rsidR="00FC6563" w:rsidRPr="005F01D4">
        <w:t xml:space="preserve">zawsze </w:t>
      </w:r>
      <w:r w:rsidRPr="005F01D4">
        <w:t xml:space="preserve">jest konieczne, aby korzystali oni z wyjazdów edukacyjno-terapeutycznych, </w:t>
      </w:r>
      <w:r w:rsidR="00FC6563" w:rsidRPr="005F01D4">
        <w:t xml:space="preserve">jeżeli </w:t>
      </w:r>
      <w:r w:rsidRPr="005F01D4">
        <w:t xml:space="preserve">wyjazdowa forma pomocy może nie spełnić tych wymagań. Stosowna pomoc udzielana w trakcie krócej trwających zajęć organizowanych w pobliżu miejsca zamieszkania dziecka lub ucznia, połączona z możliwością natychmiastowego dotarcia np. do lekarza, rodzica dziecka lub ucznia, jest rozwiązaniem oferującym pomoc i wsparcie uwzględniające specjalne potrzeby tej grupy odbiorców. </w:t>
      </w:r>
    </w:p>
    <w:p w14:paraId="5A93B928" w14:textId="77777777" w:rsidR="006A20C3" w:rsidRPr="005F01D4" w:rsidRDefault="006A20C3" w:rsidP="00F62F68">
      <w:pPr>
        <w:autoSpaceDE w:val="0"/>
        <w:autoSpaceDN w:val="0"/>
        <w:adjustRightInd w:val="0"/>
        <w:spacing w:line="360" w:lineRule="auto"/>
        <w:jc w:val="both"/>
      </w:pPr>
    </w:p>
    <w:p w14:paraId="54777E98" w14:textId="20CC598A" w:rsidR="00981915" w:rsidRPr="005F01D4" w:rsidRDefault="00981915" w:rsidP="00F62F68">
      <w:pPr>
        <w:autoSpaceDE w:val="0"/>
        <w:autoSpaceDN w:val="0"/>
        <w:adjustRightInd w:val="0"/>
        <w:spacing w:line="360" w:lineRule="auto"/>
        <w:jc w:val="both"/>
      </w:pPr>
      <w:r w:rsidRPr="005F01D4">
        <w:t>Udzielanie pomocy w formie zajęć opiekuńczych i zajęć terapeutyczno-edukacyjnych jest konieczne, ponieważ uczniowie z rodzin dotkniętych skutkami żywiołu często rezygnowali z udziału w wyjazdach terapeutyczno-edukacyjnych. Połączenie stresu związanego z oddaleniem od rodziny z przeżyciami spowodowanymi traumatycznymi wydarzeniami będącymi skutkiem wystąpienia żywiołu mogłoby powodować pogłębienie problemów u niektórych dzieci i uczniów. Dodatkowo w sytuacji niepewności bytowo-finansowej rodzice wolą, aby członkowie rodziny przebywali w jednym miejscu, co wynika np. z konieczności podejmowania decyzji kluczowych dla rodziny.</w:t>
      </w:r>
    </w:p>
    <w:p w14:paraId="07407705" w14:textId="77777777" w:rsidR="00981915" w:rsidRPr="005F01D4" w:rsidRDefault="00981915" w:rsidP="00F62F68">
      <w:pPr>
        <w:autoSpaceDE w:val="0"/>
        <w:autoSpaceDN w:val="0"/>
        <w:adjustRightInd w:val="0"/>
        <w:spacing w:line="360" w:lineRule="auto"/>
        <w:jc w:val="both"/>
      </w:pPr>
    </w:p>
    <w:p w14:paraId="7ABEB0FF" w14:textId="77777777" w:rsidR="00EE74F0" w:rsidRPr="005F01D4" w:rsidRDefault="00981915" w:rsidP="00F62F68">
      <w:pPr>
        <w:autoSpaceDE w:val="0"/>
        <w:autoSpaceDN w:val="0"/>
        <w:adjustRightInd w:val="0"/>
        <w:spacing w:line="360" w:lineRule="auto"/>
        <w:jc w:val="both"/>
      </w:pPr>
      <w:r w:rsidRPr="005F01D4">
        <w:t xml:space="preserve">Organizacja zajęć blisko domu rodzinnego daje rodzicom dzieci i uczniów czas na podjęcie niezbędnych działań naprawczych, remontowych lub budowlanych w celu usunięcia strat </w:t>
      </w:r>
      <w:r w:rsidRPr="005F01D4">
        <w:lastRenderedPageBreak/>
        <w:t>i zniszczeń stanowiących podstawę do otrzymania pomocy lub na realizację zadań związanych z uzyskaniem pomocy materialnej czy też załatwianiem spraw urzędowych. W takich sytuacjach konieczność jednoczesnego sprawowania opieki nad dzieckiem lub uczniem może utrudniać lub wydłużać realizację tych działań.</w:t>
      </w:r>
    </w:p>
    <w:p w14:paraId="2D691D05" w14:textId="77777777" w:rsidR="00EE74F0" w:rsidRPr="005F01D4" w:rsidRDefault="00EE74F0" w:rsidP="00F62F68">
      <w:pPr>
        <w:autoSpaceDE w:val="0"/>
        <w:autoSpaceDN w:val="0"/>
        <w:adjustRightInd w:val="0"/>
        <w:spacing w:line="360" w:lineRule="auto"/>
        <w:jc w:val="both"/>
      </w:pPr>
    </w:p>
    <w:p w14:paraId="4F22C093" w14:textId="129A9735" w:rsidR="00981915" w:rsidRPr="005F01D4" w:rsidRDefault="00EE74F0" w:rsidP="00EE74F0">
      <w:pPr>
        <w:autoSpaceDE w:val="0"/>
        <w:autoSpaceDN w:val="0"/>
        <w:adjustRightInd w:val="0"/>
        <w:spacing w:line="360" w:lineRule="auto"/>
        <w:jc w:val="both"/>
      </w:pPr>
      <w:r w:rsidRPr="005F01D4">
        <w:t xml:space="preserve">Obecnie </w:t>
      </w:r>
      <w:r w:rsidR="006A0BD3" w:rsidRPr="005F01D4">
        <w:t xml:space="preserve">w przypadku uczniów jako beneficjentów Programu </w:t>
      </w:r>
      <w:r w:rsidRPr="005F01D4">
        <w:t xml:space="preserve">pomoc w formie wyjazdu terapeutyczno-edukacyjnego i pomoc w formie zajęć opiekuńczych i zajęć terapeutyczno-edukacyjnych jest skierowana do tej samej kategorii </w:t>
      </w:r>
      <w:r w:rsidR="0028274C" w:rsidRPr="005F01D4">
        <w:t>uczniów</w:t>
      </w:r>
      <w:r w:rsidRPr="005F01D4">
        <w:t>, tj. uczniów uczęszczających w</w:t>
      </w:r>
      <w:r w:rsidR="00E226EB" w:rsidRPr="005F01D4">
        <w:t> </w:t>
      </w:r>
      <w:r w:rsidRPr="005F01D4">
        <w:t>roku szkolnym 2024/2025, 2025/2026, 2026/2027 i 2027/2028 do szkół wszystkich typów, kształcących się w tych szkołach w formie dziennej, w tym uczniów uczęszczających w roku szkolnym 2024/2025, 2025/2026, 2026/2027 i 2027/2028 do klas I–III szkoły podstawowej lub klas I–III ogólnokształcącej szkoły muzycznej I stopnia, a także uczniów uczęszczających w</w:t>
      </w:r>
      <w:r w:rsidR="00E226EB" w:rsidRPr="005F01D4">
        <w:t> </w:t>
      </w:r>
      <w:r w:rsidRPr="005F01D4">
        <w:t xml:space="preserve">roku szkolnym 2024/2025, 2025/2026, 2026/2027 i 2027/2028 do szkół wszystkich typów, kształcących się w tych szkołach w formie dziennej, posiadających orzeczenie o potrzebie kształcenia specjalnego, o którym mowa w art. 127 ust. 10 ustawy z dnia 14 grudnia 2016 r. – Prawo oświatowe (Dz. U. z 2024 r. poz. 737, </w:t>
      </w:r>
      <w:r w:rsidR="00E23154">
        <w:t>z późn. zm.</w:t>
      </w:r>
      <w:r w:rsidR="00E23154">
        <w:rPr>
          <w:rStyle w:val="Odwoanieprzypisudolnego"/>
        </w:rPr>
        <w:footnoteReference w:id="1"/>
      </w:r>
      <w:r w:rsidR="00E23154" w:rsidRPr="00E23154">
        <w:rPr>
          <w:vertAlign w:val="superscript"/>
        </w:rPr>
        <w:t>)</w:t>
      </w:r>
      <w:r w:rsidR="00E23154">
        <w:t>)</w:t>
      </w:r>
      <w:r w:rsidRPr="005F01D4">
        <w:t>, albo orzeczenie o</w:t>
      </w:r>
      <w:r w:rsidR="0098576C" w:rsidRPr="005F01D4">
        <w:t> </w:t>
      </w:r>
      <w:r w:rsidRPr="005F01D4">
        <w:t>potrzebie kształcenia specjalnego, o którym mowa w art. 312 ust. 1 i 2 ustawy z dnia 14</w:t>
      </w:r>
      <w:r w:rsidR="00E226EB" w:rsidRPr="005F01D4">
        <w:t> </w:t>
      </w:r>
      <w:r w:rsidRPr="005F01D4">
        <w:t>grudnia 2016 r. – Przepisy wprowadzające ustawę – Prawo oświatowe (Dz. U. z 2017 r. poz.</w:t>
      </w:r>
      <w:r w:rsidR="00E226EB" w:rsidRPr="005F01D4">
        <w:t> </w:t>
      </w:r>
      <w:r w:rsidRPr="005F01D4">
        <w:t xml:space="preserve">60, </w:t>
      </w:r>
      <w:r w:rsidR="008C507E">
        <w:t>z późn. zm.</w:t>
      </w:r>
      <w:r w:rsidR="008C507E">
        <w:rPr>
          <w:rStyle w:val="Odwoanieprzypisudolnego"/>
        </w:rPr>
        <w:footnoteReference w:id="2"/>
      </w:r>
      <w:r w:rsidR="008C507E">
        <w:rPr>
          <w:vertAlign w:val="superscript"/>
        </w:rPr>
        <w:t>)</w:t>
      </w:r>
      <w:r w:rsidRPr="005F01D4">
        <w:t>), d</w:t>
      </w:r>
      <w:r w:rsidR="00DF105E" w:rsidRPr="005F01D4">
        <w:t>o</w:t>
      </w:r>
      <w:r w:rsidR="00E226EB" w:rsidRPr="005F01D4">
        <w:t> </w:t>
      </w:r>
      <w:r w:rsidRPr="005F01D4">
        <w:t xml:space="preserve">których </w:t>
      </w:r>
      <w:r w:rsidR="006A20C3" w:rsidRPr="005F01D4">
        <w:t>w</w:t>
      </w:r>
      <w:r w:rsidR="0098576C" w:rsidRPr="005F01D4">
        <w:t> </w:t>
      </w:r>
      <w:r w:rsidRPr="005F01D4">
        <w:t>poprzednich programach rządowych, ustanawianych zgodnie z art. 90u ust. 1 pkt</w:t>
      </w:r>
      <w:r w:rsidR="00E226EB" w:rsidRPr="005F01D4">
        <w:t> </w:t>
      </w:r>
      <w:r w:rsidRPr="005F01D4">
        <w:t>1 ustawy z</w:t>
      </w:r>
      <w:r w:rsidR="0098576C" w:rsidRPr="005F01D4">
        <w:t> </w:t>
      </w:r>
      <w:r w:rsidRPr="005F01D4">
        <w:t>dnia 7 września 1991 r. o systemie oświaty, była skierowana pomoc w</w:t>
      </w:r>
      <w:r w:rsidR="006A20C3" w:rsidRPr="005F01D4">
        <w:t xml:space="preserve"> formie</w:t>
      </w:r>
      <w:r w:rsidRPr="005F01D4">
        <w:t xml:space="preserve"> zajęć opiekuńczych i zajęć terapeutyczno-edukacyjnych.</w:t>
      </w:r>
    </w:p>
    <w:p w14:paraId="683E54B6" w14:textId="77777777" w:rsidR="00867026" w:rsidRPr="005F01D4" w:rsidRDefault="00867026" w:rsidP="00F62F68">
      <w:pPr>
        <w:autoSpaceDE w:val="0"/>
        <w:autoSpaceDN w:val="0"/>
        <w:adjustRightInd w:val="0"/>
        <w:spacing w:line="360" w:lineRule="auto"/>
        <w:jc w:val="both"/>
      </w:pPr>
    </w:p>
    <w:p w14:paraId="3A44B99C" w14:textId="650DDCA7" w:rsidR="00867026" w:rsidRPr="005F01D4" w:rsidRDefault="00867026" w:rsidP="00F62F68">
      <w:pPr>
        <w:autoSpaceDE w:val="0"/>
        <w:autoSpaceDN w:val="0"/>
        <w:adjustRightInd w:val="0"/>
        <w:spacing w:line="360" w:lineRule="auto"/>
        <w:jc w:val="both"/>
      </w:pPr>
      <w:r w:rsidRPr="005F01D4">
        <w:t xml:space="preserve">Szacuje się, że liczba beneficjentów </w:t>
      </w:r>
      <w:r w:rsidR="000B08C3" w:rsidRPr="005F01D4">
        <w:t>wymienionych</w:t>
      </w:r>
      <w:r w:rsidRPr="005F01D4">
        <w:t xml:space="preserve"> form pomocy może wynieść </w:t>
      </w:r>
      <w:r w:rsidR="00981915" w:rsidRPr="005F01D4">
        <w:t>około 5100</w:t>
      </w:r>
      <w:r w:rsidRPr="005F01D4">
        <w:t xml:space="preserve"> dzieci i uczniów (ok. </w:t>
      </w:r>
      <w:r w:rsidR="00B15832" w:rsidRPr="005F01D4">
        <w:t>17</w:t>
      </w:r>
      <w:r w:rsidR="001C7B21" w:rsidRPr="005F01D4">
        <w:t>00</w:t>
      </w:r>
      <w:r w:rsidRPr="005F01D4">
        <w:t xml:space="preserve"> osób w danym roku</w:t>
      </w:r>
      <w:r w:rsidR="00540342" w:rsidRPr="005F01D4">
        <w:t xml:space="preserve"> realizacji Programu</w:t>
      </w:r>
      <w:r w:rsidRPr="005F01D4">
        <w:t xml:space="preserve">). </w:t>
      </w:r>
    </w:p>
    <w:p w14:paraId="36732A25" w14:textId="77777777" w:rsidR="005B436C" w:rsidRPr="005F01D4" w:rsidRDefault="005B436C" w:rsidP="00867026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14:paraId="5D0DB3A3" w14:textId="7A414EA6" w:rsidR="00867026" w:rsidRPr="005F01D4" w:rsidRDefault="00867026" w:rsidP="00867026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5F01D4">
        <w:rPr>
          <w:b/>
        </w:rPr>
        <w:t>IV. ZASADY FINANSOWANIA PROGRAMU</w:t>
      </w:r>
    </w:p>
    <w:p w14:paraId="71B16222" w14:textId="77777777" w:rsidR="00867026" w:rsidRPr="005F01D4" w:rsidRDefault="00867026" w:rsidP="00867026">
      <w:pPr>
        <w:spacing w:line="360" w:lineRule="auto"/>
        <w:jc w:val="both"/>
      </w:pPr>
    </w:p>
    <w:p w14:paraId="3D0E9E19" w14:textId="7A55DC29" w:rsidR="00867026" w:rsidRPr="005F01D4" w:rsidRDefault="00867026" w:rsidP="00F62F68">
      <w:pPr>
        <w:spacing w:line="360" w:lineRule="auto"/>
        <w:jc w:val="both"/>
      </w:pPr>
      <w:r w:rsidRPr="005F01D4">
        <w:t>Na realizację Programu w latach 20</w:t>
      </w:r>
      <w:r w:rsidR="004E2023" w:rsidRPr="005F01D4">
        <w:t>2</w:t>
      </w:r>
      <w:r w:rsidR="007E5429" w:rsidRPr="005F01D4">
        <w:t>5</w:t>
      </w:r>
      <w:r w:rsidRPr="005F01D4">
        <w:t>–202</w:t>
      </w:r>
      <w:r w:rsidR="007E5429" w:rsidRPr="005F01D4">
        <w:t>7</w:t>
      </w:r>
      <w:r w:rsidRPr="005F01D4">
        <w:t xml:space="preserve"> planuje się przeznaczyć łącznie 15 mln zł, po 5 mln zł w każdym roku, ze środków rezerwy celowej budżetu państwa poz. 26</w:t>
      </w:r>
      <w:r w:rsidR="005D0945" w:rsidRPr="005F01D4">
        <w:t>.</w:t>
      </w:r>
      <w:r w:rsidRPr="005F01D4">
        <w:t xml:space="preserve"> </w:t>
      </w:r>
    </w:p>
    <w:p w14:paraId="74D406B6" w14:textId="2CBA717E" w:rsidR="00867026" w:rsidRPr="005F01D4" w:rsidRDefault="00867026" w:rsidP="00F62F68">
      <w:pPr>
        <w:spacing w:line="360" w:lineRule="auto"/>
        <w:jc w:val="both"/>
      </w:pPr>
      <w:r w:rsidRPr="005F01D4">
        <w:lastRenderedPageBreak/>
        <w:t>W latach 2014–</w:t>
      </w:r>
      <w:r w:rsidR="00856D3D" w:rsidRPr="005F01D4">
        <w:t xml:space="preserve">2024 </w:t>
      </w:r>
      <w:r w:rsidR="005D0945" w:rsidRPr="005F01D4">
        <w:t>program był</w:t>
      </w:r>
      <w:r w:rsidRPr="005F01D4">
        <w:t xml:space="preserve"> również finansowan</w:t>
      </w:r>
      <w:r w:rsidR="005D0945" w:rsidRPr="005F01D4">
        <w:t>y</w:t>
      </w:r>
      <w:r w:rsidRPr="005F01D4">
        <w:t xml:space="preserve"> ze środków rezerwy celowej budżetu państwa poz. 26. </w:t>
      </w:r>
    </w:p>
    <w:p w14:paraId="051267F6" w14:textId="1123056A" w:rsidR="00867026" w:rsidRPr="005F01D4" w:rsidRDefault="00867026" w:rsidP="00F62F68">
      <w:pPr>
        <w:spacing w:line="360" w:lineRule="auto"/>
        <w:jc w:val="both"/>
      </w:pPr>
      <w:r w:rsidRPr="005F01D4">
        <w:t>Minister właściwy do spraw oświaty i wychowania przedstawi propozycję podziału środków rezerwy celowej dla poszczególnych województw ministrowi właściwemu do spraw finansów publicznych niezwłocznie po otrzymaniu zapotrzebowania na środki od poszczególnych wojewodów. W przypadku dodatkowych potrzeb finansowych związanych ze zwiększeniem liczby dzieci i uczniów uprawnionych do otrzymania zasiłku losowego na cele edukacyjne, liczby uczniów zakwalifikowanych do wyjazdów terapeutyczno-edukacyjnych lub</w:t>
      </w:r>
      <w:r w:rsidR="00D04F67" w:rsidRPr="005F01D4">
        <w:t xml:space="preserve"> </w:t>
      </w:r>
      <w:r w:rsidRPr="005F01D4">
        <w:t>liczby dziec</w:t>
      </w:r>
      <w:r w:rsidR="004E2023" w:rsidRPr="005F01D4">
        <w:t xml:space="preserve">i i uczniów </w:t>
      </w:r>
      <w:r w:rsidRPr="005F01D4">
        <w:t xml:space="preserve">zakwalifikowanych do zajęć opiekuńczych i </w:t>
      </w:r>
      <w:r w:rsidR="004E2023" w:rsidRPr="005F01D4">
        <w:t>zajęć</w:t>
      </w:r>
      <w:r w:rsidR="00D04F67" w:rsidRPr="005F01D4">
        <w:t xml:space="preserve"> </w:t>
      </w:r>
      <w:r w:rsidR="004E2023" w:rsidRPr="005F01D4">
        <w:t>terapeutyczno-</w:t>
      </w:r>
      <w:r w:rsidRPr="005F01D4">
        <w:t>edukacyjnych minister właściwy do spraw oświaty i wychowania, na wniosek wojewody, wystąpi do ministra właściwego do spraw finansów publicznych o uruchomienie dodatkowej transzy środków. Środki na realizację ewentualnych dodatkowych zadań związanych ze zwiększeniem liczby dzieci i uczniów uprawnionych do otrzymania pomocy w</w:t>
      </w:r>
      <w:r w:rsidR="00597AAE" w:rsidRPr="005F01D4">
        <w:t> </w:t>
      </w:r>
      <w:r w:rsidRPr="005F01D4">
        <w:t>ramach Programu będą pochodziły z nierozdysponowanych środków rezerwy celowej poz. 26.</w:t>
      </w:r>
    </w:p>
    <w:p w14:paraId="164A3E6B" w14:textId="671B7B83" w:rsidR="005D0945" w:rsidRPr="005F01D4" w:rsidRDefault="00867026" w:rsidP="00F62F68">
      <w:pPr>
        <w:spacing w:line="360" w:lineRule="auto"/>
        <w:jc w:val="both"/>
      </w:pPr>
      <w:r w:rsidRPr="005F01D4">
        <w:t xml:space="preserve">Z zapotrzebowaniem na środki </w:t>
      </w:r>
      <w:r w:rsidR="008B3BD8" w:rsidRPr="005F01D4">
        <w:t xml:space="preserve">finansowe </w:t>
      </w:r>
      <w:r w:rsidRPr="005F01D4">
        <w:t>na wypłatę zasiłków losowych na cele edukacyjne, organizację wyjazdów terapeutyczno-edukacyjnych oraz organizację zajęć opiekuńczyc</w:t>
      </w:r>
      <w:r w:rsidR="00EE1C26" w:rsidRPr="005F01D4">
        <w:t>h i </w:t>
      </w:r>
      <w:r w:rsidR="00AD1B6A" w:rsidRPr="005F01D4">
        <w:t>zajęć terapeutyczno</w:t>
      </w:r>
      <w:r w:rsidRPr="005F01D4">
        <w:t>-edukacyjnych wojewodowie mogą występować do ministra właściwego do spraw oświaty i wychowania w 20</w:t>
      </w:r>
      <w:r w:rsidR="00AD1B6A" w:rsidRPr="005F01D4">
        <w:t>2</w:t>
      </w:r>
      <w:r w:rsidR="007E5429" w:rsidRPr="005F01D4">
        <w:t>5</w:t>
      </w:r>
      <w:r w:rsidRPr="005F01D4">
        <w:t xml:space="preserve"> r. </w:t>
      </w:r>
      <w:r w:rsidR="007E5429" w:rsidRPr="005F01D4">
        <w:t xml:space="preserve">i 2026 r. </w:t>
      </w:r>
      <w:r w:rsidR="00AD1B6A" w:rsidRPr="005F01D4">
        <w:t xml:space="preserve">do dnia </w:t>
      </w:r>
      <w:r w:rsidR="00163947" w:rsidRPr="005F01D4">
        <w:t>2</w:t>
      </w:r>
      <w:r w:rsidR="007E5429" w:rsidRPr="005F01D4">
        <w:t>5</w:t>
      </w:r>
      <w:r w:rsidR="00163947" w:rsidRPr="005F01D4">
        <w:t xml:space="preserve"> </w:t>
      </w:r>
      <w:r w:rsidR="00AD1B6A" w:rsidRPr="005F01D4">
        <w:t>września,</w:t>
      </w:r>
      <w:r w:rsidR="00572566" w:rsidRPr="005F01D4">
        <w:t xml:space="preserve"> a </w:t>
      </w:r>
      <w:r w:rsidR="00E62FBA" w:rsidRPr="005F01D4">
        <w:t>w</w:t>
      </w:r>
      <w:r w:rsidR="00572566" w:rsidRPr="005F01D4">
        <w:t> </w:t>
      </w:r>
      <w:r w:rsidR="007E5429" w:rsidRPr="005F01D4">
        <w:t>2027</w:t>
      </w:r>
      <w:r w:rsidR="00572566" w:rsidRPr="005F01D4">
        <w:t> </w:t>
      </w:r>
      <w:r w:rsidR="007E5429" w:rsidRPr="005F01D4">
        <w:t xml:space="preserve">r. do </w:t>
      </w:r>
      <w:r w:rsidR="00572566" w:rsidRPr="005F01D4">
        <w:t xml:space="preserve">dnia </w:t>
      </w:r>
      <w:r w:rsidR="007E5429" w:rsidRPr="005F01D4">
        <w:t>24 września.</w:t>
      </w:r>
    </w:p>
    <w:p w14:paraId="2098831B" w14:textId="77777777" w:rsidR="004C4B7C" w:rsidRPr="005F01D4" w:rsidRDefault="004C4B7C" w:rsidP="00F62F68">
      <w:pPr>
        <w:spacing w:line="360" w:lineRule="auto"/>
        <w:jc w:val="both"/>
      </w:pPr>
    </w:p>
    <w:p w14:paraId="2A770111" w14:textId="40F07E68" w:rsidR="00643FD2" w:rsidRPr="005F01D4" w:rsidRDefault="00867026" w:rsidP="008619E5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</w:pPr>
      <w:r w:rsidRPr="005F01D4">
        <w:t>Zasiłek losowy na cele edukacyjne jest jednorazowym świadczeniem pieniężnym, którego wysokość wynosi</w:t>
      </w:r>
      <w:r w:rsidR="009705B9" w:rsidRPr="005F01D4">
        <w:t xml:space="preserve"> </w:t>
      </w:r>
      <w:r w:rsidRPr="005F01D4">
        <w:t>1</w:t>
      </w:r>
      <w:r w:rsidR="00390E18" w:rsidRPr="005F01D4">
        <w:t>0</w:t>
      </w:r>
      <w:r w:rsidRPr="005F01D4">
        <w:t>00 zł dla jednego dziecka lub ucznia</w:t>
      </w:r>
      <w:r w:rsidR="009705B9" w:rsidRPr="005F01D4">
        <w:t>.</w:t>
      </w:r>
      <w:r w:rsidRPr="005F01D4">
        <w:t xml:space="preserve"> </w:t>
      </w:r>
    </w:p>
    <w:p w14:paraId="25D49D3B" w14:textId="77777777" w:rsidR="00643FD2" w:rsidRPr="005F01D4" w:rsidRDefault="00643FD2" w:rsidP="008619E5">
      <w:pPr>
        <w:pStyle w:val="Akapitzlist"/>
        <w:spacing w:line="360" w:lineRule="auto"/>
        <w:ind w:left="284"/>
        <w:jc w:val="both"/>
      </w:pPr>
    </w:p>
    <w:p w14:paraId="1A39A956" w14:textId="0CD15330" w:rsidR="00643FD2" w:rsidRPr="005F01D4" w:rsidRDefault="00867026" w:rsidP="008619E5">
      <w:pPr>
        <w:pStyle w:val="Akapitzlist"/>
        <w:spacing w:line="360" w:lineRule="auto"/>
        <w:ind w:left="284"/>
        <w:jc w:val="both"/>
      </w:pPr>
      <w:r w:rsidRPr="005F01D4">
        <w:t xml:space="preserve">Wysokość uruchamianych środków budżetu państwa na wypłatę zasiłków losowych na cele edukacyjne dla poszczególnych województw </w:t>
      </w:r>
      <w:r w:rsidR="0035758E" w:rsidRPr="005F01D4">
        <w:t xml:space="preserve">jest </w:t>
      </w:r>
      <w:r w:rsidRPr="005F01D4">
        <w:t>oblicz</w:t>
      </w:r>
      <w:r w:rsidR="0035758E" w:rsidRPr="005F01D4">
        <w:t>a</w:t>
      </w:r>
      <w:r w:rsidRPr="005F01D4">
        <w:t>na jako iloczyn liczby dzieci i uczniów uprawnionych do otrzymania zasiłku losowego na cele edukacyjne oraz kwoty 1</w:t>
      </w:r>
      <w:r w:rsidR="00390E18" w:rsidRPr="005F01D4">
        <w:t>0</w:t>
      </w:r>
      <w:r w:rsidRPr="005F01D4">
        <w:t>00 zł.</w:t>
      </w:r>
    </w:p>
    <w:p w14:paraId="00580CCB" w14:textId="77777777" w:rsidR="00643FD2" w:rsidRPr="005F01D4" w:rsidRDefault="00643FD2" w:rsidP="008619E5">
      <w:pPr>
        <w:pStyle w:val="Akapitzlist"/>
        <w:spacing w:line="360" w:lineRule="auto"/>
        <w:ind w:left="284"/>
        <w:jc w:val="both"/>
      </w:pPr>
    </w:p>
    <w:p w14:paraId="5505A57D" w14:textId="3F0225A2" w:rsidR="00643FD2" w:rsidRPr="005F01D4" w:rsidRDefault="00643FD2" w:rsidP="008619E5">
      <w:pPr>
        <w:pStyle w:val="Akapitzlist"/>
        <w:spacing w:line="360" w:lineRule="auto"/>
        <w:ind w:left="284"/>
        <w:jc w:val="both"/>
      </w:pPr>
      <w:r w:rsidRPr="005F01D4">
        <w:t>Wojewoda przyznaje i przekazuje</w:t>
      </w:r>
      <w:r w:rsidR="00867026" w:rsidRPr="005F01D4">
        <w:t xml:space="preserve"> dotację celową na wypłatę zasiłków losowych na cele edukacyjne gminom, na </w:t>
      </w:r>
      <w:r w:rsidR="00E36802" w:rsidRPr="005F01D4">
        <w:t xml:space="preserve">których </w:t>
      </w:r>
      <w:r w:rsidR="00867026" w:rsidRPr="005F01D4">
        <w:t>obszarze mieszkają rodziny dzieci i uczniów uprawnionych do otrzymania zasiłku losowego na cele edukacyjne.</w:t>
      </w:r>
    </w:p>
    <w:p w14:paraId="30489041" w14:textId="77777777" w:rsidR="00643FD2" w:rsidRPr="005F01D4" w:rsidRDefault="00643FD2" w:rsidP="008619E5">
      <w:pPr>
        <w:pStyle w:val="Akapitzlist"/>
        <w:spacing w:line="360" w:lineRule="auto"/>
        <w:ind w:left="284"/>
        <w:jc w:val="both"/>
      </w:pPr>
    </w:p>
    <w:p w14:paraId="3046D1DE" w14:textId="21FCB524" w:rsidR="00867026" w:rsidRPr="005F01D4" w:rsidRDefault="00867026" w:rsidP="008619E5">
      <w:pPr>
        <w:pStyle w:val="Akapitzlist"/>
        <w:spacing w:line="360" w:lineRule="auto"/>
        <w:ind w:left="284"/>
        <w:jc w:val="both"/>
      </w:pPr>
      <w:r w:rsidRPr="005F01D4">
        <w:t xml:space="preserve">Listę </w:t>
      </w:r>
      <w:bookmarkStart w:id="5" w:name="_Hlk167806297"/>
      <w:r w:rsidRPr="005F01D4">
        <w:t xml:space="preserve">dzieci i uczniów uprawnionych do otrzymania zasiłku losowego </w:t>
      </w:r>
      <w:r w:rsidR="00B90155" w:rsidRPr="005F01D4">
        <w:t xml:space="preserve">na cele edukacyjne </w:t>
      </w:r>
      <w:bookmarkEnd w:id="5"/>
      <w:r w:rsidRPr="005F01D4">
        <w:t xml:space="preserve">sporządza wójt (burmistrz, prezydent miasta). Lista zawiera imię i nazwisko dziecka lub </w:t>
      </w:r>
      <w:r w:rsidRPr="005F01D4">
        <w:lastRenderedPageBreak/>
        <w:t>ucznia</w:t>
      </w:r>
      <w:r w:rsidR="00D0385D" w:rsidRPr="005F01D4">
        <w:t xml:space="preserve"> </w:t>
      </w:r>
      <w:r w:rsidR="003B6D03" w:rsidRPr="005F01D4">
        <w:t xml:space="preserve">uprawnionego do otrzymania zasiłku losowego na cele edukacyjne </w:t>
      </w:r>
      <w:r w:rsidR="00D0385D" w:rsidRPr="005F01D4">
        <w:t>oraz</w:t>
      </w:r>
      <w:r w:rsidRPr="005F01D4">
        <w:t xml:space="preserve"> </w:t>
      </w:r>
      <w:r w:rsidR="00E9654D" w:rsidRPr="005F01D4">
        <w:t>adres jego zamieszkania</w:t>
      </w:r>
      <w:r w:rsidR="00D01FEB" w:rsidRPr="005F01D4">
        <w:t>.</w:t>
      </w:r>
      <w:r w:rsidRPr="005F01D4">
        <w:t xml:space="preserve"> Na podstawie listy </w:t>
      </w:r>
      <w:r w:rsidR="003B6D03" w:rsidRPr="005F01D4">
        <w:t xml:space="preserve">dzieci i uczniów uprawnionych do otrzymania zasiłku losowego na cele edukacyjne </w:t>
      </w:r>
      <w:r w:rsidRPr="005F01D4">
        <w:t>wójt (burmistrz, prezydent miasta) sporządza informację o</w:t>
      </w:r>
      <w:r w:rsidR="003B6D03" w:rsidRPr="005F01D4">
        <w:t> </w:t>
      </w:r>
      <w:r w:rsidRPr="005F01D4">
        <w:t xml:space="preserve">liczbie dzieci i uczniów uprawnionych do otrzymania zasiłku losowego </w:t>
      </w:r>
      <w:r w:rsidR="00B90155" w:rsidRPr="005F01D4">
        <w:t xml:space="preserve">na cele edukacyjne </w:t>
      </w:r>
      <w:r w:rsidRPr="005F01D4">
        <w:t>oraz</w:t>
      </w:r>
      <w:r w:rsidR="003B6D03" w:rsidRPr="005F01D4">
        <w:t xml:space="preserve"> </w:t>
      </w:r>
      <w:r w:rsidR="00190F05" w:rsidRPr="005F01D4">
        <w:t>o </w:t>
      </w:r>
      <w:r w:rsidRPr="005F01D4">
        <w:t>kwocie środków finansowych potrzebnych na wypłatę zasiłków losowych</w:t>
      </w:r>
      <w:r w:rsidR="00B90155" w:rsidRPr="005F01D4">
        <w:t xml:space="preserve"> na cele edukacyjne</w:t>
      </w:r>
      <w:r w:rsidRPr="005F01D4">
        <w:t xml:space="preserve"> i przekazuje </w:t>
      </w:r>
      <w:r w:rsidR="000623B5">
        <w:t>tę informację</w:t>
      </w:r>
      <w:r w:rsidRPr="005F01D4">
        <w:t xml:space="preserve"> wojewodzie.</w:t>
      </w:r>
    </w:p>
    <w:p w14:paraId="27EE117C" w14:textId="3CF583B8" w:rsidR="00867026" w:rsidRPr="005F01D4" w:rsidRDefault="00867026" w:rsidP="008619E5">
      <w:pPr>
        <w:numPr>
          <w:ilvl w:val="0"/>
          <w:numId w:val="21"/>
        </w:numPr>
        <w:spacing w:line="360" w:lineRule="auto"/>
        <w:ind w:left="284" w:hanging="284"/>
        <w:contextualSpacing/>
        <w:jc w:val="both"/>
      </w:pPr>
      <w:r w:rsidRPr="005F01D4">
        <w:t>Pomoc w formie wyjazdu terapeutyczno-edukacyjnego jest finansowana w wysokości do </w:t>
      </w:r>
      <w:r w:rsidR="00195895" w:rsidRPr="005F01D4">
        <w:t>1770</w:t>
      </w:r>
      <w:r w:rsidR="005A0EE2" w:rsidRPr="005F01D4">
        <w:t xml:space="preserve"> </w:t>
      </w:r>
      <w:r w:rsidRPr="005F01D4">
        <w:t>zł na jednego ucznia.</w:t>
      </w:r>
    </w:p>
    <w:p w14:paraId="40D08253" w14:textId="77777777" w:rsidR="00E9654D" w:rsidRPr="005F01D4" w:rsidRDefault="00E9654D" w:rsidP="008619E5">
      <w:pPr>
        <w:spacing w:line="360" w:lineRule="auto"/>
        <w:ind w:left="284"/>
        <w:contextualSpacing/>
        <w:jc w:val="both"/>
      </w:pPr>
    </w:p>
    <w:p w14:paraId="677AF245" w14:textId="6CB203E0" w:rsidR="00867026" w:rsidRPr="005F01D4" w:rsidRDefault="00867026" w:rsidP="008619E5">
      <w:pPr>
        <w:spacing w:line="360" w:lineRule="auto"/>
        <w:ind w:left="284"/>
        <w:contextualSpacing/>
        <w:jc w:val="both"/>
      </w:pPr>
      <w:r w:rsidRPr="005F01D4">
        <w:t xml:space="preserve">Wysokość uruchamianych środków budżetu państwa na organizację wyjazdów terapeutyczno-edukacyjnych dla poszczególnych województw </w:t>
      </w:r>
      <w:r w:rsidR="0035758E" w:rsidRPr="005F01D4">
        <w:t xml:space="preserve">jest </w:t>
      </w:r>
      <w:r w:rsidRPr="005F01D4">
        <w:t>oblicz</w:t>
      </w:r>
      <w:r w:rsidR="0035758E" w:rsidRPr="005F01D4">
        <w:t>a</w:t>
      </w:r>
      <w:r w:rsidRPr="005F01D4">
        <w:t xml:space="preserve">na jako iloczyn liczby uczniów zakwalifikowanych do wyjazdu </w:t>
      </w:r>
      <w:r w:rsidR="00B90155" w:rsidRPr="005F01D4">
        <w:t xml:space="preserve">terapeutyczno-edukacyjnego </w:t>
      </w:r>
      <w:r w:rsidRPr="005F01D4">
        <w:t xml:space="preserve">oraz kwoty </w:t>
      </w:r>
      <w:r w:rsidR="00195895" w:rsidRPr="005F01D4">
        <w:t>1770</w:t>
      </w:r>
      <w:r w:rsidR="005A0EE2" w:rsidRPr="005F01D4">
        <w:t xml:space="preserve"> </w:t>
      </w:r>
      <w:r w:rsidRPr="005F01D4">
        <w:t>zł.</w:t>
      </w:r>
    </w:p>
    <w:p w14:paraId="72AD2D56" w14:textId="77777777" w:rsidR="00867026" w:rsidRPr="005F01D4" w:rsidRDefault="00867026" w:rsidP="008619E5">
      <w:pPr>
        <w:spacing w:line="360" w:lineRule="auto"/>
        <w:ind w:left="502"/>
        <w:contextualSpacing/>
        <w:jc w:val="both"/>
      </w:pPr>
    </w:p>
    <w:p w14:paraId="48CEAF06" w14:textId="6EB432B5" w:rsidR="00643FD2" w:rsidRPr="005F01D4" w:rsidRDefault="00643FD2" w:rsidP="008619E5">
      <w:pPr>
        <w:spacing w:line="360" w:lineRule="auto"/>
        <w:ind w:left="284"/>
        <w:contextualSpacing/>
        <w:jc w:val="both"/>
      </w:pPr>
      <w:r w:rsidRPr="005F01D4">
        <w:t>Wojewoda przyznaje i przekazuje</w:t>
      </w:r>
      <w:r w:rsidR="005A0EE2" w:rsidRPr="005F01D4">
        <w:t xml:space="preserve"> dotację celową na organizację wyjazdów </w:t>
      </w:r>
      <w:r w:rsidR="00A84BC3" w:rsidRPr="005F01D4">
        <w:br/>
      </w:r>
      <w:r w:rsidR="005A0EE2" w:rsidRPr="005F01D4">
        <w:t xml:space="preserve">terapeutyczno-edukacyjnych gminom, na </w:t>
      </w:r>
      <w:r w:rsidR="00E36802" w:rsidRPr="005F01D4">
        <w:t xml:space="preserve">których </w:t>
      </w:r>
      <w:r w:rsidR="005A0EE2" w:rsidRPr="005F01D4">
        <w:t xml:space="preserve">obszarze </w:t>
      </w:r>
      <w:r w:rsidR="00E9654D" w:rsidRPr="005F01D4">
        <w:t>mieszkają rodziny </w:t>
      </w:r>
      <w:r w:rsidR="005A0EE2" w:rsidRPr="005F01D4">
        <w:t xml:space="preserve">uczniów zakwalifikowanych do tych wyjazdów. </w:t>
      </w:r>
    </w:p>
    <w:p w14:paraId="4AF5A4C6" w14:textId="77777777" w:rsidR="00643FD2" w:rsidRPr="005F01D4" w:rsidRDefault="00643FD2" w:rsidP="008619E5">
      <w:pPr>
        <w:spacing w:line="360" w:lineRule="auto"/>
        <w:ind w:left="284"/>
        <w:contextualSpacing/>
        <w:jc w:val="both"/>
      </w:pPr>
    </w:p>
    <w:p w14:paraId="3F5DB622" w14:textId="2EB788FC" w:rsidR="00867026" w:rsidRPr="005F01D4" w:rsidRDefault="00867026" w:rsidP="008619E5">
      <w:pPr>
        <w:spacing w:line="360" w:lineRule="auto"/>
        <w:ind w:left="284"/>
        <w:contextualSpacing/>
        <w:jc w:val="both"/>
      </w:pPr>
      <w:r w:rsidRPr="005F01D4">
        <w:t xml:space="preserve">Listę uczniów zakwalifikowanych do wyjazdu terapeutyczno-edukacyjnego sporządza wójt (burmistrz, prezydent miasta). Lista </w:t>
      </w:r>
      <w:r w:rsidR="0092469A" w:rsidRPr="0092469A">
        <w:t xml:space="preserve">uczniów zakwalifikowanych do wyjazdu terapeutyczno-edukacyjnego </w:t>
      </w:r>
      <w:r w:rsidRPr="005F01D4">
        <w:t xml:space="preserve">zawiera imię i nazwisko ucznia </w:t>
      </w:r>
      <w:r w:rsidR="003B6D03" w:rsidRPr="005F01D4">
        <w:t xml:space="preserve">zakwalifikowanego do wyjazdu terapeutyczno-edukacyjnego </w:t>
      </w:r>
      <w:r w:rsidRPr="005F01D4">
        <w:t xml:space="preserve">oraz adres jego zamieszkania. Do listy </w:t>
      </w:r>
      <w:r w:rsidR="003B6D03" w:rsidRPr="005F01D4">
        <w:t xml:space="preserve">uczniów zakwalifikowanych do wyjazdu terapeutyczno-edukacyjnego </w:t>
      </w:r>
      <w:r w:rsidRPr="005F01D4">
        <w:t xml:space="preserve">dołącza się karty kwalifikacyjne uczestników wyjazdu. </w:t>
      </w:r>
      <w:r w:rsidR="000623B5">
        <w:t xml:space="preserve">Na podstawie listy uczniów </w:t>
      </w:r>
      <w:r w:rsidR="000623B5" w:rsidRPr="000623B5">
        <w:t>zakwalifikowanych do</w:t>
      </w:r>
      <w:r w:rsidR="00E36802">
        <w:t> </w:t>
      </w:r>
      <w:r w:rsidR="000623B5" w:rsidRPr="000623B5">
        <w:t xml:space="preserve">wyjazdu terapeutyczno-edukacyjnego </w:t>
      </w:r>
      <w:r w:rsidR="000623B5">
        <w:t>w</w:t>
      </w:r>
      <w:r w:rsidR="00376C37" w:rsidRPr="005F01D4">
        <w:t>ójt (burmistrz, prezydent miasta)</w:t>
      </w:r>
      <w:r w:rsidR="002C54EB">
        <w:t xml:space="preserve"> sporządza</w:t>
      </w:r>
      <w:r w:rsidR="00376C37" w:rsidRPr="005F01D4">
        <w:t xml:space="preserve"> informację o liczbie </w:t>
      </w:r>
      <w:r w:rsidRPr="005F01D4">
        <w:t>uczniów zakwalifikowanych do wyjazdu terapeutyczno-edukacyjnego</w:t>
      </w:r>
      <w:r w:rsidR="00376C37" w:rsidRPr="005F01D4">
        <w:t xml:space="preserve"> oraz o</w:t>
      </w:r>
      <w:r w:rsidR="002C54EB" w:rsidRPr="002C54EB">
        <w:t xml:space="preserve"> kwocie środków finansowych potrzebnych na organizację </w:t>
      </w:r>
      <w:r w:rsidR="000623B5">
        <w:t xml:space="preserve">wyjazdu </w:t>
      </w:r>
      <w:r w:rsidR="002C54EB" w:rsidRPr="002C54EB">
        <w:t>terapeutyczno-edukacyjnego</w:t>
      </w:r>
      <w:r w:rsidR="002C54EB">
        <w:t xml:space="preserve"> </w:t>
      </w:r>
      <w:r w:rsidR="000623B5">
        <w:t>i</w:t>
      </w:r>
      <w:r w:rsidR="002C54EB">
        <w:t xml:space="preserve"> przekazuje tę informację wojewodzie.</w:t>
      </w:r>
    </w:p>
    <w:p w14:paraId="6AD2E26E" w14:textId="77777777" w:rsidR="00643FD2" w:rsidRPr="005F01D4" w:rsidRDefault="00643FD2" w:rsidP="008619E5">
      <w:pPr>
        <w:spacing w:line="360" w:lineRule="auto"/>
        <w:ind w:left="284"/>
        <w:contextualSpacing/>
        <w:jc w:val="both"/>
      </w:pPr>
    </w:p>
    <w:p w14:paraId="09211417" w14:textId="4FA7984E" w:rsidR="00867026" w:rsidRPr="005F01D4" w:rsidRDefault="00867026" w:rsidP="008619E5">
      <w:pPr>
        <w:numPr>
          <w:ilvl w:val="0"/>
          <w:numId w:val="21"/>
        </w:numPr>
        <w:spacing w:line="360" w:lineRule="auto"/>
        <w:ind w:left="284" w:hanging="284"/>
        <w:contextualSpacing/>
        <w:jc w:val="both"/>
      </w:pPr>
      <w:r w:rsidRPr="005F01D4">
        <w:t>Pomoc w formie zajęć opiekuńczych i zajęć terapeutyczno-edukacyjnych jest finansowana w wysokości 5</w:t>
      </w:r>
      <w:r w:rsidR="00195895" w:rsidRPr="005F01D4">
        <w:t>75</w:t>
      </w:r>
      <w:r w:rsidRPr="005F01D4">
        <w:t xml:space="preserve"> zł na jedno dziecko lub jednego ucznia uczestniczących w tych zajęciach oraz dodatkowo w wysokości iloczynu liczby dzieci lub uczniów uczestniczących w tych zajęciach podzielonej przez 5, zaokrąglonej w górę do pełnych jedności, i kwoty 1000</w:t>
      </w:r>
      <w:r w:rsidR="00105AC6">
        <w:t xml:space="preserve"> </w:t>
      </w:r>
      <w:r w:rsidRPr="005F01D4">
        <w:t xml:space="preserve">zł. </w:t>
      </w:r>
    </w:p>
    <w:p w14:paraId="599AF2A9" w14:textId="647DF3B9" w:rsidR="00867026" w:rsidRPr="005F01D4" w:rsidRDefault="00867026" w:rsidP="008619E5">
      <w:pPr>
        <w:spacing w:line="360" w:lineRule="auto"/>
        <w:ind w:left="284"/>
        <w:contextualSpacing/>
        <w:jc w:val="both"/>
      </w:pPr>
      <w:r w:rsidRPr="005F01D4">
        <w:lastRenderedPageBreak/>
        <w:t xml:space="preserve">Wysokość uruchamianych środków budżetu państwa na organizację zajęć opiekuńczych i zajęć terapeutyczno-edukacyjnych dla poszczególnych województw </w:t>
      </w:r>
      <w:r w:rsidR="0035758E" w:rsidRPr="005F01D4">
        <w:t xml:space="preserve">jest </w:t>
      </w:r>
      <w:r w:rsidRPr="005F01D4">
        <w:t>oblicz</w:t>
      </w:r>
      <w:r w:rsidR="0035758E" w:rsidRPr="005F01D4">
        <w:t>a</w:t>
      </w:r>
      <w:r w:rsidRPr="005F01D4">
        <w:t>na jako suma iloczynu liczby dzieci i uczniów zakwalifikowanych do tych zajęć i kwoty 5</w:t>
      </w:r>
      <w:r w:rsidR="00195895" w:rsidRPr="005F01D4">
        <w:t>75</w:t>
      </w:r>
      <w:r w:rsidRPr="005F01D4">
        <w:t xml:space="preserve"> zł oraz iloczynu liczby dzieci i uczniów zakwalifikowanych do tych zajęć podzielonej przez 5</w:t>
      </w:r>
      <w:r w:rsidR="00643FD2" w:rsidRPr="005F01D4">
        <w:t>,</w:t>
      </w:r>
      <w:r w:rsidRPr="005F01D4">
        <w:t xml:space="preserve"> zaokrąglonej w górę do pełnych jedności</w:t>
      </w:r>
      <w:r w:rsidR="00643FD2" w:rsidRPr="005F01D4">
        <w:t>,</w:t>
      </w:r>
      <w:r w:rsidRPr="005F01D4">
        <w:t xml:space="preserve"> i kwoty 1000 zł.</w:t>
      </w:r>
    </w:p>
    <w:p w14:paraId="2517CE10" w14:textId="77777777" w:rsidR="000155C4" w:rsidRPr="005F01D4" w:rsidRDefault="000155C4" w:rsidP="008619E5">
      <w:pPr>
        <w:spacing w:line="360" w:lineRule="auto"/>
        <w:ind w:left="284"/>
        <w:contextualSpacing/>
        <w:jc w:val="both"/>
      </w:pPr>
    </w:p>
    <w:p w14:paraId="1252E6F8" w14:textId="4434D832" w:rsidR="000155C4" w:rsidRPr="005F01D4" w:rsidRDefault="000155C4" w:rsidP="008619E5">
      <w:pPr>
        <w:spacing w:line="360" w:lineRule="auto"/>
        <w:ind w:left="284"/>
        <w:contextualSpacing/>
        <w:jc w:val="both"/>
      </w:pPr>
      <w:r w:rsidRPr="005F01D4">
        <w:t xml:space="preserve">Sposób obliczenia środków na organizację zajęć opiekuńczych i zajęć terapeutyczno-edukacyjnych </w:t>
      </w:r>
      <w:r w:rsidR="00D137C2" w:rsidRPr="005F01D4">
        <w:t xml:space="preserve">dla poszczególnych województw </w:t>
      </w:r>
      <w:r w:rsidRPr="005F01D4">
        <w:t>na przykładzie grupy siedmiorga dzieci</w:t>
      </w:r>
      <w:r w:rsidR="00F55892" w:rsidRPr="005F01D4">
        <w:t xml:space="preserve"> </w:t>
      </w:r>
      <w:r w:rsidR="00D137C2" w:rsidRPr="005F01D4">
        <w:t>lub</w:t>
      </w:r>
      <w:r w:rsidR="004F5227" w:rsidRPr="005F01D4">
        <w:t> </w:t>
      </w:r>
      <w:r w:rsidRPr="005F01D4">
        <w:t>uczniów:</w:t>
      </w:r>
    </w:p>
    <w:p w14:paraId="391AFA46" w14:textId="6B8AD02F" w:rsidR="00D137C2" w:rsidRPr="005F01D4" w:rsidRDefault="000155C4" w:rsidP="008619E5">
      <w:pPr>
        <w:spacing w:line="360" w:lineRule="auto"/>
        <w:ind w:left="284"/>
        <w:contextualSpacing/>
        <w:jc w:val="center"/>
      </w:pPr>
      <w:r w:rsidRPr="005F01D4">
        <w:t xml:space="preserve">7 x </w:t>
      </w:r>
      <w:r w:rsidR="00B15832" w:rsidRPr="005F01D4">
        <w:t>575</w:t>
      </w:r>
      <w:r w:rsidRPr="005F01D4">
        <w:t xml:space="preserve"> zł = </w:t>
      </w:r>
      <w:r w:rsidR="00B15832" w:rsidRPr="005F01D4">
        <w:t>4025</w:t>
      </w:r>
      <w:r w:rsidRPr="005F01D4">
        <w:t xml:space="preserve"> zł </w:t>
      </w:r>
    </w:p>
    <w:p w14:paraId="2C7F7FE2" w14:textId="476191D6" w:rsidR="00D137C2" w:rsidRPr="005F01D4" w:rsidRDefault="00966067" w:rsidP="008619E5">
      <w:pPr>
        <w:spacing w:line="360" w:lineRule="auto"/>
        <w:ind w:left="284"/>
        <w:contextualSpacing/>
        <w:jc w:val="center"/>
      </w:pPr>
      <w:r w:rsidRPr="005F01D4">
        <w:t>4025 zł</w:t>
      </w:r>
      <w:r w:rsidR="00D137C2" w:rsidRPr="005F01D4">
        <w:t xml:space="preserve"> </w:t>
      </w:r>
      <w:r w:rsidR="000155C4" w:rsidRPr="005F01D4">
        <w:t xml:space="preserve">+ (7/5) </w:t>
      </w:r>
    </w:p>
    <w:p w14:paraId="1D9E1007" w14:textId="3A56D2A0" w:rsidR="00D137C2" w:rsidRPr="005F01D4" w:rsidRDefault="00D137C2" w:rsidP="008619E5">
      <w:pPr>
        <w:spacing w:line="360" w:lineRule="auto"/>
        <w:ind w:left="284"/>
        <w:contextualSpacing/>
        <w:jc w:val="center"/>
      </w:pPr>
      <w:r w:rsidRPr="005F01D4">
        <w:t xml:space="preserve">(7/5) </w:t>
      </w:r>
      <w:r w:rsidR="000155C4" w:rsidRPr="005F01D4">
        <w:t xml:space="preserve">= 1,4 (w zaokrągleniu 2) </w:t>
      </w:r>
    </w:p>
    <w:p w14:paraId="0D44DF38" w14:textId="676EA444" w:rsidR="00D137C2" w:rsidRPr="005F01D4" w:rsidRDefault="000155C4" w:rsidP="008619E5">
      <w:pPr>
        <w:spacing w:line="360" w:lineRule="auto"/>
        <w:ind w:left="284"/>
        <w:contextualSpacing/>
        <w:jc w:val="center"/>
      </w:pPr>
      <w:r w:rsidRPr="005F01D4">
        <w:t>2 x 1000 zł = 2000 zł</w:t>
      </w:r>
    </w:p>
    <w:p w14:paraId="23017BEB" w14:textId="164EC2E5" w:rsidR="000155C4" w:rsidRPr="005F01D4" w:rsidRDefault="00B15832" w:rsidP="00EE71DB">
      <w:pPr>
        <w:spacing w:after="120" w:line="360" w:lineRule="auto"/>
        <w:ind w:left="284"/>
        <w:contextualSpacing/>
        <w:jc w:val="center"/>
      </w:pPr>
      <w:r w:rsidRPr="005F01D4">
        <w:t>4025</w:t>
      </w:r>
      <w:r w:rsidR="000155C4" w:rsidRPr="005F01D4">
        <w:t xml:space="preserve"> zł + 2000 zł = </w:t>
      </w:r>
      <w:r w:rsidRPr="005F01D4">
        <w:t>6025</w:t>
      </w:r>
      <w:r w:rsidR="000155C4" w:rsidRPr="005F01D4">
        <w:t xml:space="preserve"> zł</w:t>
      </w:r>
    </w:p>
    <w:p w14:paraId="7121FCE3" w14:textId="2617AF96" w:rsidR="00867026" w:rsidRPr="005F01D4" w:rsidRDefault="00643FD2" w:rsidP="00EE71DB">
      <w:pPr>
        <w:spacing w:before="240" w:line="360" w:lineRule="auto"/>
        <w:ind w:left="284"/>
        <w:jc w:val="both"/>
      </w:pPr>
      <w:r w:rsidRPr="005F01D4">
        <w:t>Wojewoda przyznaje i przekazuje</w:t>
      </w:r>
      <w:r w:rsidR="00867026" w:rsidRPr="005F01D4">
        <w:t xml:space="preserve"> dotację celową na organizację zajęć opiekuńczych i zajęć terapeutyczno-edukacyjnych gminom, na </w:t>
      </w:r>
      <w:r w:rsidR="00E36802" w:rsidRPr="005F01D4">
        <w:t xml:space="preserve">których </w:t>
      </w:r>
      <w:r w:rsidR="00867026" w:rsidRPr="005F01D4">
        <w:t xml:space="preserve">obszarze </w:t>
      </w:r>
      <w:r w:rsidRPr="005F01D4">
        <w:t>mieszkają rodziny dzieci i </w:t>
      </w:r>
      <w:r w:rsidR="00867026" w:rsidRPr="005F01D4">
        <w:t xml:space="preserve">uczniów zakwalifikowanych do tych zajęć. </w:t>
      </w:r>
    </w:p>
    <w:p w14:paraId="3FEF8581" w14:textId="552F9D12" w:rsidR="00867026" w:rsidRPr="005F01D4" w:rsidRDefault="00867026" w:rsidP="008F7584">
      <w:pPr>
        <w:spacing w:line="360" w:lineRule="auto"/>
        <w:ind w:left="284"/>
        <w:contextualSpacing/>
        <w:jc w:val="both"/>
      </w:pPr>
    </w:p>
    <w:p w14:paraId="62E17536" w14:textId="1F9D6D81" w:rsidR="00867026" w:rsidRPr="005F01D4" w:rsidRDefault="00867026" w:rsidP="008619E5">
      <w:pPr>
        <w:spacing w:line="360" w:lineRule="auto"/>
        <w:ind w:left="284"/>
        <w:contextualSpacing/>
        <w:jc w:val="both"/>
      </w:pPr>
      <w:r w:rsidRPr="005F01D4">
        <w:t xml:space="preserve">Listę </w:t>
      </w:r>
      <w:bookmarkStart w:id="6" w:name="_Hlk167806487"/>
      <w:r w:rsidRPr="005F01D4">
        <w:t xml:space="preserve">dzieci i uczniów </w:t>
      </w:r>
      <w:bookmarkStart w:id="7" w:name="_Hlk167806462"/>
      <w:r w:rsidRPr="005F01D4">
        <w:t>zakwalifikowanych do zajęć opiekuńczych i zajęć terapeutyczno</w:t>
      </w:r>
      <w:r w:rsidRPr="005F01D4">
        <w:noBreakHyphen/>
        <w:t>edukacyjnych</w:t>
      </w:r>
      <w:bookmarkEnd w:id="7"/>
      <w:r w:rsidRPr="005F01D4">
        <w:t xml:space="preserve"> </w:t>
      </w:r>
      <w:bookmarkEnd w:id="6"/>
      <w:r w:rsidRPr="005F01D4">
        <w:t xml:space="preserve">sporządza wójt (burmistrz, prezydent miasta). Lista </w:t>
      </w:r>
      <w:r w:rsidR="00E36802" w:rsidRPr="00E36802">
        <w:t>dzieci i</w:t>
      </w:r>
      <w:r w:rsidR="00E36802">
        <w:t> </w:t>
      </w:r>
      <w:r w:rsidR="00E36802" w:rsidRPr="00E36802">
        <w:t>uczniów zakwalifikowanych do zajęć opiekuńczych i zajęć terapeutyczno</w:t>
      </w:r>
      <w:r w:rsidR="00E36802" w:rsidRPr="005F01D4">
        <w:noBreakHyphen/>
      </w:r>
      <w:r w:rsidR="00E36802" w:rsidRPr="00E36802">
        <w:t xml:space="preserve">edukacyjnych </w:t>
      </w:r>
      <w:r w:rsidRPr="005F01D4">
        <w:t xml:space="preserve">zawiera imię i nazwisko dziecka lub ucznia </w:t>
      </w:r>
      <w:r w:rsidR="003B6D03" w:rsidRPr="005F01D4">
        <w:t>zakwalifikowanego do zajęć opiekuńczych i</w:t>
      </w:r>
      <w:r w:rsidR="00E36802">
        <w:t> </w:t>
      </w:r>
      <w:r w:rsidR="003B6D03" w:rsidRPr="005F01D4">
        <w:t xml:space="preserve">zajęć terapeutyczno-edukacyjnych </w:t>
      </w:r>
      <w:r w:rsidRPr="005F01D4">
        <w:t xml:space="preserve">oraz adres jego zamieszkania. Na podstawie listy </w:t>
      </w:r>
      <w:r w:rsidR="003B6D03" w:rsidRPr="005F01D4">
        <w:t xml:space="preserve">dzieci i uczniów zakwalifikowanych do zajęć opiekuńczych i zajęć terapeutyczno-edukacyjnych </w:t>
      </w:r>
      <w:r w:rsidRPr="005F01D4">
        <w:t xml:space="preserve">wójt (burmistrz, prezydent miasta) sporządza informację o liczbie dzieci </w:t>
      </w:r>
      <w:r w:rsidR="00490A0E" w:rsidRPr="005F01D4">
        <w:t xml:space="preserve">i </w:t>
      </w:r>
      <w:r w:rsidRPr="005F01D4">
        <w:t xml:space="preserve">uczniów zakwalifikowanych do zajęć </w:t>
      </w:r>
      <w:r w:rsidR="00B90155" w:rsidRPr="005F01D4">
        <w:t>opiekuńczych i zajęć terapeutyczno</w:t>
      </w:r>
      <w:r w:rsidR="00B90155" w:rsidRPr="005F01D4">
        <w:noBreakHyphen/>
        <w:t>edukacyjnych oraz</w:t>
      </w:r>
      <w:r w:rsidR="00E36802">
        <w:t xml:space="preserve"> </w:t>
      </w:r>
      <w:r w:rsidR="000623B5">
        <w:t>o</w:t>
      </w:r>
      <w:r w:rsidR="00E36802">
        <w:t> </w:t>
      </w:r>
      <w:r w:rsidR="000623B5">
        <w:t xml:space="preserve">kwocie środków potrzebnych na organizację </w:t>
      </w:r>
      <w:r w:rsidR="000623B5" w:rsidRPr="005F01D4">
        <w:t>opiekuńczych i zajęć terapeutyczno</w:t>
      </w:r>
      <w:r w:rsidR="000623B5" w:rsidRPr="005F01D4">
        <w:noBreakHyphen/>
        <w:t>edukacyjnych</w:t>
      </w:r>
      <w:r w:rsidR="002F7C2E">
        <w:t xml:space="preserve"> i</w:t>
      </w:r>
      <w:r w:rsidR="000623B5">
        <w:t xml:space="preserve"> </w:t>
      </w:r>
      <w:r w:rsidRPr="005F01D4">
        <w:t xml:space="preserve">przekazuje </w:t>
      </w:r>
      <w:r w:rsidR="002F7C2E">
        <w:t>tę informację</w:t>
      </w:r>
      <w:r w:rsidRPr="005F01D4">
        <w:t xml:space="preserve"> wojewodzie.</w:t>
      </w:r>
    </w:p>
    <w:p w14:paraId="7E5A802A" w14:textId="77777777" w:rsidR="00867026" w:rsidRPr="005F01D4" w:rsidRDefault="00867026" w:rsidP="008619E5">
      <w:pPr>
        <w:spacing w:line="360" w:lineRule="auto"/>
        <w:ind w:left="360"/>
        <w:contextualSpacing/>
        <w:jc w:val="both"/>
      </w:pPr>
    </w:p>
    <w:p w14:paraId="70F3CC82" w14:textId="513714A0" w:rsidR="00867026" w:rsidRPr="005F01D4" w:rsidRDefault="00867026" w:rsidP="008619E5">
      <w:pPr>
        <w:tabs>
          <w:tab w:val="left" w:pos="284"/>
        </w:tabs>
        <w:spacing w:line="360" w:lineRule="auto"/>
        <w:ind w:left="284" w:hanging="284"/>
        <w:contextualSpacing/>
        <w:jc w:val="both"/>
      </w:pPr>
      <w:r w:rsidRPr="005F01D4">
        <w:t>4.</w:t>
      </w:r>
      <w:r w:rsidRPr="005F01D4">
        <w:tab/>
        <w:t>Wojewoda sporządza informacj</w:t>
      </w:r>
      <w:r w:rsidR="00B90155" w:rsidRPr="005F01D4">
        <w:t>e</w:t>
      </w:r>
      <w:r w:rsidRPr="005F01D4">
        <w:t xml:space="preserve"> o liczbie dzieci lub uczniów, którym należy udzielić pomocy w formie zasiłków losowych</w:t>
      </w:r>
      <w:r w:rsidR="00E36802">
        <w:t xml:space="preserve"> na cele edukacyjne</w:t>
      </w:r>
      <w:r w:rsidRPr="005F01D4">
        <w:t xml:space="preserve">, w formie wyjazdów terapeutyczno-edukacyjnych albo w formie zajęć opiekuńczych i zajęć terapeutyczno-edukacyjnych, oraz </w:t>
      </w:r>
      <w:r w:rsidR="00190F05" w:rsidRPr="005F01D4">
        <w:t>o </w:t>
      </w:r>
      <w:r w:rsidR="002F7C2E">
        <w:t xml:space="preserve">łącznej </w:t>
      </w:r>
      <w:r w:rsidRPr="005F01D4">
        <w:t>kwocie środków finansowych potrzebnych do udziel</w:t>
      </w:r>
      <w:r w:rsidR="00E36802">
        <w:t>a</w:t>
      </w:r>
      <w:r w:rsidRPr="005F01D4">
        <w:t xml:space="preserve">nia </w:t>
      </w:r>
      <w:r w:rsidRPr="005F01D4">
        <w:lastRenderedPageBreak/>
        <w:t xml:space="preserve">pomocy w poszczególnych formach, a następnie przekazuje </w:t>
      </w:r>
      <w:r w:rsidR="002F7C2E">
        <w:t>te informacje</w:t>
      </w:r>
      <w:r w:rsidRPr="005F01D4">
        <w:t xml:space="preserve"> ministrowi właściwemu do spraw oświaty i</w:t>
      </w:r>
      <w:r w:rsidR="002F7C2E">
        <w:t> </w:t>
      </w:r>
      <w:r w:rsidRPr="005F01D4">
        <w:t>wychowania.</w:t>
      </w:r>
    </w:p>
    <w:p w14:paraId="589C1181" w14:textId="1E9AC180" w:rsidR="00867026" w:rsidRPr="005F01D4" w:rsidRDefault="00867026" w:rsidP="008619E5">
      <w:pPr>
        <w:tabs>
          <w:tab w:val="left" w:pos="284"/>
        </w:tabs>
        <w:spacing w:line="360" w:lineRule="auto"/>
        <w:ind w:left="284" w:hanging="284"/>
        <w:contextualSpacing/>
        <w:jc w:val="both"/>
      </w:pPr>
      <w:r w:rsidRPr="005F01D4">
        <w:t>5.</w:t>
      </w:r>
      <w:r w:rsidRPr="005F01D4">
        <w:tab/>
        <w:t xml:space="preserve">Biorąc pod uwagę, że pomoc w formie wyjazdu terapeutyczno-edukacyjnego oraz w formie zajęć opiekuńczych i zajęć terapeutyczno-edukacyjnych nie może być udzielana łącznie, maksymalna kwota pomocy przeznaczona dla jednego dziecka lub ucznia nie może przekroczyć </w:t>
      </w:r>
      <w:r w:rsidR="00E36802">
        <w:t xml:space="preserve">kwoty </w:t>
      </w:r>
      <w:r w:rsidR="00D80724" w:rsidRPr="005F01D4">
        <w:t xml:space="preserve">2770 </w:t>
      </w:r>
      <w:r w:rsidRPr="005F01D4">
        <w:t xml:space="preserve">zł. </w:t>
      </w:r>
    </w:p>
    <w:p w14:paraId="3E7CF2E0" w14:textId="77777777" w:rsidR="0005756A" w:rsidRPr="005F01D4" w:rsidRDefault="0005756A" w:rsidP="008619E5">
      <w:pPr>
        <w:tabs>
          <w:tab w:val="left" w:pos="284"/>
        </w:tabs>
        <w:spacing w:line="360" w:lineRule="auto"/>
        <w:ind w:left="284" w:hanging="284"/>
        <w:contextualSpacing/>
        <w:jc w:val="both"/>
      </w:pPr>
    </w:p>
    <w:p w14:paraId="63B0E670" w14:textId="2BE506CB" w:rsidR="00473FC2" w:rsidRPr="005F01D4" w:rsidRDefault="00867026" w:rsidP="00F62F68">
      <w:pPr>
        <w:tabs>
          <w:tab w:val="left" w:pos="284"/>
        </w:tabs>
        <w:spacing w:line="360" w:lineRule="auto"/>
        <w:ind w:left="284" w:hanging="284"/>
        <w:contextualSpacing/>
        <w:jc w:val="both"/>
      </w:pPr>
      <w:r w:rsidRPr="005F01D4">
        <w:t>6.</w:t>
      </w:r>
      <w:r w:rsidRPr="005F01D4">
        <w:tab/>
        <w:t>Dotację celową dla gmin na wypłatę zasił</w:t>
      </w:r>
      <w:r w:rsidR="00643FD2" w:rsidRPr="005F01D4">
        <w:t xml:space="preserve">ków losowych na cele edukacyjne, </w:t>
      </w:r>
      <w:r w:rsidRPr="005F01D4">
        <w:t xml:space="preserve">organizację </w:t>
      </w:r>
      <w:r w:rsidR="00643FD2" w:rsidRPr="005F01D4">
        <w:t xml:space="preserve">wyjazdów terapeutyczno-edukacyjnych oraz organizację </w:t>
      </w:r>
      <w:r w:rsidRPr="005F01D4">
        <w:t xml:space="preserve">zajęć opiekuńczych i zajęć terapeutyczno-edukacyjnych </w:t>
      </w:r>
      <w:r w:rsidR="00643FD2" w:rsidRPr="005F01D4">
        <w:t>przekazuje wojewoda</w:t>
      </w:r>
      <w:r w:rsidR="002543B6" w:rsidRPr="005F01D4">
        <w:t xml:space="preserve"> na wniosek </w:t>
      </w:r>
      <w:r w:rsidR="00643FD2" w:rsidRPr="005F01D4">
        <w:t>wójta (</w:t>
      </w:r>
      <w:r w:rsidR="002543B6" w:rsidRPr="005F01D4">
        <w:t>burmistrza, prezydenta miasta</w:t>
      </w:r>
      <w:r w:rsidR="00643FD2" w:rsidRPr="005F01D4">
        <w:t>).</w:t>
      </w:r>
    </w:p>
    <w:p w14:paraId="7AE19343" w14:textId="77777777" w:rsidR="00643FD2" w:rsidRPr="005F01D4" w:rsidRDefault="00643FD2" w:rsidP="00F62F68">
      <w:pPr>
        <w:tabs>
          <w:tab w:val="left" w:pos="284"/>
        </w:tabs>
        <w:spacing w:line="360" w:lineRule="auto"/>
        <w:ind w:left="284" w:hanging="284"/>
        <w:contextualSpacing/>
        <w:jc w:val="both"/>
      </w:pPr>
    </w:p>
    <w:p w14:paraId="3832C982" w14:textId="6697919F" w:rsidR="00867026" w:rsidRPr="005F01D4" w:rsidRDefault="0005756A" w:rsidP="00F62F68">
      <w:pPr>
        <w:tabs>
          <w:tab w:val="left" w:pos="284"/>
        </w:tabs>
        <w:spacing w:line="360" w:lineRule="auto"/>
        <w:ind w:left="284" w:hanging="284"/>
        <w:contextualSpacing/>
        <w:jc w:val="both"/>
      </w:pPr>
      <w:r w:rsidRPr="005F01D4">
        <w:t>7.</w:t>
      </w:r>
      <w:r w:rsidRPr="005F01D4">
        <w:tab/>
      </w:r>
      <w:r w:rsidR="002543B6" w:rsidRPr="005F01D4">
        <w:t xml:space="preserve">Niewykorzystana lub wykorzystana niezgodnie z przeznaczeniem dotacja </w:t>
      </w:r>
      <w:r w:rsidR="009E6E2A" w:rsidRPr="005F01D4">
        <w:t xml:space="preserve">celowa </w:t>
      </w:r>
      <w:r w:rsidR="002543B6" w:rsidRPr="005F01D4">
        <w:t xml:space="preserve">podlega zwrotowi na zasadach określonych w ustawie z dnia 27 sierpnia 2009 r. o finansach publicznych </w:t>
      </w:r>
      <w:r w:rsidRPr="005F01D4">
        <w:t>(Dz. </w:t>
      </w:r>
      <w:r w:rsidR="002543B6" w:rsidRPr="005F01D4">
        <w:t xml:space="preserve">U. </w:t>
      </w:r>
      <w:r w:rsidR="000478F6" w:rsidRPr="005F01D4">
        <w:t xml:space="preserve">z </w:t>
      </w:r>
      <w:r w:rsidR="00B8009F" w:rsidRPr="005F01D4">
        <w:t>2024 r. poz. 1530</w:t>
      </w:r>
      <w:r w:rsidR="0001695D" w:rsidRPr="005F01D4">
        <w:t>,</w:t>
      </w:r>
      <w:r w:rsidR="00B8009F" w:rsidRPr="005F01D4">
        <w:t xml:space="preserve"> 15</w:t>
      </w:r>
      <w:r w:rsidR="008C507E">
        <w:t>7</w:t>
      </w:r>
      <w:r w:rsidR="00B8009F" w:rsidRPr="005F01D4">
        <w:t>2</w:t>
      </w:r>
      <w:r w:rsidR="0001695D" w:rsidRPr="005F01D4">
        <w:t>, 1717</w:t>
      </w:r>
      <w:r w:rsidR="002F4B57" w:rsidRPr="005F01D4">
        <w:t>,</w:t>
      </w:r>
      <w:r w:rsidR="0001695D" w:rsidRPr="005F01D4">
        <w:t xml:space="preserve"> 1756</w:t>
      </w:r>
      <w:r w:rsidR="002F4B57" w:rsidRPr="005F01D4">
        <w:t xml:space="preserve"> i 1907 oraz z 2025 r. poz. 39</w:t>
      </w:r>
      <w:r w:rsidR="00B8009F" w:rsidRPr="005F01D4">
        <w:t>).</w:t>
      </w:r>
    </w:p>
    <w:p w14:paraId="06ACB109" w14:textId="77777777" w:rsidR="00404EC8" w:rsidRPr="005F01D4" w:rsidRDefault="00404EC8" w:rsidP="00867026">
      <w:pPr>
        <w:autoSpaceDE w:val="0"/>
        <w:autoSpaceDN w:val="0"/>
        <w:adjustRightInd w:val="0"/>
        <w:spacing w:line="360" w:lineRule="auto"/>
        <w:jc w:val="both"/>
      </w:pPr>
    </w:p>
    <w:p w14:paraId="0F69635C" w14:textId="77777777" w:rsidR="00867026" w:rsidRPr="005F01D4" w:rsidRDefault="00867026" w:rsidP="00A84BC3">
      <w:pPr>
        <w:keepNext/>
        <w:keepLines/>
        <w:spacing w:after="120" w:line="360" w:lineRule="auto"/>
        <w:jc w:val="both"/>
        <w:rPr>
          <w:b/>
        </w:rPr>
      </w:pPr>
      <w:r w:rsidRPr="005F01D4">
        <w:rPr>
          <w:b/>
        </w:rPr>
        <w:t>V. ZASADY WYPŁATY ZASIŁKU LOSOWEGO NA CELE EDUKACYJNE</w:t>
      </w:r>
    </w:p>
    <w:p w14:paraId="28D51BAA" w14:textId="17CF2834" w:rsidR="00867026" w:rsidRPr="005F01D4" w:rsidRDefault="00867026" w:rsidP="004C4B7C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contextualSpacing/>
        <w:jc w:val="both"/>
      </w:pPr>
      <w:r w:rsidRPr="005F01D4">
        <w:t>Wójt (burmistrz, prezydent miasta) ustala liczbę dzieci i uczniów uprawnionych do otrzymania zasiłku losowego na cele edukacyjne na podstawie przyznanych na obszarze gminy zasiłków celowych w zwi</w:t>
      </w:r>
      <w:r w:rsidR="008D3A27" w:rsidRPr="005F01D4">
        <w:t>ązku ze stratami poniesionymi w </w:t>
      </w:r>
      <w:r w:rsidRPr="005F01D4">
        <w:t>wyniku</w:t>
      </w:r>
      <w:r w:rsidR="00596891" w:rsidRPr="005F01D4">
        <w:t xml:space="preserve"> wystąpienia żywiołu.</w:t>
      </w:r>
    </w:p>
    <w:p w14:paraId="445745A5" w14:textId="77777777" w:rsidR="00596891" w:rsidRPr="005F01D4" w:rsidRDefault="00596891" w:rsidP="004C4B7C">
      <w:pPr>
        <w:autoSpaceDE w:val="0"/>
        <w:autoSpaceDN w:val="0"/>
        <w:adjustRightInd w:val="0"/>
        <w:spacing w:line="360" w:lineRule="auto"/>
        <w:ind w:left="284"/>
        <w:contextualSpacing/>
        <w:jc w:val="both"/>
      </w:pPr>
    </w:p>
    <w:p w14:paraId="311BFF55" w14:textId="491F1424" w:rsidR="00867026" w:rsidRPr="005F01D4" w:rsidRDefault="00867026" w:rsidP="004C4B7C">
      <w:pPr>
        <w:numPr>
          <w:ilvl w:val="0"/>
          <w:numId w:val="2"/>
        </w:numPr>
        <w:spacing w:line="360" w:lineRule="auto"/>
        <w:ind w:left="284" w:hanging="284"/>
        <w:contextualSpacing/>
        <w:jc w:val="both"/>
      </w:pPr>
      <w:r w:rsidRPr="005F01D4">
        <w:t>Po otrzymaniu dotacji celowej z budżetu państwa wójt (burmistrz, prezydent miasta) wypłaca niezwłocznie zasiłek losowy na cele edukacyjne rodzicom dziecka lub ucznia</w:t>
      </w:r>
      <w:r w:rsidR="00200830" w:rsidRPr="005F01D4">
        <w:t>,</w:t>
      </w:r>
      <w:r w:rsidRPr="005F01D4">
        <w:t xml:space="preserve"> prawnym opiekunom, rodzicom zastępczym, osobom prowadzącym rodzinny dom dziecka, </w:t>
      </w:r>
      <w:r w:rsidR="00283C4F" w:rsidRPr="005F01D4">
        <w:t xml:space="preserve">dyrektorom placówek opiekuńczo-wychowawczych </w:t>
      </w:r>
      <w:r w:rsidR="007E65A5" w:rsidRPr="007E65A5">
        <w:t xml:space="preserve">typu rodzinnego </w:t>
      </w:r>
      <w:r w:rsidR="00283C4F" w:rsidRPr="005F01D4">
        <w:t xml:space="preserve">oraz </w:t>
      </w:r>
      <w:r w:rsidRPr="005F01D4">
        <w:t xml:space="preserve">opiekunom faktycznym w rozumieniu ustawy z dnia 11 lutego 2016 r. o pomocy państwa w wychowywaniu dzieci albo pełnoletniemu uczniowi, jeżeli wyrazili oni zgodę na otrzymanie tego zasiłku. </w:t>
      </w:r>
    </w:p>
    <w:p w14:paraId="1A1F3B25" w14:textId="241205F7" w:rsidR="00867026" w:rsidRPr="005F01D4" w:rsidRDefault="00867026" w:rsidP="004C4B7C">
      <w:pPr>
        <w:spacing w:line="360" w:lineRule="auto"/>
        <w:ind w:left="284"/>
        <w:contextualSpacing/>
        <w:jc w:val="both"/>
      </w:pPr>
      <w:r w:rsidRPr="005F01D4">
        <w:t xml:space="preserve">Dotację </w:t>
      </w:r>
      <w:r w:rsidR="004F5227" w:rsidRPr="005F01D4">
        <w:t xml:space="preserve">celową </w:t>
      </w:r>
      <w:r w:rsidRPr="005F01D4">
        <w:t>dla gmin na</w:t>
      </w:r>
      <w:r w:rsidR="00EC3295" w:rsidRPr="005F01D4">
        <w:t xml:space="preserve"> wypłatę zasiłków losowych na cele edukacyjne</w:t>
      </w:r>
      <w:r w:rsidRPr="005F01D4">
        <w:t xml:space="preserve"> przekazuje wojewoda na wniosek wójta (burmistrza, prezydenta miasta).</w:t>
      </w:r>
    </w:p>
    <w:p w14:paraId="155B29C1" w14:textId="77777777" w:rsidR="005B436C" w:rsidRPr="005F01D4" w:rsidRDefault="005B436C" w:rsidP="004C4B7C">
      <w:pPr>
        <w:spacing w:line="360" w:lineRule="auto"/>
        <w:ind w:left="284"/>
        <w:contextualSpacing/>
        <w:jc w:val="both"/>
      </w:pPr>
    </w:p>
    <w:p w14:paraId="3D779244" w14:textId="036E7C4C" w:rsidR="00867026" w:rsidRDefault="00867026" w:rsidP="004C4B7C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both"/>
      </w:pPr>
      <w:r w:rsidRPr="005F01D4">
        <w:lastRenderedPageBreak/>
        <w:t xml:space="preserve">Po wystąpieniu żywiołu wojewoda każdorazowo występuje do ministra właściwego do spraw finansów publicznych o środki z rezerwy celowej przez dziewięć miesięcy, w okresie od stycznia do końca września odpowiednio w </w:t>
      </w:r>
      <w:r w:rsidR="000478F6" w:rsidRPr="005F01D4">
        <w:t>2025</w:t>
      </w:r>
      <w:r w:rsidRPr="005F01D4">
        <w:t xml:space="preserve"> r., 202</w:t>
      </w:r>
      <w:r w:rsidR="000478F6" w:rsidRPr="005F01D4">
        <w:t>6</w:t>
      </w:r>
      <w:r w:rsidRPr="005F01D4">
        <w:t xml:space="preserve"> r. lub 202</w:t>
      </w:r>
      <w:r w:rsidR="000478F6" w:rsidRPr="005F01D4">
        <w:t>7</w:t>
      </w:r>
      <w:r w:rsidRPr="005F01D4">
        <w:t xml:space="preserve"> r.</w:t>
      </w:r>
    </w:p>
    <w:p w14:paraId="657C23BD" w14:textId="77777777" w:rsidR="00F33D0A" w:rsidRPr="005F01D4" w:rsidRDefault="00F33D0A" w:rsidP="00F33D0A">
      <w:pPr>
        <w:tabs>
          <w:tab w:val="left" w:pos="284"/>
        </w:tabs>
        <w:spacing w:line="360" w:lineRule="auto"/>
        <w:jc w:val="both"/>
      </w:pPr>
    </w:p>
    <w:p w14:paraId="52F7F9B0" w14:textId="77777777" w:rsidR="00BB549E" w:rsidRPr="005F01D4" w:rsidRDefault="00867026" w:rsidP="00867026">
      <w:pPr>
        <w:spacing w:line="360" w:lineRule="auto"/>
        <w:contextualSpacing/>
        <w:jc w:val="both"/>
        <w:rPr>
          <w:b/>
        </w:rPr>
      </w:pPr>
      <w:r w:rsidRPr="005F01D4">
        <w:rPr>
          <w:b/>
        </w:rPr>
        <w:t>VI. ZASADY ORGANIZACJI WYJAZDÓW TERAPEUTYCZNO</w:t>
      </w:r>
      <w:r w:rsidR="00A84BC3" w:rsidRPr="005F01D4">
        <w:rPr>
          <w:b/>
        </w:rPr>
        <w:t>-</w:t>
      </w:r>
      <w:r w:rsidRPr="005F01D4">
        <w:rPr>
          <w:b/>
        </w:rPr>
        <w:t>EDUKACYJNYCH</w:t>
      </w:r>
    </w:p>
    <w:p w14:paraId="54FB71ED" w14:textId="4A7DE5EC" w:rsidR="00867026" w:rsidRPr="005F01D4" w:rsidRDefault="00867026" w:rsidP="00867026">
      <w:pPr>
        <w:spacing w:line="360" w:lineRule="auto"/>
        <w:contextualSpacing/>
        <w:jc w:val="both"/>
        <w:rPr>
          <w:b/>
        </w:rPr>
      </w:pPr>
    </w:p>
    <w:p w14:paraId="56E76E26" w14:textId="7031A062" w:rsidR="00867026" w:rsidRPr="005F01D4" w:rsidRDefault="00867026" w:rsidP="008619E5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284" w:hanging="284"/>
        <w:jc w:val="both"/>
      </w:pPr>
      <w:r w:rsidRPr="005F01D4">
        <w:t>Rodzice ucznia</w:t>
      </w:r>
      <w:r w:rsidR="00200830" w:rsidRPr="005F01D4">
        <w:t>,</w:t>
      </w:r>
      <w:r w:rsidRPr="005F01D4">
        <w:t xml:space="preserve"> prawni opiekunowie, rodzice zastępczy, osoby prowadzące rodzinny dom dziecka, </w:t>
      </w:r>
      <w:r w:rsidR="00283C4F" w:rsidRPr="005F01D4">
        <w:t xml:space="preserve">dyrektorzy placówek opiekuńczo-wychowawczych </w:t>
      </w:r>
      <w:r w:rsidR="00235D4C" w:rsidRPr="00235D4C">
        <w:t xml:space="preserve">typu rodzinnego </w:t>
      </w:r>
      <w:r w:rsidR="00283C4F" w:rsidRPr="005F01D4">
        <w:t xml:space="preserve">oraz </w:t>
      </w:r>
      <w:r w:rsidRPr="005F01D4">
        <w:t>opiekunowie faktyczni w rozumieniu ustawy z dnia 11 lutego 2016 r. o pomocy państwa w wychowywaniu dzieci albo pełnoletni uczeń albo inna osoba za zgodą rodziców ucznia</w:t>
      </w:r>
      <w:r w:rsidR="00200830" w:rsidRPr="005F01D4">
        <w:t>,</w:t>
      </w:r>
      <w:r w:rsidRPr="005F01D4">
        <w:t xml:space="preserve"> prawnych opiekunów, rodziców zastępczych, osób prowadzących rodzinny dom dziecka, </w:t>
      </w:r>
      <w:r w:rsidR="00283C4F" w:rsidRPr="005F01D4">
        <w:t xml:space="preserve">dyrektorów placówek opiekuńczo-wychowawczych </w:t>
      </w:r>
      <w:r w:rsidR="00235D4C" w:rsidRPr="00235D4C">
        <w:t xml:space="preserve">typu rodzinnego </w:t>
      </w:r>
      <w:r w:rsidR="00283C4F" w:rsidRPr="005F01D4">
        <w:t xml:space="preserve">oraz </w:t>
      </w:r>
      <w:r w:rsidRPr="005F01D4">
        <w:t xml:space="preserve">opiekunów faktycznych w rozumieniu ustawy z dnia 11 lutego 2016 r. o pomocy państwa w wychowywaniu dzieci albo pełnoletniego ucznia składają do wójta (burmistrza, prezydenta miasta) właściwego ze względu na miejsce zamieszkania ucznia wniosek o udzielenie pomocy w formie wyjazdu terapeutyczno-edukacyjnego niezwłocznie po wystąpieniu żywiołu, </w:t>
      </w:r>
      <w:r w:rsidR="004C2785" w:rsidRPr="005F01D4">
        <w:t xml:space="preserve">jednak </w:t>
      </w:r>
      <w:r w:rsidRPr="005F01D4">
        <w:t xml:space="preserve">nie później niż </w:t>
      </w:r>
      <w:r w:rsidR="0085254A" w:rsidRPr="005F01D4">
        <w:t xml:space="preserve">do dnia </w:t>
      </w:r>
      <w:r w:rsidR="000478F6" w:rsidRPr="005F01D4">
        <w:t xml:space="preserve">15 września </w:t>
      </w:r>
      <w:r w:rsidRPr="005F01D4">
        <w:t xml:space="preserve">odpowiednio </w:t>
      </w:r>
      <w:r w:rsidR="00AD1B6A" w:rsidRPr="005F01D4">
        <w:t>w 202</w:t>
      </w:r>
      <w:r w:rsidR="000478F6" w:rsidRPr="005F01D4">
        <w:t>5</w:t>
      </w:r>
      <w:r w:rsidR="00AD1B6A" w:rsidRPr="005F01D4">
        <w:t xml:space="preserve"> r.</w:t>
      </w:r>
      <w:r w:rsidR="00923EF4" w:rsidRPr="005F01D4">
        <w:t>,</w:t>
      </w:r>
      <w:r w:rsidR="000478F6" w:rsidRPr="005F01D4">
        <w:t xml:space="preserve"> 2026 r. </w:t>
      </w:r>
      <w:r w:rsidR="001B282C" w:rsidRPr="005F01D4">
        <w:t>lub</w:t>
      </w:r>
      <w:r w:rsidR="000478F6" w:rsidRPr="005F01D4">
        <w:t xml:space="preserve"> 2027 r</w:t>
      </w:r>
      <w:r w:rsidR="00AD1B6A" w:rsidRPr="005F01D4">
        <w:t>.</w:t>
      </w:r>
      <w:r w:rsidRPr="005F01D4">
        <w:t xml:space="preserve"> </w:t>
      </w:r>
    </w:p>
    <w:p w14:paraId="0779870B" w14:textId="77777777" w:rsidR="00867026" w:rsidRPr="005F01D4" w:rsidRDefault="00867026" w:rsidP="008619E5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284" w:hanging="284"/>
        <w:jc w:val="both"/>
      </w:pPr>
      <w:r w:rsidRPr="005F01D4">
        <w:t>Wójt (burmistrz, prezydent miasta):</w:t>
      </w:r>
    </w:p>
    <w:p w14:paraId="5C3E5F4D" w14:textId="71E15AE5" w:rsidR="00867026" w:rsidRPr="005F01D4" w:rsidRDefault="00867026" w:rsidP="008619E5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 xml:space="preserve">dokonuje weryfikacji wniosków w zakresie </w:t>
      </w:r>
      <w:r w:rsidR="00DB7E8E" w:rsidRPr="005F01D4">
        <w:t xml:space="preserve">spełniania </w:t>
      </w:r>
      <w:r w:rsidR="0001695D" w:rsidRPr="005F01D4">
        <w:t xml:space="preserve">warunków </w:t>
      </w:r>
      <w:r w:rsidR="00F46D73" w:rsidRPr="005F01D4">
        <w:t>udzielania</w:t>
      </w:r>
      <w:r w:rsidR="00DB7E8E" w:rsidRPr="005F01D4">
        <w:t xml:space="preserve"> pomocy w</w:t>
      </w:r>
      <w:r w:rsidR="00A078F6" w:rsidRPr="005F01D4">
        <w:t> </w:t>
      </w:r>
      <w:r w:rsidR="00DB7E8E" w:rsidRPr="005F01D4">
        <w:t>formie wyjazdu terapeutyczno-edukacyjnego;</w:t>
      </w:r>
    </w:p>
    <w:p w14:paraId="5FDAF08D" w14:textId="47CC2FAA" w:rsidR="00867026" w:rsidRPr="005F01D4" w:rsidRDefault="00867026" w:rsidP="008619E5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 xml:space="preserve">w przypadku złożenia oświadczenia o stratach poniesionych w wyniku wystąpienia żywiołu odpowiednio w </w:t>
      </w:r>
      <w:r w:rsidR="000478F6" w:rsidRPr="005F01D4">
        <w:t>2025</w:t>
      </w:r>
      <w:r w:rsidRPr="005F01D4">
        <w:t xml:space="preserve"> r., 202</w:t>
      </w:r>
      <w:r w:rsidR="000478F6" w:rsidRPr="005F01D4">
        <w:t>6</w:t>
      </w:r>
      <w:r w:rsidRPr="005F01D4">
        <w:t xml:space="preserve"> r. lub 202</w:t>
      </w:r>
      <w:r w:rsidR="000478F6" w:rsidRPr="005F01D4">
        <w:t>7</w:t>
      </w:r>
      <w:r w:rsidRPr="005F01D4">
        <w:t xml:space="preserve"> r. potwierdza wystąpienie żywiołu</w:t>
      </w:r>
      <w:r w:rsidRPr="005F01D4" w:rsidDel="00B34775">
        <w:t xml:space="preserve"> </w:t>
      </w:r>
      <w:r w:rsidRPr="005F01D4">
        <w:t>w miejscu zamieszkania rodziny ucznia oraz szacunkowy rozmiar strat, uprawniający do otrzymania zasiłku celowego</w:t>
      </w:r>
      <w:r w:rsidR="00E36802" w:rsidRPr="00E36802">
        <w:t xml:space="preserve"> na podstawie art. 40 ustawy z dnia 12 marca 2004 r. o</w:t>
      </w:r>
      <w:r w:rsidR="00E36802">
        <w:t> </w:t>
      </w:r>
      <w:r w:rsidR="00E36802" w:rsidRPr="00E36802">
        <w:t>pomocy społecznej</w:t>
      </w:r>
      <w:r w:rsidRPr="005F01D4">
        <w:t>;</w:t>
      </w:r>
    </w:p>
    <w:p w14:paraId="6D4B3A6B" w14:textId="76EFB10A" w:rsidR="00867026" w:rsidRPr="005F01D4" w:rsidRDefault="00867026" w:rsidP="008619E5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>ustala liczbę uczniów zakwalifikowanych do otrzymania pomocy w formie wyjazdu terapeutyczno-edukacyjnego na podstawie zweryfikowanych wniosków oraz sporządza listę uczniów zakwalifikowanych do wyjazdu</w:t>
      </w:r>
      <w:r w:rsidR="00C96EE8" w:rsidRPr="005F01D4">
        <w:t xml:space="preserve"> terapeutyczno-edukacyjnego</w:t>
      </w:r>
      <w:r w:rsidRPr="005F01D4">
        <w:t>;</w:t>
      </w:r>
    </w:p>
    <w:p w14:paraId="7A0D1BF8" w14:textId="3CA0AE27" w:rsidR="00867026" w:rsidRPr="005F01D4" w:rsidRDefault="00867026" w:rsidP="008619E5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>informuje rodziców ucznia</w:t>
      </w:r>
      <w:r w:rsidR="00200830" w:rsidRPr="005F01D4">
        <w:t>,</w:t>
      </w:r>
      <w:r w:rsidRPr="005F01D4">
        <w:t xml:space="preserve"> prawnych opiekunów, rodziców zastępczych, osoby prowadzące rodzinny dom dziecka, </w:t>
      </w:r>
      <w:r w:rsidR="00283C4F" w:rsidRPr="005F01D4">
        <w:t xml:space="preserve">dyrektorów placówek opiekuńczo-wychowawczych </w:t>
      </w:r>
      <w:r w:rsidR="00235D4C" w:rsidRPr="00235D4C">
        <w:t xml:space="preserve">typu rodzinnego </w:t>
      </w:r>
      <w:r w:rsidR="00283C4F" w:rsidRPr="005F01D4">
        <w:t xml:space="preserve">oraz </w:t>
      </w:r>
      <w:r w:rsidRPr="005F01D4">
        <w:t>opiekunów faktycznych w rozumieniu ustawy z dnia 11 lutego 2016</w:t>
      </w:r>
      <w:r w:rsidR="00F36D09">
        <w:t> </w:t>
      </w:r>
      <w:r w:rsidRPr="005F01D4">
        <w:t>r. o pomocy państwa w wychowywaniu dzieci albo pełnoletniego ucznia, a</w:t>
      </w:r>
      <w:r w:rsidR="00F36D09">
        <w:t> </w:t>
      </w:r>
      <w:r w:rsidRPr="005F01D4">
        <w:t>w</w:t>
      </w:r>
      <w:r w:rsidR="00F36D09">
        <w:t> </w:t>
      </w:r>
      <w:r w:rsidRPr="005F01D4">
        <w:t>przypadku gdy wniosek składa inna osoba za zgodą rodziców ucznia</w:t>
      </w:r>
      <w:r w:rsidR="00200830" w:rsidRPr="005F01D4">
        <w:t>,</w:t>
      </w:r>
      <w:r w:rsidRPr="005F01D4">
        <w:t xml:space="preserve"> prawnych </w:t>
      </w:r>
      <w:r w:rsidRPr="005F01D4">
        <w:lastRenderedPageBreak/>
        <w:t xml:space="preserve">opiekunów, rodziców zastępczych, osób prowadzących rodzinny dom dziecka, </w:t>
      </w:r>
      <w:r w:rsidR="00283C4F" w:rsidRPr="005F01D4">
        <w:t xml:space="preserve">dyrektorów placówek opiekuńczo-wychowawczych </w:t>
      </w:r>
      <w:r w:rsidR="00235D4C" w:rsidRPr="00235D4C">
        <w:t xml:space="preserve">typu rodzinnego </w:t>
      </w:r>
      <w:r w:rsidR="00283C4F" w:rsidRPr="005F01D4">
        <w:t xml:space="preserve">oraz </w:t>
      </w:r>
      <w:r w:rsidRPr="005F01D4">
        <w:t>opiekunów faktycznych w</w:t>
      </w:r>
      <w:r w:rsidR="00F36D09">
        <w:t> </w:t>
      </w:r>
      <w:r w:rsidRPr="005F01D4">
        <w:t>rozumieniu ustawy z dnia 11 lutego 2016 r. o pomocy państwa w wychowywaniu dzieci albo pełnoletniego ucznia –</w:t>
      </w:r>
      <w:r w:rsidR="005B19C8" w:rsidRPr="005F01D4">
        <w:t xml:space="preserve"> </w:t>
      </w:r>
      <w:r w:rsidR="00A70791" w:rsidRPr="005F01D4">
        <w:t>również</w:t>
      </w:r>
      <w:r w:rsidRPr="005F01D4">
        <w:t xml:space="preserve"> tę osobę, o:</w:t>
      </w:r>
    </w:p>
    <w:p w14:paraId="63F6F818" w14:textId="0808441F" w:rsidR="00867026" w:rsidRPr="005F01D4" w:rsidRDefault="00867026" w:rsidP="008619E5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851" w:hanging="284"/>
        <w:jc w:val="both"/>
      </w:pPr>
      <w:r w:rsidRPr="005F01D4">
        <w:t>zakwalifikowaniu ucznia do wyjazdu</w:t>
      </w:r>
      <w:r w:rsidR="00FB3D57" w:rsidRPr="005F01D4">
        <w:t xml:space="preserve"> </w:t>
      </w:r>
      <w:bookmarkStart w:id="8" w:name="_Hlk191995096"/>
      <w:r w:rsidR="00FB3D57" w:rsidRPr="005F01D4">
        <w:t>terapeutyczno</w:t>
      </w:r>
      <w:r w:rsidR="00FB3D57" w:rsidRPr="005F01D4">
        <w:noBreakHyphen/>
        <w:t>edukacyjnego</w:t>
      </w:r>
      <w:bookmarkEnd w:id="8"/>
      <w:r w:rsidRPr="005F01D4">
        <w:t>,</w:t>
      </w:r>
    </w:p>
    <w:p w14:paraId="1498AC6E" w14:textId="5406DE33" w:rsidR="00867026" w:rsidRPr="005F01D4" w:rsidRDefault="00867026" w:rsidP="008619E5">
      <w:pPr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ind w:left="851" w:hanging="284"/>
        <w:jc w:val="both"/>
      </w:pPr>
      <w:r w:rsidRPr="005F01D4">
        <w:t xml:space="preserve">obowiązku złożenia karty kwalifikacyjnej uczestnika wyjazdu </w:t>
      </w:r>
      <w:r w:rsidR="00E226EB" w:rsidRPr="005F01D4">
        <w:t xml:space="preserve">terapeutyczno-edukacyjnego </w:t>
      </w:r>
      <w:r w:rsidRPr="005F01D4">
        <w:t>na formularzu według wzoru określonego w załączniku nr 6 do</w:t>
      </w:r>
      <w:r w:rsidR="00E226EB" w:rsidRPr="005F01D4">
        <w:t> </w:t>
      </w:r>
      <w:r w:rsidRPr="005F01D4">
        <w:t>rozporządzenia Ministra Edukacji Narodowej z dnia 30 marca 2016 r. w sprawie wypoczynku dzieci i młodzieży (Dz. U. poz. 452</w:t>
      </w:r>
      <w:r w:rsidR="00A70791" w:rsidRPr="005F01D4">
        <w:t xml:space="preserve"> oraz z 2021 r. poz. 1548</w:t>
      </w:r>
      <w:r w:rsidRPr="005F01D4">
        <w:t>), w której nie wypełnia się części I, III i IV;</w:t>
      </w:r>
    </w:p>
    <w:p w14:paraId="401BA72B" w14:textId="719EECA2" w:rsidR="00867026" w:rsidRPr="005F01D4" w:rsidRDefault="00D95C78" w:rsidP="008619E5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D95C78">
        <w:t xml:space="preserve">na podstawie listy, o której mowa w pkt </w:t>
      </w:r>
      <w:r>
        <w:t>3</w:t>
      </w:r>
      <w:r w:rsidRPr="00D95C78">
        <w:t>, sporządza informację o liczbie uczniów zakwalifikowanych do wyjazdów oraz o kwocie środków finansowych potrzebnych na</w:t>
      </w:r>
      <w:r w:rsidR="00F36D09">
        <w:t> </w:t>
      </w:r>
      <w:r w:rsidRPr="00D95C78">
        <w:t>organizację wyjazdów i przekazuje tę informację wojewodzie właściwemu ze względu na miejsce zamieszkania uczniów</w:t>
      </w:r>
      <w:r>
        <w:t>.</w:t>
      </w:r>
    </w:p>
    <w:p w14:paraId="3EB33031" w14:textId="5FBA7712" w:rsidR="00596891" w:rsidRPr="005F01D4" w:rsidRDefault="00867026" w:rsidP="008619E5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284" w:hanging="284"/>
        <w:jc w:val="both"/>
      </w:pPr>
      <w:r w:rsidRPr="005F01D4">
        <w:t xml:space="preserve">Wyjazd </w:t>
      </w:r>
      <w:r w:rsidR="00FB3D57" w:rsidRPr="005F01D4">
        <w:t>terapeutyczno</w:t>
      </w:r>
      <w:r w:rsidR="00510F23">
        <w:t>-</w:t>
      </w:r>
      <w:r w:rsidR="00FB3D57" w:rsidRPr="005F01D4">
        <w:t xml:space="preserve">edukacyjny </w:t>
      </w:r>
      <w:r w:rsidRPr="005F01D4">
        <w:t xml:space="preserve">organizuje </w:t>
      </w:r>
      <w:r w:rsidR="002F0761" w:rsidRPr="005F01D4">
        <w:t xml:space="preserve">wójt (burmistrz, prezydent miasta) </w:t>
      </w:r>
      <w:r w:rsidRPr="005F01D4">
        <w:t xml:space="preserve">właściwy ze względu na miejsce zamieszkania uczniów zakwalifikowanych do wyjazdu. </w:t>
      </w:r>
    </w:p>
    <w:p w14:paraId="4515611A" w14:textId="7B4C95DF" w:rsidR="00867026" w:rsidRPr="005F01D4" w:rsidRDefault="002F0761" w:rsidP="008619E5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284" w:hanging="284"/>
        <w:jc w:val="both"/>
      </w:pPr>
      <w:r w:rsidRPr="005F01D4">
        <w:t xml:space="preserve">Wójt (burmistrz, prezydent miasta) </w:t>
      </w:r>
      <w:r w:rsidR="00867026" w:rsidRPr="005F01D4">
        <w:t xml:space="preserve">właściwy ze względu na miejsce zamieszkania uczniów zakwalifikowanych do wyjazdu </w:t>
      </w:r>
      <w:r w:rsidR="00FB3D57" w:rsidRPr="005F01D4">
        <w:t>terapeutyczno</w:t>
      </w:r>
      <w:r w:rsidR="00110DD7" w:rsidRPr="005F01D4">
        <w:t>-</w:t>
      </w:r>
      <w:r w:rsidR="00FB3D57" w:rsidRPr="005F01D4">
        <w:t xml:space="preserve">edukacyjnego </w:t>
      </w:r>
      <w:r w:rsidR="00867026" w:rsidRPr="005F01D4">
        <w:t>jest</w:t>
      </w:r>
      <w:r w:rsidR="00FB3D57" w:rsidRPr="005F01D4">
        <w:t> </w:t>
      </w:r>
      <w:r w:rsidR="00867026" w:rsidRPr="005F01D4">
        <w:t>obowiązany do:</w:t>
      </w:r>
    </w:p>
    <w:p w14:paraId="603B0606" w14:textId="6B0EDB61" w:rsidR="00867026" w:rsidRPr="005F01D4" w:rsidRDefault="00867026" w:rsidP="004C4B7C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 xml:space="preserve">przekazania organizatorowi wyjazdu listy uczniów zakwalifikowanych do wyjazdu </w:t>
      </w:r>
      <w:r w:rsidR="00FB3D57" w:rsidRPr="005F01D4">
        <w:t>terapeutyczno</w:t>
      </w:r>
      <w:r w:rsidR="00FB3D57" w:rsidRPr="005F01D4">
        <w:noBreakHyphen/>
        <w:t xml:space="preserve">edukacyjnego </w:t>
      </w:r>
      <w:r w:rsidRPr="005F01D4">
        <w:t>wraz z kartami kwalifikacyjnymi uczestników wyjazdu;</w:t>
      </w:r>
    </w:p>
    <w:p w14:paraId="5362FD61" w14:textId="3357CA0C" w:rsidR="00867026" w:rsidRPr="005F01D4" w:rsidRDefault="00867026" w:rsidP="004C4B7C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>poinformowania rodziców ucznia</w:t>
      </w:r>
      <w:r w:rsidR="00200830" w:rsidRPr="005F01D4">
        <w:t>,</w:t>
      </w:r>
      <w:r w:rsidRPr="005F01D4">
        <w:t xml:space="preserve"> prawnych opiekunów, rodziców zastępczych, osób prowadzących rodzinny dom dziecka, </w:t>
      </w:r>
      <w:r w:rsidR="00283C4F" w:rsidRPr="005F01D4">
        <w:t xml:space="preserve">dyrektorów placówek opiekuńczo-wychowawczych </w:t>
      </w:r>
      <w:r w:rsidR="00235D4C" w:rsidRPr="00235D4C">
        <w:t xml:space="preserve">typu rodzinnego </w:t>
      </w:r>
      <w:r w:rsidR="00283C4F" w:rsidRPr="005F01D4">
        <w:t xml:space="preserve">oraz </w:t>
      </w:r>
      <w:r w:rsidRPr="005F01D4">
        <w:t xml:space="preserve">opiekunów faktycznych w rozumieniu ustawy z dnia 11 lutego 2016 r. o pomocy państwa w wychowywaniu dzieci albo pełnoletniego ucznia </w:t>
      </w:r>
      <w:r w:rsidR="00130314" w:rsidRPr="005F01D4">
        <w:t xml:space="preserve">o organizacji wyjazdu, w tym </w:t>
      </w:r>
      <w:r w:rsidRPr="005F01D4">
        <w:t>o miejscu, terminie oraz organizatorze wyjazdu;</w:t>
      </w:r>
    </w:p>
    <w:p w14:paraId="179F4CFB" w14:textId="15A2C2E8" w:rsidR="00867026" w:rsidRPr="005F01D4" w:rsidRDefault="00867026" w:rsidP="004C4B7C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  <w:rPr>
          <w:bCs/>
          <w:u w:color="FF0000"/>
        </w:rPr>
      </w:pPr>
      <w:r w:rsidRPr="005F01D4">
        <w:t xml:space="preserve">poinformowania kuratora oświaty właściwego ze względu na miejsce organizacji wyjazdu, za pośrednictwem kuratora oświaty właściwego ze względu na siedzibę </w:t>
      </w:r>
      <w:r w:rsidR="00374409" w:rsidRPr="005F01D4">
        <w:t xml:space="preserve">wójta </w:t>
      </w:r>
      <w:r w:rsidR="009A381F" w:rsidRPr="005F01D4">
        <w:t>(</w:t>
      </w:r>
      <w:r w:rsidR="00374409" w:rsidRPr="005F01D4">
        <w:t>burmistrza, prezydenta miasta</w:t>
      </w:r>
      <w:r w:rsidR="009A381F" w:rsidRPr="005F01D4">
        <w:t xml:space="preserve">) </w:t>
      </w:r>
      <w:r w:rsidR="000C3914" w:rsidRPr="005F01D4">
        <w:t xml:space="preserve">zlecającego organizację </w:t>
      </w:r>
      <w:r w:rsidR="009A381F" w:rsidRPr="005F01D4">
        <w:t>wyjazd</w:t>
      </w:r>
      <w:r w:rsidR="000C3914" w:rsidRPr="005F01D4">
        <w:t>u</w:t>
      </w:r>
      <w:r w:rsidR="009A381F" w:rsidRPr="005F01D4">
        <w:t>, o </w:t>
      </w:r>
      <w:r w:rsidRPr="005F01D4">
        <w:t>organizacji wyjazdu, w tym o miejscu, terminie oraz organizatorze wyjazdu, nie później niż w dniu rozpoczęcia wyjazdu;</w:t>
      </w:r>
    </w:p>
    <w:p w14:paraId="5558EB62" w14:textId="1F1752BC" w:rsidR="00867026" w:rsidRPr="005F01D4" w:rsidRDefault="00867026" w:rsidP="004C4B7C">
      <w:pPr>
        <w:numPr>
          <w:ilvl w:val="0"/>
          <w:numId w:val="6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 xml:space="preserve">przyjęcia od organizatora wyjazdu </w:t>
      </w:r>
      <w:r w:rsidR="00FB3D57" w:rsidRPr="005F01D4">
        <w:t>terapeutyczno</w:t>
      </w:r>
      <w:r w:rsidR="00FB3D57" w:rsidRPr="005F01D4">
        <w:noBreakHyphen/>
        <w:t xml:space="preserve">edukacyjnego </w:t>
      </w:r>
      <w:r w:rsidRPr="005F01D4">
        <w:t xml:space="preserve">kart kwalifikacyjnych uczestników wyjazdu po zakończeniu wyjazdu oraz przechowywania ich </w:t>
      </w:r>
      <w:r w:rsidR="004D0694" w:rsidRPr="005F01D4">
        <w:rPr>
          <w:bCs/>
          <w:u w:color="FF0000"/>
        </w:rPr>
        <w:t>przez okres 12 miesięcy</w:t>
      </w:r>
      <w:r w:rsidR="004D0694" w:rsidRPr="005F01D4">
        <w:t xml:space="preserve"> </w:t>
      </w:r>
      <w:r w:rsidRPr="005F01D4">
        <w:t xml:space="preserve">w sposób zapewniający ich ochronę przed uszkodzeniem, zniszczeniem lub </w:t>
      </w:r>
      <w:r w:rsidRPr="005F01D4">
        <w:lastRenderedPageBreak/>
        <w:t>utratą oraz zapewniający ochronę danych osobowych w nich zawartych przed nieuprawnionym ujawnieniem</w:t>
      </w:r>
      <w:r w:rsidRPr="005F01D4">
        <w:rPr>
          <w:bCs/>
          <w:u w:color="FF0000"/>
        </w:rPr>
        <w:t>.</w:t>
      </w:r>
    </w:p>
    <w:p w14:paraId="77B17A0F" w14:textId="3C01A658" w:rsidR="001762F0" w:rsidRPr="005F01D4" w:rsidRDefault="001762F0" w:rsidP="004C4B7C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284" w:hanging="284"/>
        <w:jc w:val="both"/>
      </w:pPr>
      <w:r w:rsidRPr="005F01D4">
        <w:t xml:space="preserve">Wójt (burmistrz, prezydent miasta) może zlecić </w:t>
      </w:r>
      <w:r w:rsidR="00E72299" w:rsidRPr="005F01D4">
        <w:t xml:space="preserve">innemu podmiotowi </w:t>
      </w:r>
      <w:r w:rsidRPr="005F01D4">
        <w:t xml:space="preserve">organizację wyjazdu </w:t>
      </w:r>
      <w:r w:rsidR="0005339C" w:rsidRPr="005F01D4">
        <w:t xml:space="preserve">terapeutyczno-edukacyjnego </w:t>
      </w:r>
      <w:r w:rsidRPr="005F01D4">
        <w:t>przez udzielenie zamówienia w rozumieniu art. 7 pkt 25 ustawy z dnia 11 września 2019 r. – Prawo zamówień publicznych</w:t>
      </w:r>
      <w:r w:rsidR="00A84BC3" w:rsidRPr="005F01D4">
        <w:t xml:space="preserve"> (Dz. U. </w:t>
      </w:r>
      <w:r w:rsidR="00F55892" w:rsidRPr="005F01D4">
        <w:t xml:space="preserve">z </w:t>
      </w:r>
      <w:r w:rsidR="00763F70" w:rsidRPr="005F01D4">
        <w:t>2024 r. poz.</w:t>
      </w:r>
      <w:r w:rsidR="001C7B21" w:rsidRPr="005F01D4">
        <w:t> </w:t>
      </w:r>
      <w:r w:rsidR="00763F70" w:rsidRPr="005F01D4">
        <w:t>1320</w:t>
      </w:r>
      <w:r w:rsidR="00E23154">
        <w:t xml:space="preserve"> oraz z 2025 r. poz. 620</w:t>
      </w:r>
      <w:r w:rsidR="00763F70" w:rsidRPr="005F01D4">
        <w:t>).</w:t>
      </w:r>
    </w:p>
    <w:p w14:paraId="4F4B0344" w14:textId="2E30B0C1" w:rsidR="00867026" w:rsidRPr="005F01D4" w:rsidRDefault="002F0761" w:rsidP="008619E5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284" w:hanging="284"/>
        <w:jc w:val="both"/>
      </w:pPr>
      <w:r w:rsidRPr="005F01D4">
        <w:t>Podmiot, któr</w:t>
      </w:r>
      <w:r w:rsidR="00E72299" w:rsidRPr="005F01D4">
        <w:t>emu</w:t>
      </w:r>
      <w:r w:rsidRPr="005F01D4">
        <w:t xml:space="preserve"> wójt (burmistrz, prezydent miasta)</w:t>
      </w:r>
      <w:r w:rsidR="00867026" w:rsidRPr="005F01D4">
        <w:t xml:space="preserve"> zlecił organizację wyjazdu</w:t>
      </w:r>
      <w:r w:rsidR="009A381F" w:rsidRPr="005F01D4">
        <w:t xml:space="preserve"> terapeutyczno-</w:t>
      </w:r>
      <w:r w:rsidR="00FB3D57" w:rsidRPr="005F01D4">
        <w:t>edukacyjnego</w:t>
      </w:r>
      <w:r w:rsidR="00867026" w:rsidRPr="005F01D4">
        <w:t xml:space="preserve">, </w:t>
      </w:r>
      <w:r w:rsidR="00E72299" w:rsidRPr="005F01D4">
        <w:t>jest</w:t>
      </w:r>
      <w:r w:rsidR="00867026" w:rsidRPr="005F01D4">
        <w:t xml:space="preserve"> obowiązan</w:t>
      </w:r>
      <w:r w:rsidR="00E72299" w:rsidRPr="005F01D4">
        <w:t>y</w:t>
      </w:r>
      <w:r w:rsidR="00867026" w:rsidRPr="005F01D4">
        <w:t xml:space="preserve"> do:</w:t>
      </w:r>
    </w:p>
    <w:p w14:paraId="0BC91A6D" w14:textId="4BF85763" w:rsidR="00867026" w:rsidRPr="005F01D4" w:rsidRDefault="00867026" w:rsidP="004C4B7C">
      <w:pPr>
        <w:numPr>
          <w:ilvl w:val="0"/>
          <w:numId w:val="38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 xml:space="preserve">przekazania </w:t>
      </w:r>
      <w:r w:rsidR="002F0761" w:rsidRPr="005F01D4">
        <w:t xml:space="preserve">wójtowi </w:t>
      </w:r>
      <w:r w:rsidR="009A381F" w:rsidRPr="005F01D4">
        <w:t>(</w:t>
      </w:r>
      <w:r w:rsidR="002F0761" w:rsidRPr="005F01D4">
        <w:t>burmistrzowi, prezydentowi miasta</w:t>
      </w:r>
      <w:r w:rsidR="009A381F" w:rsidRPr="005F01D4">
        <w:t>)</w:t>
      </w:r>
      <w:r w:rsidR="002F0761" w:rsidRPr="005F01D4">
        <w:t xml:space="preserve"> zlecającemu organizację wyjazdu </w:t>
      </w:r>
      <w:r w:rsidRPr="005F01D4">
        <w:t>informacji dotyczących:</w:t>
      </w:r>
    </w:p>
    <w:p w14:paraId="3D078F74" w14:textId="77777777" w:rsidR="00867026" w:rsidRPr="005F01D4" w:rsidRDefault="00867026" w:rsidP="008619E5">
      <w:pPr>
        <w:pStyle w:val="Akapitzlist"/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851" w:hanging="284"/>
        <w:jc w:val="both"/>
      </w:pPr>
      <w:r w:rsidRPr="005F01D4">
        <w:t>organizacji wyjazdu, w tym:</w:t>
      </w:r>
    </w:p>
    <w:p w14:paraId="66173665" w14:textId="77777777" w:rsidR="00867026" w:rsidRPr="005F01D4" w:rsidRDefault="00867026" w:rsidP="008619E5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ind w:left="1134" w:hanging="284"/>
        <w:jc w:val="both"/>
      </w:pPr>
      <w:r w:rsidRPr="005F01D4">
        <w:t>terminu wyjazdu i liczby uczestników wyjazdu,</w:t>
      </w:r>
    </w:p>
    <w:p w14:paraId="238EB80E" w14:textId="14BEA04D" w:rsidR="00867026" w:rsidRPr="005F01D4" w:rsidRDefault="00867026" w:rsidP="008619E5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ind w:left="1134" w:hanging="284"/>
        <w:jc w:val="both"/>
      </w:pPr>
      <w:r w:rsidRPr="005F01D4">
        <w:t xml:space="preserve">kadry </w:t>
      </w:r>
      <w:r w:rsidR="00597AAE" w:rsidRPr="005F01D4">
        <w:t>uczestniczącej w wyjeździe</w:t>
      </w:r>
      <w:r w:rsidRPr="005F01D4">
        <w:t xml:space="preserve">, w szczególności kierownika, wychowawcy i psychologa lub terapeuty, a w przypadku wyjazdu organizowanego w czasie trwania zajęć dydaktyczno-wychowawczych – </w:t>
      </w:r>
      <w:r w:rsidR="00A70791" w:rsidRPr="005F01D4">
        <w:t>również</w:t>
      </w:r>
      <w:r w:rsidRPr="005F01D4">
        <w:t xml:space="preserve"> osoby prowadzącej zajęcia dydaktyczno-wychowawcze </w:t>
      </w:r>
      <w:r w:rsidR="00E658D6">
        <w:t>(</w:t>
      </w:r>
      <w:r w:rsidRPr="005F01D4">
        <w:t xml:space="preserve">informacje obejmują imię i nazwisko, </w:t>
      </w:r>
      <w:r w:rsidR="001F4CAD" w:rsidRPr="005F01D4">
        <w:t xml:space="preserve">określenie </w:t>
      </w:r>
      <w:r w:rsidRPr="005F01D4">
        <w:t>funkcj</w:t>
      </w:r>
      <w:r w:rsidR="001F4CAD" w:rsidRPr="005F01D4">
        <w:t>i</w:t>
      </w:r>
      <w:r w:rsidRPr="005F01D4">
        <w:t xml:space="preserve"> oraz kwalifikacje</w:t>
      </w:r>
      <w:r w:rsidR="00E658D6">
        <w:t>)</w:t>
      </w:r>
      <w:r w:rsidRPr="005F01D4">
        <w:t>,</w:t>
      </w:r>
    </w:p>
    <w:p w14:paraId="3537B220" w14:textId="77777777" w:rsidR="00867026" w:rsidRPr="005F01D4" w:rsidRDefault="00867026" w:rsidP="008619E5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ind w:left="1134" w:hanging="284"/>
        <w:jc w:val="both"/>
      </w:pPr>
      <w:r w:rsidRPr="005F01D4">
        <w:t>programu wyjazdu,</w:t>
      </w:r>
    </w:p>
    <w:p w14:paraId="34B94294" w14:textId="77777777" w:rsidR="00867026" w:rsidRPr="005F01D4" w:rsidRDefault="00867026" w:rsidP="008619E5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ind w:left="1134" w:hanging="284"/>
        <w:jc w:val="both"/>
      </w:pPr>
      <w:r w:rsidRPr="005F01D4">
        <w:t>rodzaju zakwaterowania i miejsca wyjazdu,</w:t>
      </w:r>
    </w:p>
    <w:p w14:paraId="423BF026" w14:textId="77777777" w:rsidR="00867026" w:rsidRPr="005F01D4" w:rsidRDefault="00867026" w:rsidP="008619E5">
      <w:pPr>
        <w:pStyle w:val="Akapitzlist"/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851" w:hanging="284"/>
        <w:jc w:val="both"/>
      </w:pPr>
      <w:r w:rsidRPr="005F01D4">
        <w:t>zmian w organizacji wyjazdu w zakresie, o którym mowa w lit. a;</w:t>
      </w:r>
    </w:p>
    <w:p w14:paraId="1078A71E" w14:textId="49EF1071" w:rsidR="00867026" w:rsidRPr="005F01D4" w:rsidRDefault="00867026" w:rsidP="004C4B7C">
      <w:pPr>
        <w:numPr>
          <w:ilvl w:val="0"/>
          <w:numId w:val="38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>udostępnienia rodzicom ucznia</w:t>
      </w:r>
      <w:r w:rsidR="00200830" w:rsidRPr="005F01D4">
        <w:t>,</w:t>
      </w:r>
      <w:r w:rsidRPr="005F01D4">
        <w:t xml:space="preserve"> prawnym opiekunom, rodzicom zastępczym, osobom prowadzącym rodzinny dom dziecka, </w:t>
      </w:r>
      <w:r w:rsidR="00283C4F" w:rsidRPr="005F01D4">
        <w:t xml:space="preserve">dyrektorom placówek opiekuńczo-wychowawczych </w:t>
      </w:r>
      <w:r w:rsidR="00235D4C" w:rsidRPr="00235D4C">
        <w:t xml:space="preserve">typu rodzinnego </w:t>
      </w:r>
      <w:r w:rsidR="00283C4F" w:rsidRPr="005F01D4">
        <w:t xml:space="preserve">oraz </w:t>
      </w:r>
      <w:r w:rsidRPr="005F01D4">
        <w:t xml:space="preserve">opiekunom faktycznym w rozumieniu ustawy z dnia 11 lutego 2016 r. o pomocy państwa w wychowywaniu dzieci albo pełnoletniemu uczniowi karty kwalifikacyjnej uczestnika wyjazdu uzupełnionej o informacje o stanie zdrowia uczestnika wyjazdu w czasie trwania wyjazdu oraz o przebytych chorobach w jego trakcie oraz informacje i spostrzeżenia dotyczące uczestnika wyjazdu w czasie trwania wyjazdu, określone w częściach V i VI formularza określonego w załączniku nr 6 do rozporządzenia Ministra Edukacji Narodowej z dnia 30 marca 2016 r. w sprawie wypoczynku dzieci i młodzieży; </w:t>
      </w:r>
    </w:p>
    <w:p w14:paraId="7FAFDE0C" w14:textId="1092B985" w:rsidR="00867026" w:rsidRPr="005F01D4" w:rsidRDefault="00867026" w:rsidP="004C4B7C">
      <w:pPr>
        <w:numPr>
          <w:ilvl w:val="0"/>
          <w:numId w:val="38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>złożenia</w:t>
      </w:r>
      <w:r w:rsidR="00E72299" w:rsidRPr="005F01D4">
        <w:t xml:space="preserve"> wójtowi (burmistrzowi, prezydentowi miasta) zlecającemu organizację wyjazdu</w:t>
      </w:r>
      <w:r w:rsidRPr="005F01D4">
        <w:t xml:space="preserve"> sprawozdania z realizacji wyjazdu, </w:t>
      </w:r>
      <w:r w:rsidR="002F0761" w:rsidRPr="005F01D4">
        <w:t xml:space="preserve">zawierającego </w:t>
      </w:r>
      <w:r w:rsidR="00596891" w:rsidRPr="005F01D4">
        <w:t>w </w:t>
      </w:r>
      <w:r w:rsidR="00493D37" w:rsidRPr="005F01D4">
        <w:t xml:space="preserve">szczególności </w:t>
      </w:r>
      <w:r w:rsidR="002F0761" w:rsidRPr="005F01D4">
        <w:t xml:space="preserve">podsumowanie </w:t>
      </w:r>
      <w:r w:rsidR="002F0761" w:rsidRPr="005F01D4">
        <w:lastRenderedPageBreak/>
        <w:t>i</w:t>
      </w:r>
      <w:r w:rsidR="00AA19A5" w:rsidRPr="005F01D4">
        <w:t> </w:t>
      </w:r>
      <w:r w:rsidR="002F0761" w:rsidRPr="005F01D4">
        <w:t>ocenę wyjazdu oraz rozliczenie środków finansowych przeznaczonych na realizację wyjazdu</w:t>
      </w:r>
      <w:r w:rsidRPr="005F01D4">
        <w:t>;</w:t>
      </w:r>
    </w:p>
    <w:p w14:paraId="18E65C63" w14:textId="3875F91D" w:rsidR="00867026" w:rsidRPr="005F01D4" w:rsidRDefault="00867026" w:rsidP="004C4B7C">
      <w:pPr>
        <w:numPr>
          <w:ilvl w:val="0"/>
          <w:numId w:val="38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 xml:space="preserve">przekazania </w:t>
      </w:r>
      <w:r w:rsidR="002F0761" w:rsidRPr="005F01D4">
        <w:t xml:space="preserve">wójtowi </w:t>
      </w:r>
      <w:r w:rsidR="002F4555" w:rsidRPr="005F01D4">
        <w:t>(</w:t>
      </w:r>
      <w:r w:rsidR="002F0761" w:rsidRPr="005F01D4">
        <w:t>burmistrzowi, prezydentowi miasta</w:t>
      </w:r>
      <w:r w:rsidR="002F4555" w:rsidRPr="005F01D4">
        <w:t>)</w:t>
      </w:r>
      <w:r w:rsidR="002F0761" w:rsidRPr="005F01D4">
        <w:t xml:space="preserve"> zlecającemu </w:t>
      </w:r>
      <w:r w:rsidR="002F4555" w:rsidRPr="005F01D4">
        <w:t xml:space="preserve">organizację </w:t>
      </w:r>
      <w:r w:rsidR="002F0761" w:rsidRPr="005F01D4">
        <w:t>wyjazd</w:t>
      </w:r>
      <w:r w:rsidR="002F4555" w:rsidRPr="005F01D4">
        <w:t>u</w:t>
      </w:r>
      <w:r w:rsidR="002F0761" w:rsidRPr="005F01D4">
        <w:t xml:space="preserve"> </w:t>
      </w:r>
      <w:r w:rsidRPr="005F01D4">
        <w:t xml:space="preserve">kart kwalifikacyjnych uczestników wyjazdu </w:t>
      </w:r>
      <w:r w:rsidR="004D0694" w:rsidRPr="005F01D4">
        <w:t>razem ze</w:t>
      </w:r>
      <w:r w:rsidRPr="005F01D4">
        <w:t xml:space="preserve"> sprawozdani</w:t>
      </w:r>
      <w:r w:rsidR="004D0694" w:rsidRPr="005F01D4">
        <w:t>em</w:t>
      </w:r>
      <w:r w:rsidRPr="005F01D4">
        <w:t>, o którym mowa w pkt 3.</w:t>
      </w:r>
    </w:p>
    <w:p w14:paraId="4D61402C" w14:textId="7EBEE5E5" w:rsidR="00867026" w:rsidRPr="005F01D4" w:rsidRDefault="008B0D5E" w:rsidP="004C4B7C">
      <w:pPr>
        <w:pStyle w:val="Akapitzlist"/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284" w:hanging="284"/>
        <w:jc w:val="both"/>
      </w:pPr>
      <w:r w:rsidRPr="005F01D4">
        <w:t>Organizator wyjazdu terapeutyczno-edukacyjnego: wójt (burmistrz, prezydent miasta) albo podmiot, któremu wójt (burmistrz, prezydent miasta) zlecił organizację wyjazdu</w:t>
      </w:r>
      <w:r w:rsidR="005C332F" w:rsidRPr="005F01D4">
        <w:t xml:space="preserve"> terapeutyczno-edukacyjnego</w:t>
      </w:r>
      <w:r w:rsidRPr="005F01D4">
        <w:t>,</w:t>
      </w:r>
      <w:r w:rsidR="00C76F7A" w:rsidRPr="005F01D4">
        <w:t xml:space="preserve"> </w:t>
      </w:r>
      <w:r w:rsidR="00867026" w:rsidRPr="005F01D4">
        <w:t xml:space="preserve">w ramach środków na organizację wyjazdów </w:t>
      </w:r>
      <w:r w:rsidR="00A84BC3" w:rsidRPr="005F01D4">
        <w:br/>
      </w:r>
      <w:r w:rsidR="00867026" w:rsidRPr="005F01D4">
        <w:t>terapeutyczno-edukacyjnych zapewnia:</w:t>
      </w:r>
    </w:p>
    <w:p w14:paraId="26E7A649" w14:textId="3D4D6009" w:rsidR="00867026" w:rsidRPr="005F01D4" w:rsidRDefault="00867026" w:rsidP="004C4B7C">
      <w:pPr>
        <w:numPr>
          <w:ilvl w:val="1"/>
          <w:numId w:val="4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 xml:space="preserve">realizację programu wyjazdu dostosowanego do wieku, zainteresowań i potrzeb uczestników, ich stanu zdrowia, sprawności fizycznej i umiejętności, </w:t>
      </w:r>
      <w:r w:rsidR="00190F05" w:rsidRPr="005F01D4">
        <w:t>a także</w:t>
      </w:r>
      <w:r w:rsidRPr="005F01D4">
        <w:t xml:space="preserve"> wsparcie psychologiczno-pedagogiczne, a w przypadku wyjazdu organizowanego w czasie trwania zajęć dydaktyczno-wychowawczych – </w:t>
      </w:r>
      <w:r w:rsidR="00FB3D57" w:rsidRPr="005F01D4">
        <w:t>również</w:t>
      </w:r>
      <w:r w:rsidRPr="005F01D4">
        <w:t xml:space="preserve"> realizację zajęć</w:t>
      </w:r>
      <w:r w:rsidR="00C1470E" w:rsidRPr="005F01D4">
        <w:t xml:space="preserve"> dydaktyczno-</w:t>
      </w:r>
      <w:r w:rsidRPr="005F01D4">
        <w:t>wychowawczych;</w:t>
      </w:r>
    </w:p>
    <w:p w14:paraId="1FE3113E" w14:textId="5C6A1C66" w:rsidR="00867026" w:rsidRPr="005F01D4" w:rsidRDefault="00867026" w:rsidP="004C4B7C">
      <w:pPr>
        <w:numPr>
          <w:ilvl w:val="1"/>
          <w:numId w:val="4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>zakwaterowanie w obiektach o stałej infrastrukturze, spełniających wymogi dotyczące bezpieczeństwa, ochrony przeciwpożarowej i warunków higieniczno-sanitarnych określone przepisami o ochronie przeciwpożarowej, ochronie środowiska i Państwowej Inspekcji Sanitarnej;</w:t>
      </w:r>
    </w:p>
    <w:p w14:paraId="65193F61" w14:textId="7018787F" w:rsidR="00867026" w:rsidRPr="005F01D4" w:rsidRDefault="00867026" w:rsidP="004C4B7C">
      <w:pPr>
        <w:numPr>
          <w:ilvl w:val="1"/>
          <w:numId w:val="4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 xml:space="preserve">wyżywienie obejmujące co najmniej pięć zbilansowanych posiłków dziennie, </w:t>
      </w:r>
      <w:r w:rsidR="00E658D6" w:rsidRPr="00E658D6">
        <w:t xml:space="preserve">za które stawka dzienna wynosi nie mniej niż </w:t>
      </w:r>
      <w:r w:rsidRPr="005F01D4">
        <w:t>3</w:t>
      </w:r>
      <w:r w:rsidR="00B15832" w:rsidRPr="005F01D4">
        <w:t>4,5</w:t>
      </w:r>
      <w:r w:rsidRPr="005F01D4">
        <w:t>0 zł na jednego ucznia;</w:t>
      </w:r>
    </w:p>
    <w:p w14:paraId="14A14D80" w14:textId="77777777" w:rsidR="00867026" w:rsidRPr="005F01D4" w:rsidRDefault="00867026" w:rsidP="004C4B7C">
      <w:pPr>
        <w:numPr>
          <w:ilvl w:val="1"/>
          <w:numId w:val="4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>transport;</w:t>
      </w:r>
    </w:p>
    <w:p w14:paraId="0B26D223" w14:textId="74F548E6" w:rsidR="00867026" w:rsidRPr="005F01D4" w:rsidRDefault="00867026" w:rsidP="004C4B7C">
      <w:pPr>
        <w:numPr>
          <w:ilvl w:val="1"/>
          <w:numId w:val="4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>kadr</w:t>
      </w:r>
      <w:r w:rsidR="00597AAE" w:rsidRPr="005F01D4">
        <w:t>ę uczestniczącą</w:t>
      </w:r>
      <w:r w:rsidR="00190F05" w:rsidRPr="005F01D4">
        <w:t xml:space="preserve"> w</w:t>
      </w:r>
      <w:r w:rsidRPr="005F01D4">
        <w:t xml:space="preserve"> </w:t>
      </w:r>
      <w:r w:rsidR="001F4CAD" w:rsidRPr="005F01D4">
        <w:t>wyjeździe</w:t>
      </w:r>
      <w:r w:rsidRPr="005F01D4">
        <w:t>, w szczególności:</w:t>
      </w:r>
    </w:p>
    <w:p w14:paraId="6B5849C0" w14:textId="20F8B687" w:rsidR="00867026" w:rsidRPr="005F01D4" w:rsidRDefault="00C705EE" w:rsidP="004C4B7C">
      <w:pPr>
        <w:suppressAutoHyphens/>
        <w:autoSpaceDE w:val="0"/>
        <w:autoSpaceDN w:val="0"/>
        <w:adjustRightInd w:val="0"/>
        <w:spacing w:line="360" w:lineRule="auto"/>
        <w:ind w:left="993" w:hanging="426"/>
        <w:jc w:val="both"/>
      </w:pPr>
      <w:r w:rsidRPr="005F01D4">
        <w:t>a)</w:t>
      </w:r>
      <w:r w:rsidRPr="005F01D4">
        <w:tab/>
      </w:r>
      <w:r w:rsidR="00867026" w:rsidRPr="005F01D4">
        <w:t xml:space="preserve">kierownika spełniającego warunki, o których mowa w art. 92p ust. 1 i 3–5 ustawy z dnia 7 września 1991 r. o systemie oświaty, </w:t>
      </w:r>
    </w:p>
    <w:p w14:paraId="35123E11" w14:textId="25F2D3B7" w:rsidR="00867026" w:rsidRPr="005F01D4" w:rsidRDefault="00867026" w:rsidP="004C4B7C">
      <w:pPr>
        <w:suppressAutoHyphens/>
        <w:autoSpaceDE w:val="0"/>
        <w:autoSpaceDN w:val="0"/>
        <w:adjustRightInd w:val="0"/>
        <w:spacing w:line="360" w:lineRule="auto"/>
        <w:ind w:left="993" w:hanging="426"/>
        <w:jc w:val="both"/>
      </w:pPr>
      <w:r w:rsidRPr="005F01D4">
        <w:t>b)</w:t>
      </w:r>
      <w:r w:rsidRPr="005F01D4">
        <w:tab/>
        <w:t>wychowaw</w:t>
      </w:r>
      <w:r w:rsidR="00F612BA" w:rsidRPr="005F01D4">
        <w:t>cę</w:t>
      </w:r>
      <w:r w:rsidRPr="005F01D4">
        <w:t xml:space="preserve"> spełniającego warunki, o których mowa w art. 92p ust. 2, 3 i 6 ustawy z dnia 7 września 1991 r. o systemie oświaty,</w:t>
      </w:r>
    </w:p>
    <w:p w14:paraId="17E3DAA2" w14:textId="6FB0CBAD" w:rsidR="00867026" w:rsidRPr="005F01D4" w:rsidRDefault="00C705EE" w:rsidP="004C4B7C">
      <w:pPr>
        <w:suppressAutoHyphens/>
        <w:autoSpaceDE w:val="0"/>
        <w:autoSpaceDN w:val="0"/>
        <w:adjustRightInd w:val="0"/>
        <w:spacing w:line="360" w:lineRule="auto"/>
        <w:ind w:left="993" w:hanging="426"/>
        <w:jc w:val="both"/>
      </w:pPr>
      <w:r w:rsidRPr="005F01D4">
        <w:t>c)</w:t>
      </w:r>
      <w:r w:rsidRPr="005F01D4">
        <w:tab/>
      </w:r>
      <w:r w:rsidR="00867026" w:rsidRPr="005F01D4">
        <w:t>psychologa lub terapeut</w:t>
      </w:r>
      <w:r w:rsidR="00F612BA" w:rsidRPr="005F01D4">
        <w:t>ę</w:t>
      </w:r>
      <w:r w:rsidR="00867026" w:rsidRPr="005F01D4">
        <w:t>,</w:t>
      </w:r>
    </w:p>
    <w:p w14:paraId="1B474522" w14:textId="695BEF9C" w:rsidR="00867026" w:rsidRPr="005F01D4" w:rsidRDefault="00867026" w:rsidP="004C4B7C">
      <w:pPr>
        <w:suppressAutoHyphens/>
        <w:autoSpaceDE w:val="0"/>
        <w:autoSpaceDN w:val="0"/>
        <w:adjustRightInd w:val="0"/>
        <w:spacing w:line="360" w:lineRule="auto"/>
        <w:ind w:left="993" w:hanging="426"/>
        <w:jc w:val="both"/>
      </w:pPr>
      <w:r w:rsidRPr="005F01D4">
        <w:t>d)</w:t>
      </w:r>
      <w:r w:rsidRPr="005F01D4">
        <w:tab/>
        <w:t>osob</w:t>
      </w:r>
      <w:r w:rsidR="00F612BA" w:rsidRPr="005F01D4">
        <w:t>ę</w:t>
      </w:r>
      <w:r w:rsidRPr="005F01D4">
        <w:t xml:space="preserve"> prowadząc</w:t>
      </w:r>
      <w:r w:rsidR="00F612BA" w:rsidRPr="005F01D4">
        <w:t>ą</w:t>
      </w:r>
      <w:r w:rsidRPr="005F01D4">
        <w:t xml:space="preserve"> zajęcia dydaktyczno-wychowawcze – w przypadku wyjazdu organizowanego w czasie trwania zajęć dydaktyczno-wychowawczych;</w:t>
      </w:r>
    </w:p>
    <w:p w14:paraId="1833D962" w14:textId="69EAFCB3" w:rsidR="00867026" w:rsidRPr="005F01D4" w:rsidRDefault="00867026" w:rsidP="004C4B7C">
      <w:pPr>
        <w:numPr>
          <w:ilvl w:val="1"/>
          <w:numId w:val="4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 xml:space="preserve">w uzasadnionych przypadkach – zakup lub uzupełnienie podstawowego wyposażenia osobistego ucznia lub elementów wyposażenia szkolnego ucznia. </w:t>
      </w:r>
    </w:p>
    <w:p w14:paraId="408FB10A" w14:textId="085BB701" w:rsidR="00596891" w:rsidRPr="005F01D4" w:rsidRDefault="008C2B19" w:rsidP="008619E5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284" w:hanging="284"/>
        <w:jc w:val="both"/>
      </w:pPr>
      <w:r w:rsidRPr="005F01D4">
        <w:t xml:space="preserve">Dotację </w:t>
      </w:r>
      <w:r w:rsidR="004F5227" w:rsidRPr="005F01D4">
        <w:t xml:space="preserve">celową </w:t>
      </w:r>
      <w:r w:rsidRPr="005F01D4">
        <w:t>dla gmin na realizację wyjazdów terapeutyczno-edukacyjnych przekazuje wojewoda na wniosek wójta (burmistrza, prezydenta miasta).</w:t>
      </w:r>
    </w:p>
    <w:p w14:paraId="6634296F" w14:textId="4FF7A65B" w:rsidR="00C76F7A" w:rsidRDefault="00867026" w:rsidP="008619E5">
      <w:pPr>
        <w:numPr>
          <w:ilvl w:val="0"/>
          <w:numId w:val="4"/>
        </w:numPr>
        <w:suppressAutoHyphens/>
        <w:autoSpaceDE w:val="0"/>
        <w:autoSpaceDN w:val="0"/>
        <w:adjustRightInd w:val="0"/>
        <w:spacing w:line="360" w:lineRule="auto"/>
        <w:ind w:left="284" w:hanging="284"/>
        <w:jc w:val="both"/>
      </w:pPr>
      <w:r w:rsidRPr="005F01D4">
        <w:lastRenderedPageBreak/>
        <w:t>Środki budżetu państwa dla wojewody na realizację wyjazdów</w:t>
      </w:r>
      <w:r w:rsidR="00144D94" w:rsidRPr="005F01D4">
        <w:t xml:space="preserve"> </w:t>
      </w:r>
      <w:r w:rsidRPr="005F01D4">
        <w:t>terapeutyczno-edukacyjnych przekazuje minister właściwy do spraw finansów publicznych na podstawie podziału rezerwy celowej budżetu państwa przygotowanego przez ministra właściwego do spraw oświaty i wychowania oraz na podstawie wniosków wojewodów, zgodnie z art. 154 ustawy z dnia 27 sierpnia 2009 r. o finansach publicznych.</w:t>
      </w:r>
      <w:r w:rsidR="008C2B19" w:rsidRPr="005F01D4">
        <w:t xml:space="preserve"> </w:t>
      </w:r>
    </w:p>
    <w:p w14:paraId="38BA07BD" w14:textId="77777777" w:rsidR="00F33D0A" w:rsidRPr="005F01D4" w:rsidRDefault="00F33D0A" w:rsidP="00F33D0A">
      <w:pPr>
        <w:suppressAutoHyphens/>
        <w:autoSpaceDE w:val="0"/>
        <w:autoSpaceDN w:val="0"/>
        <w:adjustRightInd w:val="0"/>
        <w:spacing w:line="360" w:lineRule="auto"/>
        <w:jc w:val="both"/>
      </w:pPr>
    </w:p>
    <w:p w14:paraId="2EBBC26A" w14:textId="77777777" w:rsidR="00867026" w:rsidRPr="005F01D4" w:rsidRDefault="00867026" w:rsidP="00676D7A">
      <w:pPr>
        <w:spacing w:before="80" w:line="360" w:lineRule="auto"/>
        <w:jc w:val="both"/>
        <w:rPr>
          <w:b/>
        </w:rPr>
      </w:pPr>
      <w:r w:rsidRPr="005F01D4">
        <w:rPr>
          <w:b/>
        </w:rPr>
        <w:t>VII. ZASADY ORGANIZACJI ZAJĘĆ OPIEKUŃCZYCH I ZAJĘĆ TERAPEUTYCZNO-EDUKACYJNYCH</w:t>
      </w:r>
    </w:p>
    <w:p w14:paraId="741E30CD" w14:textId="77777777" w:rsidR="00867026" w:rsidRPr="005F01D4" w:rsidRDefault="00867026" w:rsidP="004C4B7C">
      <w:pPr>
        <w:spacing w:line="360" w:lineRule="auto"/>
        <w:jc w:val="both"/>
        <w:rPr>
          <w:b/>
        </w:rPr>
      </w:pPr>
    </w:p>
    <w:p w14:paraId="45430F93" w14:textId="4C3C8525" w:rsidR="00867026" w:rsidRPr="005F01D4" w:rsidRDefault="00867026" w:rsidP="004C4B7C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284" w:hanging="284"/>
        <w:jc w:val="both"/>
      </w:pPr>
      <w:r w:rsidRPr="005F01D4">
        <w:t>Rodzice dziecka lub ucznia</w:t>
      </w:r>
      <w:r w:rsidR="00200830" w:rsidRPr="005F01D4">
        <w:t>,</w:t>
      </w:r>
      <w:r w:rsidRPr="005F01D4">
        <w:t xml:space="preserve"> prawni opiekunowie, rodzice zastępczy, osoby prowadzące rodzinny dom dziecka, </w:t>
      </w:r>
      <w:r w:rsidR="00283C4F" w:rsidRPr="005F01D4">
        <w:t xml:space="preserve">dyrektorzy placówek opiekuńczo-wychowawczych </w:t>
      </w:r>
      <w:r w:rsidR="00235D4C" w:rsidRPr="00235D4C">
        <w:t xml:space="preserve">typu rodzinnego </w:t>
      </w:r>
      <w:r w:rsidR="00283C4F" w:rsidRPr="005F01D4">
        <w:t xml:space="preserve">oraz </w:t>
      </w:r>
      <w:r w:rsidRPr="005F01D4">
        <w:t>opiekunowie faktyczni w rozumieniu ustawy z dnia 11 lutego 2016 r. o pomocy państwa w wychowywaniu dzieci albo pełnoletni uczeń albo inna osoba za zgodą rodziców dziecka lub ucznia</w:t>
      </w:r>
      <w:r w:rsidR="00200830" w:rsidRPr="005F01D4">
        <w:t>,</w:t>
      </w:r>
      <w:r w:rsidRPr="005F01D4">
        <w:t xml:space="preserve"> prawnych opiekunów, rodziców zastępczych, osób prowadzących rodzinny dom dziecka, </w:t>
      </w:r>
      <w:r w:rsidR="00283C4F" w:rsidRPr="005F01D4">
        <w:t xml:space="preserve">dyrektorów placówek opiekuńczo-wychowawczych </w:t>
      </w:r>
      <w:r w:rsidR="00235D4C" w:rsidRPr="00235D4C">
        <w:t xml:space="preserve">typu rodzinnego </w:t>
      </w:r>
      <w:r w:rsidR="00283C4F" w:rsidRPr="005F01D4">
        <w:t xml:space="preserve">oraz </w:t>
      </w:r>
      <w:r w:rsidRPr="005F01D4">
        <w:t xml:space="preserve">opiekunów faktycznych w rozumieniu ustawy z dnia 11 lutego 2016 r. o pomocy państwa w wychowywaniu dzieci albo pełnoletniego ucznia składają do wójta (burmistrza, prezydenta miasta) właściwego ze względu na miejsce zamieszkania dziecka lub ucznia wniosek o udzielenie pomocy w formie zajęć opiekuńczych i zajęć terapeutyczno-edukacyjnych niezwłocznie po wystąpieniu żywiołu, </w:t>
      </w:r>
      <w:r w:rsidR="004C2785" w:rsidRPr="005F01D4">
        <w:t xml:space="preserve">jednak </w:t>
      </w:r>
      <w:r w:rsidRPr="005F01D4">
        <w:t xml:space="preserve">nie później niż </w:t>
      </w:r>
      <w:r w:rsidR="00292CC4" w:rsidRPr="005F01D4">
        <w:t>do dnia 15</w:t>
      </w:r>
      <w:r w:rsidR="00F36D09">
        <w:t> </w:t>
      </w:r>
      <w:r w:rsidR="00292CC4" w:rsidRPr="005F01D4">
        <w:t xml:space="preserve">września </w:t>
      </w:r>
      <w:r w:rsidRPr="005F01D4">
        <w:t xml:space="preserve">odpowiednio </w:t>
      </w:r>
      <w:r w:rsidR="004F6814" w:rsidRPr="005F01D4">
        <w:t xml:space="preserve">w </w:t>
      </w:r>
      <w:r w:rsidR="00292CC4" w:rsidRPr="005F01D4">
        <w:t>2025 r., 2026 r.</w:t>
      </w:r>
      <w:r w:rsidR="001B282C" w:rsidRPr="005F01D4">
        <w:t xml:space="preserve"> lub</w:t>
      </w:r>
      <w:r w:rsidR="00292CC4" w:rsidRPr="005F01D4">
        <w:t xml:space="preserve"> 2027</w:t>
      </w:r>
      <w:r w:rsidR="001B20B5" w:rsidRPr="005F01D4">
        <w:t> </w:t>
      </w:r>
      <w:r w:rsidR="00292CC4" w:rsidRPr="005F01D4">
        <w:t>r</w:t>
      </w:r>
      <w:r w:rsidR="000A3360" w:rsidRPr="005F01D4">
        <w:t>.</w:t>
      </w:r>
    </w:p>
    <w:p w14:paraId="38B951D8" w14:textId="77777777" w:rsidR="00867026" w:rsidRPr="005F01D4" w:rsidRDefault="00867026" w:rsidP="004C4B7C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284" w:hanging="284"/>
        <w:jc w:val="both"/>
      </w:pPr>
      <w:r w:rsidRPr="005F01D4">
        <w:t>Wójt (burmistrz, prezydent miasta):</w:t>
      </w:r>
    </w:p>
    <w:p w14:paraId="3885A456" w14:textId="2038909E" w:rsidR="00867026" w:rsidRPr="005F01D4" w:rsidRDefault="00867026" w:rsidP="004C4B7C">
      <w:pPr>
        <w:numPr>
          <w:ilvl w:val="1"/>
          <w:numId w:val="4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 xml:space="preserve">dokonuje weryfikacji wniosków w zakresie </w:t>
      </w:r>
      <w:r w:rsidR="0054630B" w:rsidRPr="005F01D4">
        <w:t xml:space="preserve">spełniania </w:t>
      </w:r>
      <w:r w:rsidR="0001695D" w:rsidRPr="005F01D4">
        <w:t xml:space="preserve">warunków </w:t>
      </w:r>
      <w:r w:rsidR="00F46D73" w:rsidRPr="005F01D4">
        <w:t>udzielania</w:t>
      </w:r>
      <w:r w:rsidR="0054630B" w:rsidRPr="005F01D4">
        <w:t xml:space="preserve"> pomocy w</w:t>
      </w:r>
      <w:r w:rsidR="008A40B2" w:rsidRPr="005F01D4">
        <w:t> </w:t>
      </w:r>
      <w:r w:rsidR="0054630B" w:rsidRPr="005F01D4">
        <w:t xml:space="preserve">formie zajęć </w:t>
      </w:r>
      <w:r w:rsidR="00B43158" w:rsidRPr="005F01D4">
        <w:t xml:space="preserve">opiekuńczych i </w:t>
      </w:r>
      <w:r w:rsidR="0054630B" w:rsidRPr="005F01D4">
        <w:t>zajęć terapeutyczno-edukacyjnych;</w:t>
      </w:r>
    </w:p>
    <w:p w14:paraId="79FE3B0D" w14:textId="0C4D3B3D" w:rsidR="00867026" w:rsidRPr="005F01D4" w:rsidRDefault="00867026" w:rsidP="004C4B7C">
      <w:pPr>
        <w:numPr>
          <w:ilvl w:val="1"/>
          <w:numId w:val="4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>ustala liczbę dzieci i uczniów zakwalifikowanych do otrzymania pomocy w formie zajęć opiekuńczych i zajęć terapeutyczno-edukacyjnych na podstawie zweryfikowanych wniosków oraz sporządza listę dzieci i uczniów zakwalifikowanych do zajęć</w:t>
      </w:r>
      <w:r w:rsidR="001110BB" w:rsidRPr="005F01D4">
        <w:t xml:space="preserve"> opiekuńczych i zajęć terapeutyczno-edukacyjnych</w:t>
      </w:r>
      <w:r w:rsidRPr="005F01D4">
        <w:t>;</w:t>
      </w:r>
    </w:p>
    <w:p w14:paraId="292C4A53" w14:textId="0D936ADA" w:rsidR="00867026" w:rsidRPr="005F01D4" w:rsidRDefault="00867026" w:rsidP="004C4B7C">
      <w:pPr>
        <w:numPr>
          <w:ilvl w:val="1"/>
          <w:numId w:val="4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>informuje rodziców dziecka lub ucznia</w:t>
      </w:r>
      <w:r w:rsidR="00200830" w:rsidRPr="005F01D4">
        <w:t>,</w:t>
      </w:r>
      <w:r w:rsidRPr="005F01D4">
        <w:t xml:space="preserve"> prawnych opiekunów, rodziców zastępczych, osoby prowadzące rodzinny dom dziecka, </w:t>
      </w:r>
      <w:r w:rsidR="00283C4F" w:rsidRPr="005F01D4">
        <w:t xml:space="preserve">dyrektorów placówek opiekuńczo-wychowawczych </w:t>
      </w:r>
      <w:r w:rsidR="00235D4C" w:rsidRPr="00235D4C">
        <w:t xml:space="preserve">typu rodzinnego </w:t>
      </w:r>
      <w:r w:rsidR="00283C4F" w:rsidRPr="005F01D4">
        <w:t xml:space="preserve">oraz </w:t>
      </w:r>
      <w:r w:rsidRPr="005F01D4">
        <w:t>opiekunów faktycznych w rozumieniu ustawy z</w:t>
      </w:r>
      <w:r w:rsidR="00F36D09">
        <w:t> </w:t>
      </w:r>
      <w:r w:rsidRPr="005F01D4">
        <w:t xml:space="preserve">dnia 11 lutego 2016 r. o pomocy państwa w wychowywaniu dzieci albo pełnoletniego ucznia, a w przypadku gdy wniosek składa inna osoba za zgodą rodziców dziecka </w:t>
      </w:r>
      <w:r w:rsidRPr="005F01D4">
        <w:lastRenderedPageBreak/>
        <w:t>lub ucznia</w:t>
      </w:r>
      <w:r w:rsidR="00200830" w:rsidRPr="005F01D4">
        <w:t>,</w:t>
      </w:r>
      <w:r w:rsidRPr="005F01D4">
        <w:t xml:space="preserve"> prawnych opiekunów, rodziców zastępczych, osób prowadzących rodzinny dom dziecka, </w:t>
      </w:r>
      <w:r w:rsidR="00283C4F" w:rsidRPr="005F01D4">
        <w:t xml:space="preserve">dyrektorów placówek opiekuńczo-wychowawczych </w:t>
      </w:r>
      <w:r w:rsidR="00235D4C" w:rsidRPr="00235D4C">
        <w:t xml:space="preserve">typu rodzinnego </w:t>
      </w:r>
      <w:r w:rsidR="00283C4F" w:rsidRPr="005F01D4">
        <w:t xml:space="preserve">oraz </w:t>
      </w:r>
      <w:r w:rsidRPr="005F01D4">
        <w:t>opiekunów faktycznych w rozumieniu ustawy z dnia 11 lutego 2016 r. o</w:t>
      </w:r>
      <w:r w:rsidR="008A40B2" w:rsidRPr="005F01D4">
        <w:t> </w:t>
      </w:r>
      <w:r w:rsidRPr="005F01D4">
        <w:t xml:space="preserve">pomocy państwa w wychowywaniu dzieci albo pełnoletniego ucznia – </w:t>
      </w:r>
      <w:r w:rsidR="001110BB" w:rsidRPr="005F01D4">
        <w:t>również</w:t>
      </w:r>
      <w:r w:rsidRPr="005F01D4">
        <w:t xml:space="preserve"> tę osobę, o zakwalifikowaniu dziecka lub ucznia do zajęć </w:t>
      </w:r>
      <w:r w:rsidR="001110BB" w:rsidRPr="005F01D4">
        <w:t xml:space="preserve">opiekuńczych i zajęć terapeutyczno-edukacyjnych </w:t>
      </w:r>
      <w:r w:rsidRPr="005F01D4">
        <w:t xml:space="preserve">oraz </w:t>
      </w:r>
      <w:r w:rsidR="001F4CAD" w:rsidRPr="005F01D4">
        <w:t>o </w:t>
      </w:r>
      <w:r w:rsidRPr="005F01D4">
        <w:t xml:space="preserve">miejscu i terminie organizacji </w:t>
      </w:r>
      <w:r w:rsidR="001110BB" w:rsidRPr="005F01D4">
        <w:t xml:space="preserve">tych </w:t>
      </w:r>
      <w:r w:rsidRPr="005F01D4">
        <w:t>zajęć;</w:t>
      </w:r>
    </w:p>
    <w:p w14:paraId="232C1B82" w14:textId="698D29D1" w:rsidR="00867026" w:rsidRPr="005F01D4" w:rsidRDefault="00E00BA0" w:rsidP="004C4B7C">
      <w:pPr>
        <w:numPr>
          <w:ilvl w:val="1"/>
          <w:numId w:val="4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>
        <w:t xml:space="preserve">na podstawie listy, o której mowa w pkt 2, </w:t>
      </w:r>
      <w:r w:rsidR="00867026" w:rsidRPr="005F01D4">
        <w:t>sporządza informację o liczbie dzieci i uczniów zakwalifikowanych do zajęć</w:t>
      </w:r>
      <w:r w:rsidR="001110BB" w:rsidRPr="005F01D4">
        <w:t xml:space="preserve"> opiekuńczych i zajęć terapeutyczno-edukacyjnych</w:t>
      </w:r>
      <w:r w:rsidR="00867026" w:rsidRPr="005F01D4">
        <w:t xml:space="preserve"> </w:t>
      </w:r>
      <w:r w:rsidR="001110BB" w:rsidRPr="005F01D4">
        <w:t>oraz</w:t>
      </w:r>
      <w:r w:rsidR="00867026" w:rsidRPr="005F01D4">
        <w:t> </w:t>
      </w:r>
      <w:r w:rsidR="00DE1940">
        <w:t xml:space="preserve">o kwocie środków potrzebnych na organizację </w:t>
      </w:r>
      <w:r w:rsidR="00DE1940" w:rsidRPr="00DE1940">
        <w:t xml:space="preserve">zajęć opiekuńczych i zajęć terapeutyczno-edukacyjnych </w:t>
      </w:r>
      <w:r w:rsidR="00DE1940">
        <w:t xml:space="preserve">i </w:t>
      </w:r>
      <w:r w:rsidR="00867026" w:rsidRPr="005F01D4">
        <w:t xml:space="preserve">przekazuje </w:t>
      </w:r>
      <w:r w:rsidR="00DE1940">
        <w:t>tę informację</w:t>
      </w:r>
      <w:r w:rsidR="00867026" w:rsidRPr="005F01D4">
        <w:t xml:space="preserve"> wojewodzie.</w:t>
      </w:r>
    </w:p>
    <w:p w14:paraId="0D8523E8" w14:textId="77777777" w:rsidR="00110DD7" w:rsidRPr="005F01D4" w:rsidRDefault="00867026" w:rsidP="008619E5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284" w:hanging="284"/>
        <w:jc w:val="both"/>
      </w:pPr>
      <w:bookmarkStart w:id="9" w:name="_Hlk195267254"/>
      <w:r w:rsidRPr="005F01D4">
        <w:t xml:space="preserve">Zajęcia </w:t>
      </w:r>
      <w:r w:rsidR="001110BB" w:rsidRPr="005F01D4">
        <w:t xml:space="preserve">opiekuńcze i zajęcia terapeutyczno-edukacyjne </w:t>
      </w:r>
      <w:r w:rsidRPr="005F01D4">
        <w:t xml:space="preserve">organizuje wójt (burmistrz, prezydent miasta) </w:t>
      </w:r>
      <w:bookmarkStart w:id="10" w:name="_Hlk195267086"/>
      <w:r w:rsidRPr="005F01D4">
        <w:t>właściwy ze względu na miejsce zamieszkania dzieci lub uczniów zakwalifikowanych do</w:t>
      </w:r>
      <w:r w:rsidR="001110BB" w:rsidRPr="005F01D4">
        <w:t xml:space="preserve"> tych</w:t>
      </w:r>
      <w:r w:rsidRPr="005F01D4">
        <w:t xml:space="preserve"> zajęć</w:t>
      </w:r>
      <w:bookmarkEnd w:id="10"/>
      <w:r w:rsidRPr="005F01D4">
        <w:t>.</w:t>
      </w:r>
    </w:p>
    <w:bookmarkEnd w:id="9"/>
    <w:p w14:paraId="1AB0C60D" w14:textId="5EA52A50" w:rsidR="00684875" w:rsidRPr="005F01D4" w:rsidRDefault="00867026" w:rsidP="008619E5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284" w:hanging="284"/>
        <w:jc w:val="both"/>
      </w:pPr>
      <w:r w:rsidRPr="005F01D4">
        <w:t>Wójt (burmistrz, prezydent miasta)</w:t>
      </w:r>
      <w:r w:rsidR="00356831" w:rsidRPr="005F01D4">
        <w:t xml:space="preserve"> </w:t>
      </w:r>
      <w:r w:rsidR="00684875" w:rsidRPr="005F01D4">
        <w:t xml:space="preserve">może zlecić </w:t>
      </w:r>
      <w:r w:rsidR="00E72299" w:rsidRPr="005F01D4">
        <w:t xml:space="preserve">innemu podmiotowi </w:t>
      </w:r>
      <w:r w:rsidR="00684875" w:rsidRPr="005F01D4">
        <w:t xml:space="preserve">organizację zajęć </w:t>
      </w:r>
      <w:r w:rsidR="0005339C" w:rsidRPr="005F01D4">
        <w:t>opiekuńczych i zajęć terapeutyczno-edukacyjnych przez udzielenie zamówienia w </w:t>
      </w:r>
      <w:r w:rsidR="00684875" w:rsidRPr="005F01D4">
        <w:t>rozumieniu art. 7 pkt 25 ustawy z dnia 11 września 2019 r. – Prawo zamówień publicznych</w:t>
      </w:r>
      <w:r w:rsidR="001762F0" w:rsidRPr="005F01D4">
        <w:t>.</w:t>
      </w:r>
    </w:p>
    <w:p w14:paraId="5D2D9B07" w14:textId="57906318" w:rsidR="00867026" w:rsidRPr="005F01D4" w:rsidRDefault="00867026" w:rsidP="008619E5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t>Organizator zajęć</w:t>
      </w:r>
      <w:r w:rsidR="001110BB" w:rsidRPr="005F01D4">
        <w:t xml:space="preserve"> </w:t>
      </w:r>
      <w:r w:rsidR="001110BB" w:rsidRPr="005F01D4">
        <w:rPr>
          <w:rFonts w:eastAsiaTheme="minorEastAsia"/>
          <w:bCs/>
        </w:rPr>
        <w:t>opiekuńczych i zajęć terapeutyczno-edukacyjnych</w:t>
      </w:r>
      <w:r w:rsidRPr="005F01D4">
        <w:rPr>
          <w:rFonts w:eastAsiaTheme="minorEastAsia"/>
          <w:bCs/>
        </w:rPr>
        <w:t>:</w:t>
      </w:r>
    </w:p>
    <w:p w14:paraId="39A135C2" w14:textId="77777777" w:rsidR="00867026" w:rsidRPr="005F01D4" w:rsidRDefault="00867026" w:rsidP="008619E5">
      <w:pPr>
        <w:pStyle w:val="Akapitzlist"/>
        <w:numPr>
          <w:ilvl w:val="0"/>
          <w:numId w:val="17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t>przygotowuje i realizuje program zajęć (dostosowany do wieku, zainteresowań i potrzeb uczestników, ich stanu zdrowia, sprawności fizycznej i umiejętności), który zawiera:</w:t>
      </w:r>
    </w:p>
    <w:p w14:paraId="789821A0" w14:textId="2AAE24FC" w:rsidR="00867026" w:rsidRPr="005F01D4" w:rsidRDefault="00867026" w:rsidP="008619E5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line="360" w:lineRule="auto"/>
        <w:ind w:left="851" w:hanging="284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t>czas trwania i miejsce organizacji zajęć</w:t>
      </w:r>
      <w:r w:rsidR="001110BB" w:rsidRPr="005F01D4">
        <w:t xml:space="preserve"> </w:t>
      </w:r>
      <w:r w:rsidR="001110BB" w:rsidRPr="005F01D4">
        <w:rPr>
          <w:rFonts w:eastAsiaTheme="minorEastAsia"/>
          <w:bCs/>
        </w:rPr>
        <w:t>opiekuńczych i zajęć</w:t>
      </w:r>
      <w:r w:rsidR="00144D94" w:rsidRPr="005F01D4">
        <w:rPr>
          <w:rFonts w:eastAsiaTheme="minorEastAsia"/>
          <w:bCs/>
        </w:rPr>
        <w:t xml:space="preserve"> </w:t>
      </w:r>
      <w:r w:rsidR="001110BB" w:rsidRPr="005F01D4">
        <w:rPr>
          <w:rFonts w:eastAsiaTheme="minorEastAsia"/>
          <w:bCs/>
        </w:rPr>
        <w:t>terapeutyczno-edukacyjnych</w:t>
      </w:r>
      <w:r w:rsidRPr="005F01D4">
        <w:rPr>
          <w:rFonts w:eastAsiaTheme="minorEastAsia"/>
          <w:bCs/>
        </w:rPr>
        <w:t>,</w:t>
      </w:r>
    </w:p>
    <w:p w14:paraId="7F4EE245" w14:textId="77777777" w:rsidR="00867026" w:rsidRPr="005F01D4" w:rsidRDefault="00867026" w:rsidP="008619E5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line="360" w:lineRule="auto"/>
        <w:ind w:left="851" w:hanging="284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t>plan zajęć terapeutyczno-edukacyjnych,</w:t>
      </w:r>
    </w:p>
    <w:p w14:paraId="104B67AE" w14:textId="77777777" w:rsidR="00867026" w:rsidRPr="005F01D4" w:rsidRDefault="00867026" w:rsidP="008619E5">
      <w:pPr>
        <w:pStyle w:val="Akapitzlist"/>
        <w:numPr>
          <w:ilvl w:val="1"/>
          <w:numId w:val="7"/>
        </w:numPr>
        <w:suppressAutoHyphens/>
        <w:autoSpaceDE w:val="0"/>
        <w:autoSpaceDN w:val="0"/>
        <w:adjustRightInd w:val="0"/>
        <w:spacing w:line="360" w:lineRule="auto"/>
        <w:ind w:left="851" w:hanging="284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t>opis i wymiar zajęć opiekuńczych;</w:t>
      </w:r>
    </w:p>
    <w:p w14:paraId="37D5465E" w14:textId="45763089" w:rsidR="00867026" w:rsidRPr="005F01D4" w:rsidRDefault="00867026" w:rsidP="008619E5">
      <w:pPr>
        <w:pStyle w:val="Akapitzlist"/>
        <w:numPr>
          <w:ilvl w:val="0"/>
          <w:numId w:val="17"/>
        </w:num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567" w:hanging="283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t>zapewnia</w:t>
      </w:r>
      <w:r w:rsidR="00E658D6">
        <w:rPr>
          <w:rFonts w:eastAsiaTheme="minorEastAsia"/>
          <w:bCs/>
        </w:rPr>
        <w:t xml:space="preserve"> dzieciom i uczniom</w:t>
      </w:r>
      <w:r w:rsidRPr="005F01D4">
        <w:rPr>
          <w:rFonts w:eastAsiaTheme="minorEastAsia"/>
          <w:bCs/>
        </w:rPr>
        <w:t>:</w:t>
      </w:r>
    </w:p>
    <w:p w14:paraId="0BF95AEB" w14:textId="13EC3F2A" w:rsidR="00867026" w:rsidRPr="005F01D4" w:rsidRDefault="001F4CAD" w:rsidP="008619E5">
      <w:pPr>
        <w:pStyle w:val="Akapitzlist"/>
        <w:numPr>
          <w:ilvl w:val="1"/>
          <w:numId w:val="12"/>
        </w:numPr>
        <w:tabs>
          <w:tab w:val="left" w:pos="851"/>
        </w:tabs>
        <w:suppressAutoHyphens/>
        <w:autoSpaceDE w:val="0"/>
        <w:autoSpaceDN w:val="0"/>
        <w:adjustRightInd w:val="0"/>
        <w:spacing w:line="360" w:lineRule="auto"/>
        <w:ind w:left="851" w:hanging="283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t xml:space="preserve">opiekę </w:t>
      </w:r>
      <w:r w:rsidR="00867026" w:rsidRPr="005F01D4">
        <w:rPr>
          <w:rFonts w:eastAsiaTheme="minorEastAsia"/>
          <w:bCs/>
        </w:rPr>
        <w:t>kadr</w:t>
      </w:r>
      <w:r w:rsidRPr="005F01D4">
        <w:rPr>
          <w:rFonts w:eastAsiaTheme="minorEastAsia"/>
          <w:bCs/>
        </w:rPr>
        <w:t>y</w:t>
      </w:r>
      <w:r w:rsidR="00867026" w:rsidRPr="005F01D4">
        <w:rPr>
          <w:rFonts w:eastAsiaTheme="minorEastAsia"/>
          <w:bCs/>
        </w:rPr>
        <w:t xml:space="preserve"> podczas zajęć</w:t>
      </w:r>
      <w:r w:rsidR="001110BB" w:rsidRPr="005F01D4">
        <w:t xml:space="preserve"> </w:t>
      </w:r>
      <w:r w:rsidR="001110BB" w:rsidRPr="005F01D4">
        <w:rPr>
          <w:rFonts w:eastAsiaTheme="minorEastAsia"/>
          <w:bCs/>
        </w:rPr>
        <w:t>opiekuńczych i zajęć terapeutyczno-edukacyjnych</w:t>
      </w:r>
      <w:r w:rsidR="00867026" w:rsidRPr="005F01D4">
        <w:rPr>
          <w:rFonts w:eastAsiaTheme="minorEastAsia"/>
          <w:bCs/>
        </w:rPr>
        <w:t>, w</w:t>
      </w:r>
      <w:r w:rsidR="001110BB" w:rsidRPr="005F01D4">
        <w:rPr>
          <w:rFonts w:eastAsiaTheme="minorEastAsia"/>
          <w:bCs/>
        </w:rPr>
        <w:t> </w:t>
      </w:r>
      <w:r w:rsidR="00867026" w:rsidRPr="005F01D4">
        <w:rPr>
          <w:rFonts w:eastAsiaTheme="minorEastAsia"/>
          <w:bCs/>
        </w:rPr>
        <w:t>szczególności wychowawc</w:t>
      </w:r>
      <w:r w:rsidRPr="005F01D4">
        <w:rPr>
          <w:rFonts w:eastAsiaTheme="minorEastAsia"/>
          <w:bCs/>
        </w:rPr>
        <w:t>y</w:t>
      </w:r>
      <w:r w:rsidR="00867026" w:rsidRPr="005F01D4">
        <w:rPr>
          <w:rFonts w:eastAsiaTheme="minorEastAsia"/>
          <w:bCs/>
        </w:rPr>
        <w:t>, pedagoga i psychologa lub terapeut</w:t>
      </w:r>
      <w:r w:rsidRPr="005F01D4">
        <w:rPr>
          <w:rFonts w:eastAsiaTheme="minorEastAsia"/>
          <w:bCs/>
        </w:rPr>
        <w:t>y</w:t>
      </w:r>
      <w:r w:rsidR="00867026" w:rsidRPr="005F01D4">
        <w:rPr>
          <w:rFonts w:eastAsiaTheme="minorEastAsia"/>
          <w:bCs/>
        </w:rPr>
        <w:t>,</w:t>
      </w:r>
    </w:p>
    <w:p w14:paraId="7821A9E2" w14:textId="77777777" w:rsidR="00867026" w:rsidRPr="005F01D4" w:rsidRDefault="00867026" w:rsidP="008619E5">
      <w:pPr>
        <w:pStyle w:val="Akapitzlist"/>
        <w:numPr>
          <w:ilvl w:val="1"/>
          <w:numId w:val="12"/>
        </w:numPr>
        <w:tabs>
          <w:tab w:val="left" w:pos="851"/>
        </w:tabs>
        <w:suppressAutoHyphens/>
        <w:autoSpaceDE w:val="0"/>
        <w:autoSpaceDN w:val="0"/>
        <w:adjustRightInd w:val="0"/>
        <w:spacing w:line="360" w:lineRule="auto"/>
        <w:ind w:left="851" w:hanging="283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t>co najmniej jeden zbilansowany posiłek dziennie,</w:t>
      </w:r>
    </w:p>
    <w:p w14:paraId="3E7F2C00" w14:textId="77777777" w:rsidR="00867026" w:rsidRPr="005F01D4" w:rsidRDefault="00867026" w:rsidP="008619E5">
      <w:pPr>
        <w:pStyle w:val="Akapitzlist"/>
        <w:numPr>
          <w:ilvl w:val="1"/>
          <w:numId w:val="12"/>
        </w:numPr>
        <w:tabs>
          <w:tab w:val="left" w:pos="851"/>
        </w:tabs>
        <w:suppressAutoHyphens/>
        <w:autoSpaceDE w:val="0"/>
        <w:autoSpaceDN w:val="0"/>
        <w:adjustRightInd w:val="0"/>
        <w:spacing w:line="360" w:lineRule="auto"/>
        <w:ind w:left="851" w:hanging="283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t>transport.</w:t>
      </w:r>
    </w:p>
    <w:p w14:paraId="2FC7E13B" w14:textId="730CC22F" w:rsidR="00867026" w:rsidRPr="005F01D4" w:rsidRDefault="00867026" w:rsidP="008619E5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t xml:space="preserve">W ramach zajęć </w:t>
      </w:r>
      <w:r w:rsidR="0005339C" w:rsidRPr="005F01D4">
        <w:rPr>
          <w:rFonts w:eastAsiaTheme="minorEastAsia"/>
          <w:bCs/>
        </w:rPr>
        <w:t xml:space="preserve">opiekuńczych i zajęć terapeutyczno-edukacyjnych </w:t>
      </w:r>
      <w:r w:rsidRPr="005F01D4">
        <w:rPr>
          <w:rFonts w:eastAsiaTheme="minorEastAsia"/>
          <w:bCs/>
        </w:rPr>
        <w:t>dziecko lub uczeń uczestniczy</w:t>
      </w:r>
      <w:r w:rsidR="001F4CAD" w:rsidRPr="005F01D4">
        <w:rPr>
          <w:rFonts w:eastAsiaTheme="minorEastAsia"/>
          <w:bCs/>
        </w:rPr>
        <w:t xml:space="preserve"> w</w:t>
      </w:r>
      <w:r w:rsidRPr="005F01D4">
        <w:rPr>
          <w:rFonts w:eastAsiaTheme="minorEastAsia"/>
          <w:bCs/>
        </w:rPr>
        <w:t>:</w:t>
      </w:r>
    </w:p>
    <w:p w14:paraId="2218571F" w14:textId="18E311BB" w:rsidR="00867026" w:rsidRPr="005F01D4" w:rsidRDefault="00867026" w:rsidP="008619E5">
      <w:pPr>
        <w:numPr>
          <w:ilvl w:val="1"/>
          <w:numId w:val="9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t>co najmniej 20 godzinach zajęć terapeutyczno-edukacyjnych, jeżeli zajęcia te</w:t>
      </w:r>
      <w:r w:rsidR="00B2720B" w:rsidRPr="005F01D4">
        <w:rPr>
          <w:rFonts w:eastAsiaTheme="minorEastAsia"/>
          <w:bCs/>
        </w:rPr>
        <w:t> </w:t>
      </w:r>
      <w:r w:rsidRPr="005F01D4">
        <w:rPr>
          <w:rFonts w:eastAsiaTheme="minorEastAsia"/>
          <w:bCs/>
        </w:rPr>
        <w:t>są organizowane w grupach liczących nie więcej niż 5 osób;</w:t>
      </w:r>
    </w:p>
    <w:p w14:paraId="1AD30D11" w14:textId="77E3A523" w:rsidR="00867026" w:rsidRPr="005F01D4" w:rsidRDefault="00867026" w:rsidP="008619E5">
      <w:pPr>
        <w:numPr>
          <w:ilvl w:val="1"/>
          <w:numId w:val="9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lastRenderedPageBreak/>
        <w:t>co najmniej 40 godzinach zajęć terapeutyczno-edukacyjnych, jeżeli zajęcia te</w:t>
      </w:r>
      <w:r w:rsidR="00B2720B" w:rsidRPr="005F01D4">
        <w:rPr>
          <w:rFonts w:eastAsiaTheme="minorEastAsia"/>
          <w:bCs/>
        </w:rPr>
        <w:t> </w:t>
      </w:r>
      <w:r w:rsidRPr="005F01D4">
        <w:rPr>
          <w:rFonts w:eastAsiaTheme="minorEastAsia"/>
          <w:bCs/>
        </w:rPr>
        <w:t>są organizowane w grupach liczących więcej niż 5 osób;</w:t>
      </w:r>
    </w:p>
    <w:p w14:paraId="2DA8FF9F" w14:textId="673B8D57" w:rsidR="00867026" w:rsidRPr="005F01D4" w:rsidRDefault="00867026" w:rsidP="008619E5">
      <w:p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>3)</w:t>
      </w:r>
      <w:r w:rsidRPr="005F01D4">
        <w:tab/>
        <w:t>zajęciach opiekuńczych w wymiarze niezbędnym do realizacji programu zajęć.</w:t>
      </w:r>
    </w:p>
    <w:p w14:paraId="47634450" w14:textId="37077B5D" w:rsidR="00867026" w:rsidRPr="005F01D4" w:rsidRDefault="00D15BC5" w:rsidP="008619E5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t>Podmiot</w:t>
      </w:r>
      <w:r w:rsidR="00867026" w:rsidRPr="005F01D4">
        <w:rPr>
          <w:rFonts w:eastAsiaTheme="minorEastAsia"/>
          <w:bCs/>
        </w:rPr>
        <w:t>, któr</w:t>
      </w:r>
      <w:r w:rsidR="00E72299" w:rsidRPr="005F01D4">
        <w:rPr>
          <w:rFonts w:eastAsiaTheme="minorEastAsia"/>
          <w:bCs/>
        </w:rPr>
        <w:t>emu</w:t>
      </w:r>
      <w:r w:rsidR="00867026" w:rsidRPr="005F01D4">
        <w:rPr>
          <w:rFonts w:eastAsiaTheme="minorEastAsia"/>
          <w:bCs/>
        </w:rPr>
        <w:t xml:space="preserve"> wójt (burmistrz, prezydent miasta) zlecił organizację zajęć</w:t>
      </w:r>
      <w:r w:rsidR="001110BB" w:rsidRPr="005F01D4">
        <w:t xml:space="preserve"> </w:t>
      </w:r>
      <w:r w:rsidR="001110BB" w:rsidRPr="005F01D4">
        <w:rPr>
          <w:rFonts w:eastAsiaTheme="minorEastAsia"/>
          <w:bCs/>
        </w:rPr>
        <w:t>opiekuńczych i zajęć terapeutyczno-edukacyjnych</w:t>
      </w:r>
      <w:r w:rsidR="00867026" w:rsidRPr="005F01D4">
        <w:rPr>
          <w:rFonts w:eastAsiaTheme="minorEastAsia"/>
          <w:bCs/>
        </w:rPr>
        <w:t xml:space="preserve">, </w:t>
      </w:r>
      <w:r w:rsidR="00E72299" w:rsidRPr="005F01D4">
        <w:rPr>
          <w:rFonts w:eastAsiaTheme="minorEastAsia"/>
          <w:bCs/>
        </w:rPr>
        <w:t>jest</w:t>
      </w:r>
      <w:r w:rsidR="00867026" w:rsidRPr="005F01D4">
        <w:rPr>
          <w:rFonts w:eastAsiaTheme="minorEastAsia"/>
          <w:bCs/>
        </w:rPr>
        <w:t> obowiązan</w:t>
      </w:r>
      <w:r w:rsidR="00E72299" w:rsidRPr="005F01D4">
        <w:rPr>
          <w:rFonts w:eastAsiaTheme="minorEastAsia"/>
          <w:bCs/>
        </w:rPr>
        <w:t>y</w:t>
      </w:r>
      <w:r w:rsidR="00867026" w:rsidRPr="005F01D4">
        <w:rPr>
          <w:rFonts w:eastAsiaTheme="minorEastAsia"/>
          <w:bCs/>
        </w:rPr>
        <w:t xml:space="preserve"> do:</w:t>
      </w:r>
    </w:p>
    <w:p w14:paraId="46408AD4" w14:textId="77777777" w:rsidR="00867026" w:rsidRPr="005F01D4" w:rsidRDefault="00867026" w:rsidP="008619E5">
      <w:pPr>
        <w:numPr>
          <w:ilvl w:val="1"/>
          <w:numId w:val="9"/>
        </w:num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>przekazania wójtowi (burmistrzowi, prezydentowi miasta) informacji dotyczących:</w:t>
      </w:r>
    </w:p>
    <w:p w14:paraId="351AB1B8" w14:textId="5EDC5DE5" w:rsidR="00867026" w:rsidRPr="005F01D4" w:rsidRDefault="00867026" w:rsidP="008619E5">
      <w:pPr>
        <w:pStyle w:val="Akapitzlist"/>
        <w:numPr>
          <w:ilvl w:val="0"/>
          <w:numId w:val="11"/>
        </w:numPr>
        <w:suppressAutoHyphens/>
        <w:autoSpaceDE w:val="0"/>
        <w:autoSpaceDN w:val="0"/>
        <w:adjustRightInd w:val="0"/>
        <w:spacing w:line="360" w:lineRule="auto"/>
        <w:ind w:left="851" w:hanging="284"/>
        <w:jc w:val="both"/>
      </w:pPr>
      <w:r w:rsidRPr="005F01D4">
        <w:t>organizacji zajęć</w:t>
      </w:r>
      <w:r w:rsidR="001110BB" w:rsidRPr="005F01D4">
        <w:t xml:space="preserve"> opiekuńczych i zajęć terapeutyczno-edukacyjnych</w:t>
      </w:r>
      <w:r w:rsidRPr="005F01D4">
        <w:t>, w tym:</w:t>
      </w:r>
    </w:p>
    <w:p w14:paraId="5C20BD5A" w14:textId="77777777" w:rsidR="00867026" w:rsidRPr="005F01D4" w:rsidRDefault="00867026" w:rsidP="008619E5">
      <w:pPr>
        <w:pStyle w:val="Akapitzlist"/>
        <w:numPr>
          <w:ilvl w:val="0"/>
          <w:numId w:val="18"/>
        </w:numPr>
        <w:spacing w:line="360" w:lineRule="auto"/>
        <w:ind w:left="1134" w:hanging="284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t>czasu trwania zajęć i liczby uczestników zajęć,</w:t>
      </w:r>
    </w:p>
    <w:p w14:paraId="6F0D19E8" w14:textId="75D387C2" w:rsidR="00867026" w:rsidRPr="005F01D4" w:rsidRDefault="00867026" w:rsidP="008619E5">
      <w:pPr>
        <w:pStyle w:val="Akapitzlist"/>
        <w:numPr>
          <w:ilvl w:val="0"/>
          <w:numId w:val="18"/>
        </w:numPr>
        <w:spacing w:line="360" w:lineRule="auto"/>
        <w:ind w:left="1134" w:hanging="284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t xml:space="preserve">kadry zatrudnionej podczas zajęć, w szczególności wychowawcy, pedagoga i psychologa lub terapeuty </w:t>
      </w:r>
      <w:r w:rsidR="00E658D6">
        <w:rPr>
          <w:rFonts w:eastAsiaTheme="minorEastAsia"/>
          <w:bCs/>
        </w:rPr>
        <w:t>(</w:t>
      </w:r>
      <w:r w:rsidRPr="005F01D4">
        <w:rPr>
          <w:rFonts w:eastAsiaTheme="minorEastAsia"/>
          <w:bCs/>
        </w:rPr>
        <w:t xml:space="preserve">informacje obejmują imię i nazwisko, </w:t>
      </w:r>
      <w:r w:rsidR="001F4CAD" w:rsidRPr="005F01D4">
        <w:rPr>
          <w:rFonts w:eastAsiaTheme="minorEastAsia"/>
          <w:bCs/>
        </w:rPr>
        <w:t xml:space="preserve">określenie </w:t>
      </w:r>
      <w:r w:rsidRPr="005F01D4">
        <w:rPr>
          <w:rFonts w:eastAsiaTheme="minorEastAsia"/>
          <w:bCs/>
        </w:rPr>
        <w:t>funkcj</w:t>
      </w:r>
      <w:r w:rsidR="001F4CAD" w:rsidRPr="005F01D4">
        <w:rPr>
          <w:rFonts w:eastAsiaTheme="minorEastAsia"/>
          <w:bCs/>
        </w:rPr>
        <w:t>i</w:t>
      </w:r>
      <w:r w:rsidRPr="005F01D4">
        <w:rPr>
          <w:rFonts w:eastAsiaTheme="minorEastAsia"/>
          <w:bCs/>
        </w:rPr>
        <w:t xml:space="preserve"> oraz kwalifikacje</w:t>
      </w:r>
      <w:r w:rsidR="00E658D6">
        <w:rPr>
          <w:rFonts w:eastAsiaTheme="minorEastAsia"/>
          <w:bCs/>
        </w:rPr>
        <w:t>)</w:t>
      </w:r>
      <w:r w:rsidRPr="005F01D4">
        <w:rPr>
          <w:rFonts w:eastAsiaTheme="minorEastAsia"/>
          <w:bCs/>
        </w:rPr>
        <w:t>,</w:t>
      </w:r>
    </w:p>
    <w:p w14:paraId="64A7CEEB" w14:textId="77777777" w:rsidR="00867026" w:rsidRPr="005F01D4" w:rsidRDefault="00867026" w:rsidP="008619E5">
      <w:pPr>
        <w:pStyle w:val="Akapitzlist"/>
        <w:numPr>
          <w:ilvl w:val="0"/>
          <w:numId w:val="18"/>
        </w:numPr>
        <w:spacing w:line="360" w:lineRule="auto"/>
        <w:ind w:left="1134" w:hanging="284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t>programu zajęć,</w:t>
      </w:r>
    </w:p>
    <w:p w14:paraId="14B9EE1B" w14:textId="77777777" w:rsidR="00867026" w:rsidRPr="005F01D4" w:rsidRDefault="00867026" w:rsidP="008619E5">
      <w:pPr>
        <w:pStyle w:val="Akapitzlist"/>
        <w:numPr>
          <w:ilvl w:val="0"/>
          <w:numId w:val="18"/>
        </w:numPr>
        <w:spacing w:line="360" w:lineRule="auto"/>
        <w:ind w:left="1134" w:hanging="284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t>miejsca organizacji zajęć,</w:t>
      </w:r>
    </w:p>
    <w:p w14:paraId="3BF04864" w14:textId="40AA18FE" w:rsidR="00867026" w:rsidRPr="005F01D4" w:rsidRDefault="00867026" w:rsidP="008619E5">
      <w:pPr>
        <w:pStyle w:val="Akapitzlist"/>
        <w:numPr>
          <w:ilvl w:val="0"/>
          <w:numId w:val="11"/>
        </w:numPr>
        <w:spacing w:line="360" w:lineRule="auto"/>
        <w:ind w:left="851" w:hanging="284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t xml:space="preserve">zmian w organizacji zajęć </w:t>
      </w:r>
      <w:r w:rsidR="001110BB" w:rsidRPr="005F01D4">
        <w:rPr>
          <w:rFonts w:eastAsiaTheme="minorEastAsia"/>
          <w:bCs/>
        </w:rPr>
        <w:t xml:space="preserve">opiekuńczych i zajęć terapeutyczno-edukacyjnych </w:t>
      </w:r>
      <w:r w:rsidRPr="005F01D4">
        <w:rPr>
          <w:rFonts w:eastAsiaTheme="minorEastAsia"/>
          <w:bCs/>
        </w:rPr>
        <w:t>w</w:t>
      </w:r>
      <w:r w:rsidR="001110BB" w:rsidRPr="005F01D4">
        <w:rPr>
          <w:rFonts w:eastAsiaTheme="minorEastAsia"/>
          <w:bCs/>
        </w:rPr>
        <w:t> </w:t>
      </w:r>
      <w:r w:rsidRPr="005F01D4">
        <w:rPr>
          <w:rFonts w:eastAsiaTheme="minorEastAsia"/>
          <w:bCs/>
        </w:rPr>
        <w:t>zakresie, o którym mowa w lit. a;</w:t>
      </w:r>
    </w:p>
    <w:p w14:paraId="0C160237" w14:textId="1E408630" w:rsidR="00867026" w:rsidRPr="005F01D4" w:rsidRDefault="00867026" w:rsidP="008619E5">
      <w:pPr>
        <w:suppressAutoHyphens/>
        <w:autoSpaceDE w:val="0"/>
        <w:autoSpaceDN w:val="0"/>
        <w:adjustRightInd w:val="0"/>
        <w:spacing w:line="360" w:lineRule="auto"/>
        <w:ind w:left="567" w:hanging="283"/>
        <w:jc w:val="both"/>
      </w:pPr>
      <w:r w:rsidRPr="005F01D4">
        <w:t>2)</w:t>
      </w:r>
      <w:r w:rsidRPr="005F01D4">
        <w:tab/>
        <w:t xml:space="preserve">złożenia </w:t>
      </w:r>
      <w:r w:rsidR="00E72299" w:rsidRPr="005F01D4">
        <w:t xml:space="preserve">wójtowi (burmistrzowi, prezydentowi miasta) zlecającemu organizację zajęć opiekuńczych i zajęć terapeutyczno-edukacyjnych </w:t>
      </w:r>
      <w:r w:rsidRPr="005F01D4">
        <w:t>sprawozdania z realizacji zajęć</w:t>
      </w:r>
      <w:r w:rsidR="00E72299" w:rsidRPr="005F01D4">
        <w:t>,</w:t>
      </w:r>
      <w:r w:rsidR="00684875" w:rsidRPr="005F01D4">
        <w:t xml:space="preserve"> zawierającego w szczególności podsumowanie i ocenę zajęć oraz rozliczenie środków finansowych przeznaczonych na realizację zajęć</w:t>
      </w:r>
      <w:r w:rsidR="00110DD7" w:rsidRPr="005F01D4">
        <w:t>.</w:t>
      </w:r>
    </w:p>
    <w:p w14:paraId="435FC24F" w14:textId="0FD1D2DD" w:rsidR="00867026" w:rsidRPr="005F01D4" w:rsidRDefault="00867026" w:rsidP="00EE71DB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t>Finansowanie w ramach środków na organizację zajęć opiekuńczych i zajęć</w:t>
      </w:r>
      <w:r w:rsidR="009820B2" w:rsidRPr="005F01D4">
        <w:rPr>
          <w:rFonts w:eastAsiaTheme="minorEastAsia"/>
          <w:bCs/>
        </w:rPr>
        <w:t xml:space="preserve"> </w:t>
      </w:r>
      <w:r w:rsidRPr="005F01D4">
        <w:rPr>
          <w:rFonts w:eastAsiaTheme="minorEastAsia"/>
          <w:bCs/>
        </w:rPr>
        <w:t>terapeutyczno</w:t>
      </w:r>
      <w:r w:rsidRPr="005F01D4">
        <w:rPr>
          <w:rFonts w:eastAsiaTheme="minorEastAsia"/>
          <w:bCs/>
        </w:rPr>
        <w:noBreakHyphen/>
        <w:t>edukacyjnych obejmuje koszty związane z:</w:t>
      </w:r>
    </w:p>
    <w:p w14:paraId="4BAE31BB" w14:textId="13467B31" w:rsidR="00867026" w:rsidRPr="005F01D4" w:rsidRDefault="00867026" w:rsidP="008619E5">
      <w:pPr>
        <w:numPr>
          <w:ilvl w:val="1"/>
          <w:numId w:val="9"/>
        </w:numPr>
        <w:suppressAutoHyphens/>
        <w:autoSpaceDE w:val="0"/>
        <w:autoSpaceDN w:val="0"/>
        <w:adjustRightInd w:val="0"/>
        <w:spacing w:line="360" w:lineRule="auto"/>
        <w:ind w:left="709" w:hanging="425"/>
        <w:jc w:val="both"/>
      </w:pPr>
      <w:r w:rsidRPr="005F01D4">
        <w:t>wynagrodzeniem kadry zatrudnionej podczas zajęć</w:t>
      </w:r>
      <w:r w:rsidR="001110BB" w:rsidRPr="005F01D4">
        <w:t xml:space="preserve"> opiekuńczych i zajęć terapeutyczno-edukacyjnych</w:t>
      </w:r>
      <w:r w:rsidRPr="005F01D4">
        <w:t>, w szczególności wychowawcy, pedagoga i psychologa lub terapeuty;</w:t>
      </w:r>
    </w:p>
    <w:p w14:paraId="74B6B563" w14:textId="5EA948A3" w:rsidR="00867026" w:rsidRPr="005F01D4" w:rsidRDefault="00867026" w:rsidP="008619E5">
      <w:pPr>
        <w:numPr>
          <w:ilvl w:val="1"/>
          <w:numId w:val="9"/>
        </w:numPr>
        <w:suppressAutoHyphens/>
        <w:autoSpaceDE w:val="0"/>
        <w:autoSpaceDN w:val="0"/>
        <w:adjustRightInd w:val="0"/>
        <w:spacing w:line="360" w:lineRule="auto"/>
        <w:ind w:left="709" w:hanging="425"/>
        <w:jc w:val="both"/>
      </w:pPr>
      <w:r w:rsidRPr="005F01D4">
        <w:t>realizacją programu zajęć</w:t>
      </w:r>
      <w:r w:rsidR="001110BB" w:rsidRPr="005F01D4">
        <w:t xml:space="preserve"> opiekuńczych i zajęć terapeutyczno-edukacyjnych</w:t>
      </w:r>
      <w:r w:rsidRPr="005F01D4">
        <w:t>;</w:t>
      </w:r>
    </w:p>
    <w:p w14:paraId="20598ABB" w14:textId="77777777" w:rsidR="00867026" w:rsidRPr="005F01D4" w:rsidRDefault="00867026" w:rsidP="008619E5">
      <w:pPr>
        <w:numPr>
          <w:ilvl w:val="1"/>
          <w:numId w:val="9"/>
        </w:numPr>
        <w:suppressAutoHyphens/>
        <w:autoSpaceDE w:val="0"/>
        <w:autoSpaceDN w:val="0"/>
        <w:adjustRightInd w:val="0"/>
        <w:spacing w:line="360" w:lineRule="auto"/>
        <w:ind w:left="709" w:hanging="425"/>
        <w:jc w:val="both"/>
      </w:pPr>
      <w:r w:rsidRPr="005F01D4">
        <w:t xml:space="preserve">wyżywieniem (co najmniej jeden zbilansowany posiłek dziennie); </w:t>
      </w:r>
    </w:p>
    <w:p w14:paraId="262BF3D6" w14:textId="77777777" w:rsidR="00867026" w:rsidRPr="005F01D4" w:rsidRDefault="00867026" w:rsidP="008619E5">
      <w:pPr>
        <w:numPr>
          <w:ilvl w:val="1"/>
          <w:numId w:val="9"/>
        </w:numPr>
        <w:suppressAutoHyphens/>
        <w:autoSpaceDE w:val="0"/>
        <w:autoSpaceDN w:val="0"/>
        <w:adjustRightInd w:val="0"/>
        <w:spacing w:line="360" w:lineRule="auto"/>
        <w:ind w:left="709" w:hanging="425"/>
        <w:jc w:val="both"/>
      </w:pPr>
      <w:r w:rsidRPr="005F01D4">
        <w:t>transportem.</w:t>
      </w:r>
    </w:p>
    <w:p w14:paraId="66AC280F" w14:textId="6840AB71" w:rsidR="00F96044" w:rsidRPr="005F01D4" w:rsidRDefault="00F96044" w:rsidP="00EE71DB">
      <w:pPr>
        <w:numPr>
          <w:ilvl w:val="0"/>
          <w:numId w:val="9"/>
        </w:numPr>
        <w:suppressAutoHyphens/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t xml:space="preserve">Dotację </w:t>
      </w:r>
      <w:r w:rsidR="004F5227" w:rsidRPr="005F01D4">
        <w:rPr>
          <w:rFonts w:eastAsiaTheme="minorEastAsia"/>
          <w:bCs/>
        </w:rPr>
        <w:t xml:space="preserve">celową </w:t>
      </w:r>
      <w:r w:rsidRPr="005F01D4">
        <w:rPr>
          <w:rFonts w:eastAsiaTheme="minorEastAsia"/>
          <w:bCs/>
        </w:rPr>
        <w:t>dla gmin na realizację zajęć opiekuńczych i zajęć terapeutyczno-edukacyjnych przekazuje wojewoda na wniosek wójta (burmistrza, prezydenta miasta).</w:t>
      </w:r>
    </w:p>
    <w:p w14:paraId="7F3632A7" w14:textId="77777777" w:rsidR="00867026" w:rsidRPr="005F01D4" w:rsidRDefault="00867026" w:rsidP="00EE71DB">
      <w:pPr>
        <w:numPr>
          <w:ilvl w:val="0"/>
          <w:numId w:val="9"/>
        </w:numPr>
        <w:tabs>
          <w:tab w:val="left" w:pos="426"/>
        </w:tabs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t xml:space="preserve">Środki budżetu państwa dla wojewodów na realizację zajęć opiekuńczych i zajęć terapeutyczno-edukacyjnych przekazuje minister właściwy do spraw finansów publicznych na podstawie podziału rezerwy celowej budżetu państwa przygotowanego przez ministra właściwego do spraw oświaty i wychowania oraz na podstawie wniosków wojewodów, zgodnie z art. 154 ustawy z dnia 27 sierpnia 2009 r. o finansach publicznych. </w:t>
      </w:r>
    </w:p>
    <w:p w14:paraId="59DED095" w14:textId="77777777" w:rsidR="00867026" w:rsidRPr="005F01D4" w:rsidRDefault="00867026" w:rsidP="00867026">
      <w:pPr>
        <w:spacing w:line="360" w:lineRule="auto"/>
        <w:jc w:val="both"/>
        <w:rPr>
          <w:b/>
        </w:rPr>
      </w:pPr>
      <w:r w:rsidRPr="005F01D4">
        <w:rPr>
          <w:b/>
        </w:rPr>
        <w:lastRenderedPageBreak/>
        <w:t xml:space="preserve">VIII. HARMONOGRAM REALIZACJI PROGRAMU </w:t>
      </w:r>
    </w:p>
    <w:p w14:paraId="53F4CE9A" w14:textId="77777777" w:rsidR="00867026" w:rsidRPr="005F01D4" w:rsidRDefault="00867026" w:rsidP="00867026">
      <w:pPr>
        <w:spacing w:line="360" w:lineRule="auto"/>
        <w:jc w:val="both"/>
        <w:rPr>
          <w:b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678"/>
        <w:gridCol w:w="4111"/>
      </w:tblGrid>
      <w:tr w:rsidR="005F01D4" w:rsidRPr="005F01D4" w14:paraId="5E0FD1F4" w14:textId="77777777" w:rsidTr="004C455F">
        <w:tc>
          <w:tcPr>
            <w:tcW w:w="709" w:type="dxa"/>
            <w:shd w:val="clear" w:color="auto" w:fill="auto"/>
          </w:tcPr>
          <w:p w14:paraId="71A6C80D" w14:textId="77777777" w:rsidR="00867026" w:rsidRPr="005F01D4" w:rsidRDefault="00867026" w:rsidP="004C455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5F01D4">
              <w:t>Lp.</w:t>
            </w:r>
          </w:p>
        </w:tc>
        <w:tc>
          <w:tcPr>
            <w:tcW w:w="4678" w:type="dxa"/>
            <w:shd w:val="clear" w:color="auto" w:fill="auto"/>
          </w:tcPr>
          <w:p w14:paraId="2655A052" w14:textId="77777777" w:rsidR="00867026" w:rsidRPr="005F01D4" w:rsidRDefault="00867026" w:rsidP="004C455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5F01D4">
              <w:t>Zadanie</w:t>
            </w:r>
          </w:p>
        </w:tc>
        <w:tc>
          <w:tcPr>
            <w:tcW w:w="4111" w:type="dxa"/>
            <w:shd w:val="clear" w:color="auto" w:fill="auto"/>
          </w:tcPr>
          <w:p w14:paraId="3DF43E89" w14:textId="77777777" w:rsidR="00867026" w:rsidRPr="005F01D4" w:rsidRDefault="00867026" w:rsidP="004C455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5F01D4">
              <w:t>Termin realizacji</w:t>
            </w:r>
          </w:p>
        </w:tc>
      </w:tr>
      <w:tr w:rsidR="005F01D4" w:rsidRPr="005F01D4" w14:paraId="376D076B" w14:textId="77777777" w:rsidTr="004C455F">
        <w:tc>
          <w:tcPr>
            <w:tcW w:w="709" w:type="dxa"/>
            <w:shd w:val="clear" w:color="auto" w:fill="auto"/>
          </w:tcPr>
          <w:p w14:paraId="1FF662B9" w14:textId="77777777" w:rsidR="00867026" w:rsidRPr="005F01D4" w:rsidRDefault="00867026" w:rsidP="004C455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  <w:r w:rsidRPr="005F01D4">
              <w:t>1.</w:t>
            </w:r>
          </w:p>
        </w:tc>
        <w:tc>
          <w:tcPr>
            <w:tcW w:w="4678" w:type="dxa"/>
            <w:shd w:val="clear" w:color="auto" w:fill="auto"/>
          </w:tcPr>
          <w:p w14:paraId="4A3607F5" w14:textId="39F0BB80" w:rsidR="00867026" w:rsidRPr="005F01D4" w:rsidRDefault="00867026" w:rsidP="004C455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 xml:space="preserve">Przekazanie ministrowi właściwemu do spraw oświaty i wychowania przez wojewodów informacji o </w:t>
            </w:r>
            <w:r w:rsidR="00DE1940">
              <w:t xml:space="preserve">łącznej </w:t>
            </w:r>
            <w:r w:rsidRPr="005F01D4">
              <w:t xml:space="preserve">liczbie dzieci i uczniów, którym należy udzielić pomocy w formie zasiłku losowego na cele edukacyjne, i </w:t>
            </w:r>
            <w:r w:rsidR="00190F05" w:rsidRPr="005F01D4">
              <w:t>o</w:t>
            </w:r>
            <w:r w:rsidR="00DE1940">
              <w:t xml:space="preserve"> łącznej kwocie </w:t>
            </w:r>
            <w:r w:rsidRPr="005F01D4">
              <w:t xml:space="preserve">środków </w:t>
            </w:r>
            <w:r w:rsidR="00DE1940">
              <w:t xml:space="preserve">finansowych </w:t>
            </w:r>
            <w:r w:rsidRPr="005F01D4">
              <w:t>potrzebnych na wypłatę zasiłków losowych na cele edukacyjne.</w:t>
            </w:r>
          </w:p>
        </w:tc>
        <w:tc>
          <w:tcPr>
            <w:tcW w:w="4111" w:type="dxa"/>
            <w:shd w:val="clear" w:color="auto" w:fill="auto"/>
          </w:tcPr>
          <w:p w14:paraId="2F5E6902" w14:textId="77777777" w:rsidR="00FB1E29" w:rsidRPr="005F01D4" w:rsidRDefault="00867026" w:rsidP="004F681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 xml:space="preserve">Niezwłocznie po zebraniu informacji o liczbie dzieci i uczniów uprawnionych do otrzymania pomocy, </w:t>
            </w:r>
            <w:r w:rsidR="00A921DB" w:rsidRPr="005F01D4">
              <w:t xml:space="preserve">jednak </w:t>
            </w:r>
            <w:r w:rsidRPr="005F01D4">
              <w:t xml:space="preserve">nie później </w:t>
            </w:r>
            <w:r w:rsidR="004F6814" w:rsidRPr="005F01D4">
              <w:t>niż</w:t>
            </w:r>
            <w:r w:rsidR="00FB1E29" w:rsidRPr="005F01D4">
              <w:t>:</w:t>
            </w:r>
          </w:p>
          <w:p w14:paraId="2F087351" w14:textId="753E96D0" w:rsidR="00FB1E29" w:rsidRPr="005F01D4" w:rsidRDefault="00FB1E29" w:rsidP="004F681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>1) w 2025 r. i 2026 r. – d</w:t>
            </w:r>
            <w:r w:rsidR="001B282C" w:rsidRPr="005F01D4">
              <w:t>o dnia</w:t>
            </w:r>
            <w:r w:rsidRPr="005F01D4">
              <w:t xml:space="preserve"> </w:t>
            </w:r>
            <w:r w:rsidR="001B282C" w:rsidRPr="005F01D4">
              <w:t>25</w:t>
            </w:r>
            <w:r w:rsidR="001C7B21" w:rsidRPr="005F01D4">
              <w:t> </w:t>
            </w:r>
            <w:r w:rsidR="001B282C" w:rsidRPr="005F01D4">
              <w:t>wrześni</w:t>
            </w:r>
            <w:r w:rsidRPr="005F01D4">
              <w:t>a;</w:t>
            </w:r>
          </w:p>
          <w:p w14:paraId="15DC170D" w14:textId="0F76E67A" w:rsidR="004F6814" w:rsidRPr="005F01D4" w:rsidRDefault="00FB1E29" w:rsidP="00C6676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>2) w 2027 r. – do dnia 24 września.</w:t>
            </w:r>
          </w:p>
        </w:tc>
      </w:tr>
      <w:tr w:rsidR="005F01D4" w:rsidRPr="005F01D4" w14:paraId="69D3A209" w14:textId="77777777" w:rsidTr="004C455F">
        <w:tc>
          <w:tcPr>
            <w:tcW w:w="709" w:type="dxa"/>
            <w:shd w:val="clear" w:color="auto" w:fill="auto"/>
          </w:tcPr>
          <w:p w14:paraId="6CC26876" w14:textId="77777777" w:rsidR="00867026" w:rsidRPr="005F01D4" w:rsidRDefault="00867026" w:rsidP="004C455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5F01D4">
              <w:t>2.</w:t>
            </w:r>
          </w:p>
        </w:tc>
        <w:tc>
          <w:tcPr>
            <w:tcW w:w="4678" w:type="dxa"/>
            <w:shd w:val="clear" w:color="auto" w:fill="auto"/>
          </w:tcPr>
          <w:p w14:paraId="792E79D7" w14:textId="6355F52A" w:rsidR="00867026" w:rsidRPr="005F01D4" w:rsidRDefault="00867026" w:rsidP="004C455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 xml:space="preserve">Przekazanie ministrowi właściwemu do spraw oświaty i wychowania przez wojewodów informacji o </w:t>
            </w:r>
            <w:r w:rsidR="00DE1940">
              <w:t xml:space="preserve">łącznej </w:t>
            </w:r>
            <w:r w:rsidRPr="005F01D4">
              <w:t xml:space="preserve">liczbie uczniów zakwalifikowanych do wyjazdów terapeutyczno-edukacyjnych i </w:t>
            </w:r>
            <w:r w:rsidR="00190F05" w:rsidRPr="005F01D4">
              <w:t>o </w:t>
            </w:r>
            <w:r w:rsidR="00DE1940">
              <w:t xml:space="preserve">łącznej kwocie </w:t>
            </w:r>
            <w:r w:rsidRPr="005F01D4">
              <w:t xml:space="preserve">środków </w:t>
            </w:r>
            <w:r w:rsidR="00DE1940">
              <w:t xml:space="preserve">finansowych </w:t>
            </w:r>
            <w:r w:rsidRPr="005F01D4">
              <w:t>potrzebnych na organizację tych wyjazdów.</w:t>
            </w:r>
          </w:p>
        </w:tc>
        <w:tc>
          <w:tcPr>
            <w:tcW w:w="4111" w:type="dxa"/>
            <w:shd w:val="clear" w:color="auto" w:fill="auto"/>
          </w:tcPr>
          <w:p w14:paraId="56B78DCA" w14:textId="77777777" w:rsidR="003E2044" w:rsidRPr="005F01D4" w:rsidRDefault="00867026" w:rsidP="004F681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 xml:space="preserve">Niezwłocznie po zebraniu informacji o liczbie uczniów uprawnionych do otrzymania pomocy, </w:t>
            </w:r>
            <w:r w:rsidR="00A921DB" w:rsidRPr="005F01D4">
              <w:t xml:space="preserve">jednak </w:t>
            </w:r>
            <w:r w:rsidRPr="005F01D4">
              <w:t xml:space="preserve">nie później </w:t>
            </w:r>
            <w:r w:rsidR="004F6814" w:rsidRPr="005F01D4">
              <w:t>niż</w:t>
            </w:r>
            <w:r w:rsidR="003E2044" w:rsidRPr="005F01D4">
              <w:t>:</w:t>
            </w:r>
          </w:p>
          <w:p w14:paraId="21E4DD69" w14:textId="7D2CA57E" w:rsidR="003E2044" w:rsidRPr="005F01D4" w:rsidRDefault="003E2044" w:rsidP="004F681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>1) w 2025 r. i 2026 r. – d</w:t>
            </w:r>
            <w:r w:rsidR="001B282C" w:rsidRPr="005F01D4">
              <w:t>o dnia 25</w:t>
            </w:r>
            <w:r w:rsidR="001C7B21" w:rsidRPr="005F01D4">
              <w:t> </w:t>
            </w:r>
            <w:r w:rsidR="001B282C" w:rsidRPr="005F01D4">
              <w:t>września</w:t>
            </w:r>
            <w:r w:rsidRPr="005F01D4">
              <w:t>;</w:t>
            </w:r>
          </w:p>
          <w:p w14:paraId="07051A6E" w14:textId="5F74903D" w:rsidR="00867026" w:rsidRPr="005F01D4" w:rsidRDefault="003E2044" w:rsidP="00C6676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>2)</w:t>
            </w:r>
            <w:r w:rsidR="001B282C" w:rsidRPr="005F01D4">
              <w:t xml:space="preserve"> </w:t>
            </w:r>
            <w:r w:rsidR="00DB63FA" w:rsidRPr="005F01D4">
              <w:t xml:space="preserve">w 2027 r. </w:t>
            </w:r>
            <w:r w:rsidRPr="005F01D4">
              <w:t>– d</w:t>
            </w:r>
            <w:r w:rsidR="00DB63FA" w:rsidRPr="005F01D4">
              <w:t xml:space="preserve">o </w:t>
            </w:r>
            <w:r w:rsidR="001B282C" w:rsidRPr="005F01D4">
              <w:t xml:space="preserve">dnia </w:t>
            </w:r>
            <w:r w:rsidR="00DB63FA" w:rsidRPr="005F01D4">
              <w:t>24 września.</w:t>
            </w:r>
          </w:p>
        </w:tc>
      </w:tr>
      <w:tr w:rsidR="005F01D4" w:rsidRPr="005F01D4" w14:paraId="4718C5F5" w14:textId="77777777" w:rsidTr="004C455F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6FC1652" w14:textId="77777777" w:rsidR="00867026" w:rsidRPr="005F01D4" w:rsidRDefault="00867026" w:rsidP="004C455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5F01D4">
              <w:t>3.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3FF14CF0" w14:textId="612B7677" w:rsidR="00867026" w:rsidRPr="005F01D4" w:rsidRDefault="00867026" w:rsidP="004C455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 xml:space="preserve">Przekazanie ministrowi właściwemu do spraw oświaty i wychowania przez wojewodów informacji o </w:t>
            </w:r>
            <w:r w:rsidR="00DE1940">
              <w:t xml:space="preserve">łącznej </w:t>
            </w:r>
            <w:r w:rsidRPr="005F01D4">
              <w:t>liczbie dzieci i uczniów zakwalifikowanych do zajęć opiekuńczych i zajęć terapeutyczno-edukacyjnych i </w:t>
            </w:r>
            <w:r w:rsidR="00190F05" w:rsidRPr="005F01D4">
              <w:t>o </w:t>
            </w:r>
            <w:r w:rsidR="00DE1940">
              <w:t xml:space="preserve">łącznej kwocie </w:t>
            </w:r>
            <w:r w:rsidRPr="005F01D4">
              <w:t xml:space="preserve">środków </w:t>
            </w:r>
            <w:r w:rsidR="00DE1940">
              <w:t xml:space="preserve">finansowych </w:t>
            </w:r>
            <w:r w:rsidRPr="005F01D4">
              <w:t>potrzebnych na organizację tych zajęć.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760E6EDF" w14:textId="69553918" w:rsidR="003E2044" w:rsidRPr="005F01D4" w:rsidRDefault="00867026" w:rsidP="00DB63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 xml:space="preserve">Niezwłocznie po zebraniu informacji o liczbie dzieci i uczniów uprawnionych do otrzymania pomocy, </w:t>
            </w:r>
            <w:r w:rsidR="00A921DB" w:rsidRPr="005F01D4">
              <w:t xml:space="preserve">jednak </w:t>
            </w:r>
            <w:r w:rsidRPr="005F01D4">
              <w:t xml:space="preserve">nie później </w:t>
            </w:r>
            <w:r w:rsidR="004F6814" w:rsidRPr="005F01D4">
              <w:t>niż</w:t>
            </w:r>
            <w:r w:rsidR="003E2044" w:rsidRPr="005F01D4">
              <w:t>:</w:t>
            </w:r>
          </w:p>
          <w:p w14:paraId="10D55936" w14:textId="34D5BD66" w:rsidR="00C22A80" w:rsidRPr="005F01D4" w:rsidRDefault="00C22A80" w:rsidP="00C22A80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>1) w 2025 r. i 2026 r. – do dnia 25</w:t>
            </w:r>
            <w:r w:rsidR="001C7B21" w:rsidRPr="005F01D4">
              <w:t> </w:t>
            </w:r>
            <w:r w:rsidRPr="005F01D4">
              <w:t>września;</w:t>
            </w:r>
          </w:p>
          <w:p w14:paraId="2721647D" w14:textId="15CE5DA9" w:rsidR="00867026" w:rsidRPr="005F01D4" w:rsidRDefault="00C22A80" w:rsidP="00C6676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 w:rsidRPr="005F01D4">
              <w:t>2) w 2027 r. – do dnia 24 września.</w:t>
            </w:r>
          </w:p>
        </w:tc>
      </w:tr>
      <w:tr w:rsidR="005F01D4" w:rsidRPr="005F01D4" w14:paraId="47973D3A" w14:textId="77777777" w:rsidTr="004C455F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C6F2AD6" w14:textId="77777777" w:rsidR="00867026" w:rsidRPr="005F01D4" w:rsidRDefault="00867026" w:rsidP="004C455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  <w:r w:rsidRPr="005F01D4">
              <w:t>4.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6FCB1D9E" w14:textId="44541683" w:rsidR="00867026" w:rsidRPr="005F01D4" w:rsidRDefault="00867026" w:rsidP="004C455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>Poinformowanie przez ministra właściwego do</w:t>
            </w:r>
            <w:r w:rsidR="008A40B2" w:rsidRPr="005F01D4">
              <w:t> </w:t>
            </w:r>
            <w:r w:rsidRPr="005F01D4">
              <w:t xml:space="preserve">spraw oświaty i wychowania wojewodów i ministra właściwego do spraw finansów publicznych o wysokości środków </w:t>
            </w:r>
            <w:r w:rsidR="00DE1940">
              <w:t xml:space="preserve">finansowych </w:t>
            </w:r>
            <w:r w:rsidRPr="005F01D4">
              <w:t>przyznanych na wypłatę zasiłków losowych na</w:t>
            </w:r>
            <w:r w:rsidR="000623F9" w:rsidRPr="005F01D4">
              <w:t> </w:t>
            </w:r>
            <w:r w:rsidRPr="005F01D4">
              <w:t>cele edukacyjne.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5E3C3A58" w14:textId="61375328" w:rsidR="00867026" w:rsidRPr="005F01D4" w:rsidRDefault="00867026" w:rsidP="00AB45F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 xml:space="preserve">Niezwłocznie po przekazaniu przez wojewodów informacji, o której mowa w lp. 1, </w:t>
            </w:r>
            <w:r w:rsidR="00A921DB" w:rsidRPr="005F01D4">
              <w:t xml:space="preserve">jednak </w:t>
            </w:r>
            <w:r w:rsidRPr="005F01D4">
              <w:t xml:space="preserve">nie później </w:t>
            </w:r>
            <w:r w:rsidR="004F6814" w:rsidRPr="005F01D4">
              <w:t xml:space="preserve">niż </w:t>
            </w:r>
            <w:r w:rsidR="00AB45FA" w:rsidRPr="005F01D4">
              <w:t>do dnia 29</w:t>
            </w:r>
            <w:r w:rsidR="000623F9" w:rsidRPr="005F01D4">
              <w:t> </w:t>
            </w:r>
            <w:r w:rsidR="00AB45FA" w:rsidRPr="005F01D4">
              <w:t xml:space="preserve">września </w:t>
            </w:r>
            <w:r w:rsidR="00A921DB" w:rsidRPr="005F01D4">
              <w:t xml:space="preserve">odpowiednio w </w:t>
            </w:r>
            <w:r w:rsidR="00DB63FA" w:rsidRPr="005F01D4">
              <w:t>2025</w:t>
            </w:r>
            <w:r w:rsidR="00AB45FA" w:rsidRPr="005F01D4">
              <w:t xml:space="preserve"> r., 2026 r.</w:t>
            </w:r>
            <w:r w:rsidR="001B282C" w:rsidRPr="005F01D4">
              <w:t xml:space="preserve"> lub</w:t>
            </w:r>
            <w:r w:rsidR="00AB45FA" w:rsidRPr="005F01D4">
              <w:t xml:space="preserve"> 2027 r.</w:t>
            </w:r>
          </w:p>
        </w:tc>
      </w:tr>
      <w:tr w:rsidR="005F01D4" w:rsidRPr="005F01D4" w14:paraId="34798244" w14:textId="77777777" w:rsidTr="004C455F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014AC32" w14:textId="77777777" w:rsidR="00867026" w:rsidRPr="005F01D4" w:rsidRDefault="00867026" w:rsidP="004C455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5F01D4">
              <w:t>5.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041EB0A4" w14:textId="25FAD040" w:rsidR="00867026" w:rsidRPr="005F01D4" w:rsidRDefault="00867026" w:rsidP="004C455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>Poinformowanie przez ministra właściwego do</w:t>
            </w:r>
            <w:r w:rsidR="008A40B2" w:rsidRPr="005F01D4">
              <w:t> </w:t>
            </w:r>
            <w:r w:rsidRPr="005F01D4">
              <w:t xml:space="preserve">spraw oświaty i wychowania wojewodów i ministra właściwego do spraw finansów publicznych o wysokości środków </w:t>
            </w:r>
            <w:r w:rsidR="00DE1940">
              <w:t xml:space="preserve">finansowych </w:t>
            </w:r>
            <w:r w:rsidRPr="005F01D4">
              <w:t>przyznanych na organizację wyjazdów terapeutyczno-edukacyjnych.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286B3914" w14:textId="5A2D297B" w:rsidR="00867026" w:rsidRPr="005F01D4" w:rsidRDefault="00867026" w:rsidP="001F5F91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 xml:space="preserve">Niezwłocznie po przekazaniu przez wojewodów informacji, o której mowa w lp. 2, </w:t>
            </w:r>
            <w:r w:rsidR="00A921DB" w:rsidRPr="005F01D4">
              <w:t xml:space="preserve">jednak </w:t>
            </w:r>
            <w:r w:rsidRPr="005F01D4">
              <w:t xml:space="preserve">nie później </w:t>
            </w:r>
            <w:r w:rsidR="004F6814" w:rsidRPr="005F01D4">
              <w:t xml:space="preserve">niż </w:t>
            </w:r>
            <w:r w:rsidR="00AB45FA" w:rsidRPr="005F01D4">
              <w:t>do dnia 29</w:t>
            </w:r>
            <w:r w:rsidR="000623F9" w:rsidRPr="005F01D4">
              <w:t> </w:t>
            </w:r>
            <w:r w:rsidR="00AB45FA" w:rsidRPr="005F01D4">
              <w:t>września odpowiednio w 2025 r., 2026 r.</w:t>
            </w:r>
            <w:r w:rsidR="001B282C" w:rsidRPr="005F01D4">
              <w:t xml:space="preserve"> lub</w:t>
            </w:r>
            <w:r w:rsidR="00AB45FA" w:rsidRPr="005F01D4">
              <w:t xml:space="preserve"> 2027 r.</w:t>
            </w:r>
          </w:p>
        </w:tc>
      </w:tr>
      <w:tr w:rsidR="005F01D4" w:rsidRPr="005F01D4" w14:paraId="21594371" w14:textId="77777777" w:rsidTr="004C455F">
        <w:tc>
          <w:tcPr>
            <w:tcW w:w="709" w:type="dxa"/>
            <w:shd w:val="clear" w:color="auto" w:fill="auto"/>
          </w:tcPr>
          <w:p w14:paraId="348747EA" w14:textId="77777777" w:rsidR="00867026" w:rsidRPr="005F01D4" w:rsidRDefault="00867026" w:rsidP="004C455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5F01D4">
              <w:t>6.</w:t>
            </w:r>
          </w:p>
        </w:tc>
        <w:tc>
          <w:tcPr>
            <w:tcW w:w="4678" w:type="dxa"/>
            <w:shd w:val="clear" w:color="auto" w:fill="auto"/>
          </w:tcPr>
          <w:p w14:paraId="44DEB459" w14:textId="28EBECA5" w:rsidR="00867026" w:rsidRPr="005F01D4" w:rsidRDefault="00867026" w:rsidP="00B4315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>Poinformowanie przez ministra właściwego do</w:t>
            </w:r>
            <w:r w:rsidR="008A40B2" w:rsidRPr="005F01D4">
              <w:t> </w:t>
            </w:r>
            <w:r w:rsidRPr="005F01D4">
              <w:t xml:space="preserve">spraw oświaty i wychowania wojewodów i ministra właściwego do spraw finansów publicznych o wysokości środków </w:t>
            </w:r>
            <w:r w:rsidR="00E00BA0">
              <w:t xml:space="preserve">finansowych </w:t>
            </w:r>
            <w:r w:rsidRPr="005F01D4">
              <w:t xml:space="preserve">przyznanych na organizację </w:t>
            </w:r>
            <w:r w:rsidRPr="005F01D4">
              <w:lastRenderedPageBreak/>
              <w:t>zajęć opiekuńczych i zajęć terapeutyczno-edukacyjnych.</w:t>
            </w:r>
          </w:p>
        </w:tc>
        <w:tc>
          <w:tcPr>
            <w:tcW w:w="4111" w:type="dxa"/>
            <w:shd w:val="clear" w:color="auto" w:fill="auto"/>
          </w:tcPr>
          <w:p w14:paraId="2EB99A17" w14:textId="55F69EB4" w:rsidR="00867026" w:rsidRPr="005F01D4" w:rsidRDefault="00867026" w:rsidP="004C455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lastRenderedPageBreak/>
              <w:t xml:space="preserve">Niezwłocznie po przekazaniu przez wojewodów informacji, o której mowa w lp. 3, </w:t>
            </w:r>
            <w:r w:rsidR="00A921DB" w:rsidRPr="005F01D4">
              <w:t xml:space="preserve">jednak </w:t>
            </w:r>
            <w:r w:rsidRPr="005F01D4">
              <w:t xml:space="preserve">nie później </w:t>
            </w:r>
            <w:r w:rsidR="004F6814" w:rsidRPr="005F01D4">
              <w:t xml:space="preserve">niż </w:t>
            </w:r>
            <w:r w:rsidR="00AB45FA" w:rsidRPr="005F01D4">
              <w:t>do dnia 29</w:t>
            </w:r>
            <w:r w:rsidR="000623F9" w:rsidRPr="005F01D4">
              <w:t> </w:t>
            </w:r>
            <w:r w:rsidR="00AB45FA" w:rsidRPr="005F01D4">
              <w:t>września odpowiednio w 2025 r., 2026 r.</w:t>
            </w:r>
            <w:r w:rsidR="001B282C" w:rsidRPr="005F01D4">
              <w:t xml:space="preserve"> lub</w:t>
            </w:r>
            <w:r w:rsidR="00AB45FA" w:rsidRPr="005F01D4">
              <w:t xml:space="preserve"> 2027 r.</w:t>
            </w:r>
          </w:p>
        </w:tc>
      </w:tr>
      <w:tr w:rsidR="005F01D4" w:rsidRPr="005F01D4" w14:paraId="2173F74C" w14:textId="77777777" w:rsidTr="004C455F">
        <w:tc>
          <w:tcPr>
            <w:tcW w:w="709" w:type="dxa"/>
            <w:shd w:val="clear" w:color="auto" w:fill="auto"/>
          </w:tcPr>
          <w:p w14:paraId="787D0CC8" w14:textId="77777777" w:rsidR="00867026" w:rsidRPr="005F01D4" w:rsidRDefault="00867026" w:rsidP="004C455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5F01D4">
              <w:t>7.</w:t>
            </w:r>
          </w:p>
        </w:tc>
        <w:tc>
          <w:tcPr>
            <w:tcW w:w="4678" w:type="dxa"/>
            <w:shd w:val="clear" w:color="auto" w:fill="auto"/>
          </w:tcPr>
          <w:p w14:paraId="7060407A" w14:textId="7DE23E05" w:rsidR="00867026" w:rsidRPr="005F01D4" w:rsidRDefault="00867026" w:rsidP="00B4315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>Wystąpienie wojewodów do ministra właściwego do spraw finansów publicznych o</w:t>
            </w:r>
            <w:r w:rsidR="000623F9" w:rsidRPr="005F01D4">
              <w:t> </w:t>
            </w:r>
            <w:r w:rsidRPr="005F01D4">
              <w:t>zwiększenie planu wydatków na wypłatę zasiłków losowych na cele edukacyjne, organizację wyjazdów terapeutyczno-edukacyjnych oraz zajęć opiekuńczych i zajęć terapeutyczno-edukacyjnych.</w:t>
            </w:r>
          </w:p>
        </w:tc>
        <w:tc>
          <w:tcPr>
            <w:tcW w:w="4111" w:type="dxa"/>
            <w:shd w:val="clear" w:color="auto" w:fill="auto"/>
          </w:tcPr>
          <w:p w14:paraId="379670D9" w14:textId="6B723BFA" w:rsidR="00867026" w:rsidRPr="005F01D4" w:rsidRDefault="00867026" w:rsidP="00C6676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 xml:space="preserve">Niezwłocznie po otrzymaniu przez wojewodów informacji, o której mowa w lp. 4, 5 lub 6, </w:t>
            </w:r>
            <w:r w:rsidR="00A921DB" w:rsidRPr="005F01D4">
              <w:t xml:space="preserve">jednak </w:t>
            </w:r>
            <w:r w:rsidRPr="005F01D4">
              <w:t xml:space="preserve">nie później </w:t>
            </w:r>
            <w:r w:rsidR="004F6814" w:rsidRPr="005F01D4">
              <w:t xml:space="preserve">niż </w:t>
            </w:r>
            <w:r w:rsidR="00AB45FA" w:rsidRPr="005F01D4">
              <w:t>do</w:t>
            </w:r>
            <w:r w:rsidR="008A40B2" w:rsidRPr="005F01D4">
              <w:t> </w:t>
            </w:r>
            <w:r w:rsidR="00AB45FA" w:rsidRPr="005F01D4">
              <w:t>dnia 29 września odpowiednio w</w:t>
            </w:r>
            <w:r w:rsidR="008A40B2" w:rsidRPr="005F01D4">
              <w:t> </w:t>
            </w:r>
            <w:r w:rsidR="00AB45FA" w:rsidRPr="005F01D4">
              <w:t>2025 r., 2026 r.</w:t>
            </w:r>
            <w:r w:rsidR="001B282C" w:rsidRPr="005F01D4">
              <w:t xml:space="preserve"> lub</w:t>
            </w:r>
            <w:r w:rsidR="00AB45FA" w:rsidRPr="005F01D4">
              <w:t xml:space="preserve"> 2027 r.</w:t>
            </w:r>
          </w:p>
        </w:tc>
      </w:tr>
      <w:tr w:rsidR="005F01D4" w:rsidRPr="005F01D4" w14:paraId="5977E1DD" w14:textId="77777777" w:rsidTr="004C455F">
        <w:tc>
          <w:tcPr>
            <w:tcW w:w="709" w:type="dxa"/>
            <w:shd w:val="clear" w:color="auto" w:fill="auto"/>
          </w:tcPr>
          <w:p w14:paraId="78E2D681" w14:textId="77777777" w:rsidR="00867026" w:rsidRPr="005F01D4" w:rsidRDefault="00867026" w:rsidP="004C455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  <w:r w:rsidRPr="005F01D4">
              <w:t>8.</w:t>
            </w:r>
          </w:p>
        </w:tc>
        <w:tc>
          <w:tcPr>
            <w:tcW w:w="4678" w:type="dxa"/>
            <w:shd w:val="clear" w:color="auto" w:fill="auto"/>
          </w:tcPr>
          <w:p w14:paraId="314C0009" w14:textId="1C6B380F" w:rsidR="00867026" w:rsidRPr="005F01D4" w:rsidRDefault="00867026" w:rsidP="004C455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 xml:space="preserve">Przyznanie i przekazanie przez wojewodów dotacji </w:t>
            </w:r>
            <w:r w:rsidR="004F5227" w:rsidRPr="005F01D4">
              <w:t xml:space="preserve">celowej </w:t>
            </w:r>
            <w:r w:rsidRPr="005F01D4">
              <w:t>gminom, na obszarze których mieszkają rodziny dzieci i uczniów uprawnionych do otrzymania zasiłku losowego na cele edukacyjne</w:t>
            </w:r>
            <w:r w:rsidR="00E00BA0">
              <w:t>, uczniów zakwalifikowanych do wyjazdów edukacyjno-terapeutycznych</w:t>
            </w:r>
            <w:r w:rsidRPr="005F01D4">
              <w:t xml:space="preserve"> lub </w:t>
            </w:r>
            <w:r w:rsidR="00E00BA0">
              <w:t xml:space="preserve">dzieci i uczniów </w:t>
            </w:r>
            <w:r w:rsidRPr="005F01D4">
              <w:t xml:space="preserve">zakwalifikowanych do zajęć opiekuńczych i zajęć terapeutyczno-edukacyjnych. </w:t>
            </w:r>
          </w:p>
        </w:tc>
        <w:tc>
          <w:tcPr>
            <w:tcW w:w="4111" w:type="dxa"/>
            <w:shd w:val="clear" w:color="auto" w:fill="auto"/>
          </w:tcPr>
          <w:p w14:paraId="4BAA25C5" w14:textId="77777777" w:rsidR="00867026" w:rsidRPr="005F01D4" w:rsidRDefault="00867026" w:rsidP="004C455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>Niezwłocznie po zwiększeniu przez ministra właściwego do spraw finansów publicznych planu wydatków, o którym mowa w lp. 7.</w:t>
            </w:r>
          </w:p>
        </w:tc>
      </w:tr>
      <w:tr w:rsidR="005F01D4" w:rsidRPr="005F01D4" w14:paraId="696350A7" w14:textId="77777777" w:rsidTr="004C455F">
        <w:tc>
          <w:tcPr>
            <w:tcW w:w="709" w:type="dxa"/>
            <w:shd w:val="clear" w:color="auto" w:fill="auto"/>
          </w:tcPr>
          <w:p w14:paraId="6720B951" w14:textId="77777777" w:rsidR="00867026" w:rsidRPr="005F01D4" w:rsidRDefault="00867026" w:rsidP="004C455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  <w:r w:rsidRPr="005F01D4">
              <w:t>9.</w:t>
            </w:r>
          </w:p>
        </w:tc>
        <w:tc>
          <w:tcPr>
            <w:tcW w:w="4678" w:type="dxa"/>
            <w:shd w:val="clear" w:color="auto" w:fill="auto"/>
          </w:tcPr>
          <w:p w14:paraId="6D72570D" w14:textId="77777777" w:rsidR="00867026" w:rsidRPr="005F01D4" w:rsidRDefault="00867026" w:rsidP="004C455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>Wypłata zasiłków losowych na cele edukacyjne.</w:t>
            </w:r>
          </w:p>
        </w:tc>
        <w:tc>
          <w:tcPr>
            <w:tcW w:w="4111" w:type="dxa"/>
            <w:shd w:val="clear" w:color="auto" w:fill="auto"/>
          </w:tcPr>
          <w:p w14:paraId="56828CE0" w14:textId="6F2A2F82" w:rsidR="00867026" w:rsidRPr="005F01D4" w:rsidRDefault="00867026" w:rsidP="004C455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>Niezwłocznie po otrzymaniu przez gminy od wojewody dotacji</w:t>
            </w:r>
            <w:r w:rsidR="004F5227" w:rsidRPr="005F01D4">
              <w:t xml:space="preserve"> celowej</w:t>
            </w:r>
            <w:r w:rsidRPr="005F01D4">
              <w:t>, o</w:t>
            </w:r>
            <w:r w:rsidR="004F5227" w:rsidRPr="005F01D4">
              <w:t> </w:t>
            </w:r>
            <w:r w:rsidRPr="005F01D4">
              <w:t>której mowa w lp. 8.</w:t>
            </w:r>
          </w:p>
        </w:tc>
      </w:tr>
      <w:tr w:rsidR="005F01D4" w:rsidRPr="005F01D4" w14:paraId="09929419" w14:textId="77777777" w:rsidTr="004C455F">
        <w:tc>
          <w:tcPr>
            <w:tcW w:w="709" w:type="dxa"/>
            <w:shd w:val="clear" w:color="auto" w:fill="auto"/>
          </w:tcPr>
          <w:p w14:paraId="221A0A5C" w14:textId="77777777" w:rsidR="00867026" w:rsidRPr="005F01D4" w:rsidRDefault="00867026" w:rsidP="004C455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5F01D4">
              <w:t>10.</w:t>
            </w:r>
          </w:p>
        </w:tc>
        <w:tc>
          <w:tcPr>
            <w:tcW w:w="4678" w:type="dxa"/>
            <w:shd w:val="clear" w:color="auto" w:fill="auto"/>
          </w:tcPr>
          <w:p w14:paraId="5C0C3048" w14:textId="1873D0E5" w:rsidR="00867026" w:rsidRPr="005F01D4" w:rsidRDefault="00867026" w:rsidP="00B4315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>Organizacja wyjazdów terapeutyczno-edukacyjnych.</w:t>
            </w:r>
          </w:p>
        </w:tc>
        <w:tc>
          <w:tcPr>
            <w:tcW w:w="4111" w:type="dxa"/>
            <w:shd w:val="clear" w:color="auto" w:fill="auto"/>
          </w:tcPr>
          <w:p w14:paraId="5AA51139" w14:textId="6A606080" w:rsidR="00867026" w:rsidRPr="005F01D4" w:rsidRDefault="00867026" w:rsidP="00AC1B20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>W terminie dostosowanym do potrzeb uczniów,</w:t>
            </w:r>
            <w:r w:rsidR="00AC1B20" w:rsidRPr="005F01D4">
              <w:t xml:space="preserve"> do dnia 31 grudnia</w:t>
            </w:r>
            <w:r w:rsidR="0036783E" w:rsidRPr="005F01D4">
              <w:t xml:space="preserve"> odpowiednio w </w:t>
            </w:r>
            <w:r w:rsidR="00292CC4" w:rsidRPr="005F01D4">
              <w:t>2025</w:t>
            </w:r>
            <w:r w:rsidR="0036783E" w:rsidRPr="005F01D4">
              <w:t xml:space="preserve"> r., 202</w:t>
            </w:r>
            <w:r w:rsidR="00292CC4" w:rsidRPr="005F01D4">
              <w:t>6</w:t>
            </w:r>
            <w:r w:rsidR="0036783E" w:rsidRPr="005F01D4">
              <w:t xml:space="preserve"> r. lub</w:t>
            </w:r>
            <w:r w:rsidR="008A40B2" w:rsidRPr="005F01D4">
              <w:t xml:space="preserve"> </w:t>
            </w:r>
            <w:r w:rsidR="00AC1B20" w:rsidRPr="005F01D4">
              <w:t>202</w:t>
            </w:r>
            <w:r w:rsidR="00292CC4" w:rsidRPr="005F01D4">
              <w:t>7</w:t>
            </w:r>
            <w:r w:rsidR="008A40B2" w:rsidRPr="005F01D4">
              <w:t> </w:t>
            </w:r>
            <w:r w:rsidR="00AC1B20" w:rsidRPr="005F01D4">
              <w:t>r.</w:t>
            </w:r>
            <w:r w:rsidRPr="005F01D4">
              <w:t xml:space="preserve"> </w:t>
            </w:r>
          </w:p>
        </w:tc>
      </w:tr>
      <w:tr w:rsidR="005F01D4" w:rsidRPr="005F01D4" w14:paraId="6269108A" w14:textId="77777777" w:rsidTr="004C455F">
        <w:tc>
          <w:tcPr>
            <w:tcW w:w="709" w:type="dxa"/>
            <w:shd w:val="clear" w:color="auto" w:fill="auto"/>
          </w:tcPr>
          <w:p w14:paraId="57483522" w14:textId="77777777" w:rsidR="00867026" w:rsidRPr="005F01D4" w:rsidRDefault="00867026" w:rsidP="004C455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5F01D4">
              <w:t>11.</w:t>
            </w:r>
          </w:p>
        </w:tc>
        <w:tc>
          <w:tcPr>
            <w:tcW w:w="4678" w:type="dxa"/>
            <w:shd w:val="clear" w:color="auto" w:fill="auto"/>
          </w:tcPr>
          <w:p w14:paraId="082B4015" w14:textId="77777777" w:rsidR="00867026" w:rsidRPr="005F01D4" w:rsidRDefault="00867026" w:rsidP="004C455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>Organizacja zajęć opiekuńczych i zajęć terapeutyczno-edukacyjnych.</w:t>
            </w:r>
          </w:p>
        </w:tc>
        <w:tc>
          <w:tcPr>
            <w:tcW w:w="4111" w:type="dxa"/>
            <w:shd w:val="clear" w:color="auto" w:fill="auto"/>
          </w:tcPr>
          <w:p w14:paraId="7E461A3A" w14:textId="1FE0539C" w:rsidR="00867026" w:rsidRPr="005F01D4" w:rsidRDefault="00867026" w:rsidP="0036783E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>W terminie dostosowanym do potrzeb dzieci i uczniów,</w:t>
            </w:r>
            <w:r w:rsidR="00AC1B20" w:rsidRPr="005F01D4">
              <w:t xml:space="preserve"> do dnia </w:t>
            </w:r>
            <w:r w:rsidR="00292CC4" w:rsidRPr="005F01D4">
              <w:t>31 grudnia odpowiednio w 2025 r., 2026 r. lub</w:t>
            </w:r>
            <w:r w:rsidR="008A40B2" w:rsidRPr="005F01D4">
              <w:t xml:space="preserve"> </w:t>
            </w:r>
            <w:r w:rsidR="00292CC4" w:rsidRPr="005F01D4">
              <w:t>2027</w:t>
            </w:r>
            <w:r w:rsidR="008A40B2" w:rsidRPr="005F01D4">
              <w:t> </w:t>
            </w:r>
            <w:r w:rsidR="00292CC4" w:rsidRPr="005F01D4">
              <w:t>r.</w:t>
            </w:r>
          </w:p>
        </w:tc>
      </w:tr>
      <w:tr w:rsidR="005F01D4" w:rsidRPr="005F01D4" w14:paraId="6B5542CC" w14:textId="77777777" w:rsidTr="004C455F">
        <w:tc>
          <w:tcPr>
            <w:tcW w:w="709" w:type="dxa"/>
            <w:shd w:val="clear" w:color="auto" w:fill="auto"/>
          </w:tcPr>
          <w:p w14:paraId="73AC6681" w14:textId="77777777" w:rsidR="00867026" w:rsidRPr="005F01D4" w:rsidRDefault="00867026" w:rsidP="004C455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5F01D4">
              <w:t xml:space="preserve">12. </w:t>
            </w:r>
          </w:p>
        </w:tc>
        <w:tc>
          <w:tcPr>
            <w:tcW w:w="4678" w:type="dxa"/>
            <w:shd w:val="clear" w:color="auto" w:fill="auto"/>
          </w:tcPr>
          <w:p w14:paraId="37E5640A" w14:textId="77777777" w:rsidR="00867026" w:rsidRPr="005F01D4" w:rsidRDefault="00867026" w:rsidP="004C455F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 xml:space="preserve">Przekazanie przez wojewodów ministrowi właściwemu do spraw oświaty i wychowania sprawozdań z realizacji zadań, w tym rozliczenia środków finansowych, zawierających ocenę efektów Programu. </w:t>
            </w:r>
          </w:p>
        </w:tc>
        <w:tc>
          <w:tcPr>
            <w:tcW w:w="4111" w:type="dxa"/>
            <w:shd w:val="clear" w:color="auto" w:fill="auto"/>
          </w:tcPr>
          <w:p w14:paraId="763BB32A" w14:textId="2E57A9EE" w:rsidR="00867026" w:rsidRPr="005F01D4" w:rsidRDefault="00292CC4" w:rsidP="00E62FB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>W terminie do dnia 16 lutego odpowiednio w 2026 r., 2027 r.</w:t>
            </w:r>
            <w:r w:rsidR="001B282C" w:rsidRPr="005F01D4">
              <w:t xml:space="preserve"> lub </w:t>
            </w:r>
            <w:r w:rsidRPr="005F01D4">
              <w:t>2028</w:t>
            </w:r>
            <w:r w:rsidR="000623F9" w:rsidRPr="005F01D4">
              <w:t> </w:t>
            </w:r>
            <w:r w:rsidRPr="005F01D4">
              <w:t xml:space="preserve">r. </w:t>
            </w:r>
          </w:p>
        </w:tc>
      </w:tr>
      <w:tr w:rsidR="005F01D4" w:rsidRPr="005F01D4" w14:paraId="5B2D53BD" w14:textId="77777777" w:rsidTr="004C455F">
        <w:tc>
          <w:tcPr>
            <w:tcW w:w="709" w:type="dxa"/>
            <w:shd w:val="clear" w:color="auto" w:fill="auto"/>
          </w:tcPr>
          <w:p w14:paraId="40F085B8" w14:textId="77777777" w:rsidR="00867026" w:rsidRPr="005F01D4" w:rsidRDefault="00867026" w:rsidP="004C455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5F01D4">
              <w:t>13.</w:t>
            </w:r>
          </w:p>
        </w:tc>
        <w:tc>
          <w:tcPr>
            <w:tcW w:w="4678" w:type="dxa"/>
            <w:shd w:val="clear" w:color="auto" w:fill="auto"/>
          </w:tcPr>
          <w:p w14:paraId="6646B630" w14:textId="500242AF" w:rsidR="00867026" w:rsidRPr="005F01D4" w:rsidRDefault="00867026" w:rsidP="00EE19B4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>Przygotowanie przez ministra właściwego do</w:t>
            </w:r>
            <w:r w:rsidR="008A40B2" w:rsidRPr="005F01D4">
              <w:t> </w:t>
            </w:r>
            <w:r w:rsidRPr="005F01D4">
              <w:t xml:space="preserve">spraw oświaty i wychowania informacji o realizacji Programu odpowiednio w </w:t>
            </w:r>
            <w:r w:rsidR="00907FCF" w:rsidRPr="005F01D4">
              <w:t>2025</w:t>
            </w:r>
            <w:r w:rsidRPr="005F01D4">
              <w:t xml:space="preserve"> r., 202</w:t>
            </w:r>
            <w:r w:rsidR="00907FCF" w:rsidRPr="005F01D4">
              <w:t>6</w:t>
            </w:r>
            <w:r w:rsidRPr="005F01D4">
              <w:t xml:space="preserve"> r. lub 202</w:t>
            </w:r>
            <w:r w:rsidR="00907FCF" w:rsidRPr="005F01D4">
              <w:t>7</w:t>
            </w:r>
            <w:r w:rsidRPr="005F01D4">
              <w:t xml:space="preserve"> r., z uwzględnieniem analizy spełnienia celów Programu w skali kraju.</w:t>
            </w:r>
          </w:p>
        </w:tc>
        <w:tc>
          <w:tcPr>
            <w:tcW w:w="4111" w:type="dxa"/>
            <w:shd w:val="clear" w:color="auto" w:fill="auto"/>
          </w:tcPr>
          <w:p w14:paraId="3A795136" w14:textId="2E21AA66" w:rsidR="00867026" w:rsidRPr="005F01D4" w:rsidRDefault="00DB63FA" w:rsidP="00BC1FA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5F01D4">
              <w:t>W terminie do dnia 2 marca odpowiednio w 2026 r., 2027 r.</w:t>
            </w:r>
            <w:r w:rsidR="001B282C" w:rsidRPr="005F01D4">
              <w:t xml:space="preserve"> lub</w:t>
            </w:r>
            <w:r w:rsidRPr="005F01D4">
              <w:t xml:space="preserve"> 2028</w:t>
            </w:r>
            <w:r w:rsidR="000623F9" w:rsidRPr="005F01D4">
              <w:t> </w:t>
            </w:r>
            <w:r w:rsidRPr="005F01D4">
              <w:t>r</w:t>
            </w:r>
            <w:r w:rsidR="00867026" w:rsidRPr="005F01D4">
              <w:t>.</w:t>
            </w:r>
          </w:p>
        </w:tc>
      </w:tr>
    </w:tbl>
    <w:p w14:paraId="653446A6" w14:textId="77777777" w:rsidR="005B436C" w:rsidRPr="005F01D4" w:rsidRDefault="005B436C">
      <w:pPr>
        <w:rPr>
          <w:b/>
          <w:bCs/>
        </w:rPr>
      </w:pPr>
      <w:r w:rsidRPr="005F01D4">
        <w:rPr>
          <w:b/>
          <w:bCs/>
        </w:rPr>
        <w:br w:type="page"/>
      </w:r>
    </w:p>
    <w:p w14:paraId="1425F160" w14:textId="77777777" w:rsidR="00867026" w:rsidRPr="005F01D4" w:rsidRDefault="00867026" w:rsidP="00EE71DB">
      <w:pPr>
        <w:autoSpaceDE w:val="0"/>
        <w:autoSpaceDN w:val="0"/>
        <w:adjustRightInd w:val="0"/>
        <w:spacing w:after="120" w:line="360" w:lineRule="auto"/>
        <w:jc w:val="both"/>
        <w:rPr>
          <w:b/>
          <w:bCs/>
        </w:rPr>
      </w:pPr>
      <w:r w:rsidRPr="005F01D4">
        <w:rPr>
          <w:b/>
          <w:bCs/>
        </w:rPr>
        <w:lastRenderedPageBreak/>
        <w:t>IX. DZIAŁANIA LEGISLACYJNE</w:t>
      </w:r>
    </w:p>
    <w:p w14:paraId="3105EC24" w14:textId="07D8B3A7" w:rsidR="002C1DFF" w:rsidRPr="005F01D4" w:rsidRDefault="002C1DFF" w:rsidP="009C3668">
      <w:pPr>
        <w:suppressAutoHyphens/>
        <w:autoSpaceDE w:val="0"/>
        <w:autoSpaceDN w:val="0"/>
        <w:adjustRightInd w:val="0"/>
        <w:spacing w:line="360" w:lineRule="auto"/>
        <w:jc w:val="both"/>
        <w:rPr>
          <w:rFonts w:eastAsiaTheme="minorEastAsia"/>
          <w:bCs/>
        </w:rPr>
      </w:pPr>
      <w:r w:rsidRPr="005F01D4">
        <w:rPr>
          <w:rFonts w:eastAsiaTheme="minorEastAsia"/>
          <w:bCs/>
        </w:rPr>
        <w:t>W przypadku przyjęcia programu, o którym mowa w art. 90u ust. 1 pkt 1 ustawy z dnia 7 września 1991 r. o systemie oświaty, Rada Ministrów na podstawie art. 90u ust. 4 pkt 1 tej ustawy określa, w drodze rozporządzenia</w:t>
      </w:r>
      <w:r w:rsidR="00B43158" w:rsidRPr="005F01D4">
        <w:rPr>
          <w:rFonts w:eastAsiaTheme="minorEastAsia"/>
          <w:bCs/>
        </w:rPr>
        <w:t>,</w:t>
      </w:r>
      <w:r w:rsidRPr="005F01D4">
        <w:rPr>
          <w:rFonts w:eastAsiaTheme="minorEastAsia"/>
          <w:bCs/>
        </w:rPr>
        <w:t xml:space="preserve"> szczegółowe warunki udzielania pomocy dzieciom i młodzieży oraz innym grupom społecznym objętym programem, o którym mowa w art. 90u ust. 1 pkt 1 tej ustawy, formy i zakres tej pomocy oraz tryb postępowania w tych sprawach, uwzględniając w szczególności przedsięwzięcia sprzyjające eliminowaniu barier edukacyjnych, a także osoby i grupy osób uprawnione do pomocy.</w:t>
      </w:r>
    </w:p>
    <w:p w14:paraId="2290BFE6" w14:textId="113830D0" w:rsidR="008A687F" w:rsidRPr="005F01D4" w:rsidRDefault="002C1DFF" w:rsidP="009C3668">
      <w:pPr>
        <w:suppressAutoHyphens/>
        <w:autoSpaceDE w:val="0"/>
        <w:autoSpaceDN w:val="0"/>
        <w:adjustRightInd w:val="0"/>
        <w:spacing w:line="360" w:lineRule="auto"/>
        <w:jc w:val="both"/>
        <w:rPr>
          <w:rFonts w:eastAsiaTheme="minorEastAsia"/>
        </w:rPr>
      </w:pPr>
      <w:r w:rsidRPr="005F01D4">
        <w:rPr>
          <w:rFonts w:eastAsiaTheme="minorEastAsia"/>
          <w:bCs/>
        </w:rPr>
        <w:t>W związku z tym n</w:t>
      </w:r>
      <w:r w:rsidR="00867026" w:rsidRPr="005F01D4">
        <w:rPr>
          <w:rFonts w:eastAsiaTheme="minorEastAsia"/>
          <w:bCs/>
        </w:rPr>
        <w:t xml:space="preserve">iezbędne </w:t>
      </w:r>
      <w:r w:rsidRPr="005F01D4">
        <w:rPr>
          <w:rFonts w:eastAsiaTheme="minorEastAsia"/>
          <w:bCs/>
        </w:rPr>
        <w:t>jest</w:t>
      </w:r>
      <w:r w:rsidR="00867026" w:rsidRPr="005F01D4">
        <w:rPr>
          <w:rFonts w:eastAsiaTheme="minorEastAsia"/>
          <w:bCs/>
        </w:rPr>
        <w:t xml:space="preserve"> wydanie</w:t>
      </w:r>
      <w:r w:rsidRPr="005F01D4">
        <w:rPr>
          <w:rFonts w:eastAsiaTheme="minorEastAsia"/>
          <w:bCs/>
        </w:rPr>
        <w:t xml:space="preserve"> </w:t>
      </w:r>
      <w:r w:rsidR="00867026" w:rsidRPr="005F01D4">
        <w:rPr>
          <w:rFonts w:eastAsiaTheme="minorEastAsia"/>
          <w:bCs/>
        </w:rPr>
        <w:t xml:space="preserve">rozporządzenia Rady Ministrów w sprawie szczegółowych warunków udzielania pomocy dzieciom i uczniom w formie zasiłku losowego na cele edukacyjne, pomocy uczniom w formie wyjazdów terapeutyczno-edukacyjnych oraz pomocy dzieciom i uczniom w formie zajęć opiekuńczych i zajęć terapeutyczno-edukacyjnych w latach </w:t>
      </w:r>
      <w:r w:rsidR="00AB45FA" w:rsidRPr="005F01D4">
        <w:rPr>
          <w:rFonts w:eastAsiaTheme="minorEastAsia"/>
          <w:bCs/>
        </w:rPr>
        <w:t>2025</w:t>
      </w:r>
      <w:r w:rsidR="00867026" w:rsidRPr="005F01D4">
        <w:rPr>
          <w:rFonts w:eastAsiaTheme="minorEastAsia"/>
          <w:bCs/>
        </w:rPr>
        <w:t>–202</w:t>
      </w:r>
      <w:r w:rsidR="00AB45FA" w:rsidRPr="005F01D4">
        <w:rPr>
          <w:rFonts w:eastAsiaTheme="minorEastAsia"/>
          <w:bCs/>
        </w:rPr>
        <w:t>7</w:t>
      </w:r>
      <w:r w:rsidR="00867026" w:rsidRPr="005F01D4">
        <w:rPr>
          <w:rFonts w:eastAsiaTheme="minorEastAsia"/>
          <w:bCs/>
        </w:rPr>
        <w:t>.</w:t>
      </w:r>
    </w:p>
    <w:sectPr w:rsidR="008A687F" w:rsidRPr="005F01D4" w:rsidSect="00181752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FA3F5" w14:textId="77777777" w:rsidR="00AF22E5" w:rsidRDefault="00AF22E5" w:rsidP="00F92F1F">
      <w:r>
        <w:separator/>
      </w:r>
    </w:p>
  </w:endnote>
  <w:endnote w:type="continuationSeparator" w:id="0">
    <w:p w14:paraId="58E16DA2" w14:textId="77777777" w:rsidR="00AF22E5" w:rsidRDefault="00AF22E5" w:rsidP="00F92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1108890"/>
      <w:docPartObj>
        <w:docPartGallery w:val="Page Numbers (Bottom of Page)"/>
        <w:docPartUnique/>
      </w:docPartObj>
    </w:sdtPr>
    <w:sdtEndPr/>
    <w:sdtContent>
      <w:p w14:paraId="5A847F5C" w14:textId="03D6F9B6" w:rsidR="00252892" w:rsidRDefault="0025289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304">
          <w:rPr>
            <w:noProof/>
          </w:rPr>
          <w:t>2</w:t>
        </w:r>
        <w:r>
          <w:fldChar w:fldCharType="end"/>
        </w:r>
      </w:p>
    </w:sdtContent>
  </w:sdt>
  <w:p w14:paraId="66DE6F66" w14:textId="77777777" w:rsidR="00512A1F" w:rsidRPr="008851A9" w:rsidRDefault="00512A1F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0794A" w14:textId="77777777" w:rsidR="00AF22E5" w:rsidRDefault="00AF22E5" w:rsidP="00F92F1F">
      <w:r>
        <w:separator/>
      </w:r>
    </w:p>
  </w:footnote>
  <w:footnote w:type="continuationSeparator" w:id="0">
    <w:p w14:paraId="0C51E679" w14:textId="77777777" w:rsidR="00AF22E5" w:rsidRDefault="00AF22E5" w:rsidP="00F92F1F">
      <w:r>
        <w:continuationSeparator/>
      </w:r>
    </w:p>
  </w:footnote>
  <w:footnote w:id="1">
    <w:p w14:paraId="08341685" w14:textId="5C92D049" w:rsidR="00E23154" w:rsidRDefault="00E23154" w:rsidP="00EE71DB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 w:rsidRPr="00E23154">
        <w:rPr>
          <w:vertAlign w:val="superscript"/>
        </w:rPr>
        <w:t>)</w:t>
      </w:r>
      <w:bookmarkStart w:id="4" w:name="_Hlk198848914"/>
      <w:r w:rsidR="008851A9">
        <w:rPr>
          <w:vertAlign w:val="superscript"/>
        </w:rPr>
        <w:tab/>
      </w:r>
      <w:r>
        <w:t>Zmiany tekstu jednolitego wymienionej ustawy zostały ogłoszone w Dz. U. z 2024 r. poz. 854, 1562, 1635 i 1933 oraz z 2025 r. poz. 619, 620 i 622.</w:t>
      </w:r>
      <w:bookmarkEnd w:id="4"/>
    </w:p>
  </w:footnote>
  <w:footnote w:id="2">
    <w:p w14:paraId="1783863F" w14:textId="5BD56654" w:rsidR="008C507E" w:rsidRDefault="008C507E" w:rsidP="001E00CB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 w:rsidRPr="008C507E">
        <w:t>Zmiany tekstu jednolitego wymienionej ustawy zostały ogłoszone w Dz. U. z</w:t>
      </w:r>
      <w:r>
        <w:t xml:space="preserve"> 2017 r. poz.</w:t>
      </w:r>
      <w:r w:rsidRPr="008C507E">
        <w:t xml:space="preserve"> </w:t>
      </w:r>
      <w:r w:rsidRPr="005F01D4">
        <w:t>949 i</w:t>
      </w:r>
      <w:r w:rsidR="001E00CB">
        <w:t xml:space="preserve"> </w:t>
      </w:r>
      <w:r w:rsidRPr="005F01D4">
        <w:t>2203, z</w:t>
      </w:r>
      <w:r w:rsidR="001E00CB">
        <w:t xml:space="preserve"> </w:t>
      </w:r>
      <w:r w:rsidRPr="005F01D4">
        <w:t>2018</w:t>
      </w:r>
      <w:r w:rsidR="001E00CB">
        <w:t> </w:t>
      </w:r>
      <w:r w:rsidRPr="005F01D4">
        <w:t>r. poz. 2245, z 2019 r. poz. 1287</w:t>
      </w:r>
      <w:r>
        <w:t>,</w:t>
      </w:r>
      <w:r w:rsidRPr="005F01D4">
        <w:t xml:space="preserve"> z 2022 r. poz. 1116</w:t>
      </w:r>
      <w:r>
        <w:t xml:space="preserve"> oraz z 2024 r. poz.1933.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73E03"/>
    <w:multiLevelType w:val="hybridMultilevel"/>
    <w:tmpl w:val="98440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41FE5"/>
    <w:multiLevelType w:val="hybridMultilevel"/>
    <w:tmpl w:val="98440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B269E"/>
    <w:multiLevelType w:val="hybridMultilevel"/>
    <w:tmpl w:val="6E842B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9626F6"/>
    <w:multiLevelType w:val="hybridMultilevel"/>
    <w:tmpl w:val="FD5A0FAA"/>
    <w:lvl w:ilvl="0" w:tplc="2CCC1CAA">
      <w:start w:val="1"/>
      <w:numFmt w:val="lowerLetter"/>
      <w:lvlText w:val="%1)"/>
      <w:lvlJc w:val="left"/>
      <w:pPr>
        <w:ind w:left="1494" w:hanging="360"/>
      </w:pPr>
      <w:rPr>
        <w:rFonts w:ascii="Times" w:eastAsia="Times New Roman" w:hAnsi="Times" w:cs="Arial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1F5947FC"/>
    <w:multiLevelType w:val="hybridMultilevel"/>
    <w:tmpl w:val="2B442B16"/>
    <w:lvl w:ilvl="0" w:tplc="4EB260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A5E00A0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090B19"/>
    <w:multiLevelType w:val="hybridMultilevel"/>
    <w:tmpl w:val="045445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845CA"/>
    <w:multiLevelType w:val="hybridMultilevel"/>
    <w:tmpl w:val="2F786FE0"/>
    <w:lvl w:ilvl="0" w:tplc="6816890C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7" w15:restartNumberingAfterBreak="0">
    <w:nsid w:val="347D4AA0"/>
    <w:multiLevelType w:val="hybridMultilevel"/>
    <w:tmpl w:val="503EE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F118F"/>
    <w:multiLevelType w:val="hybridMultilevel"/>
    <w:tmpl w:val="ACE0BD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5E0716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60E86"/>
    <w:multiLevelType w:val="hybridMultilevel"/>
    <w:tmpl w:val="CF78B86C"/>
    <w:lvl w:ilvl="0" w:tplc="B494177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060AC"/>
    <w:multiLevelType w:val="hybridMultilevel"/>
    <w:tmpl w:val="D33C324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4CD33A3"/>
    <w:multiLevelType w:val="hybridMultilevel"/>
    <w:tmpl w:val="5898567C"/>
    <w:lvl w:ilvl="0" w:tplc="04150017">
      <w:start w:val="1"/>
      <w:numFmt w:val="lowerLetter"/>
      <w:lvlText w:val="%1)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2" w15:restartNumberingAfterBreak="0">
    <w:nsid w:val="4ACB1EB8"/>
    <w:multiLevelType w:val="hybridMultilevel"/>
    <w:tmpl w:val="58925D6E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 w:tentative="1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13" w15:restartNumberingAfterBreak="0">
    <w:nsid w:val="51C82554"/>
    <w:multiLevelType w:val="hybridMultilevel"/>
    <w:tmpl w:val="4A980CC2"/>
    <w:lvl w:ilvl="0" w:tplc="C380AD9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4" w15:restartNumberingAfterBreak="0">
    <w:nsid w:val="53413A88"/>
    <w:multiLevelType w:val="hybridMultilevel"/>
    <w:tmpl w:val="47C837BA"/>
    <w:lvl w:ilvl="0" w:tplc="D7FA1A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9739D"/>
    <w:multiLevelType w:val="hybridMultilevel"/>
    <w:tmpl w:val="ED86CECC"/>
    <w:lvl w:ilvl="0" w:tplc="09B6C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F00FF4"/>
    <w:multiLevelType w:val="multilevel"/>
    <w:tmpl w:val="77707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644E5FBF"/>
    <w:multiLevelType w:val="hybridMultilevel"/>
    <w:tmpl w:val="2F122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CA3B94"/>
    <w:multiLevelType w:val="hybridMultilevel"/>
    <w:tmpl w:val="D27697F4"/>
    <w:lvl w:ilvl="0" w:tplc="04150017">
      <w:start w:val="1"/>
      <w:numFmt w:val="lowerLetter"/>
      <w:lvlText w:val="%1)"/>
      <w:lvlJc w:val="left"/>
      <w:pPr>
        <w:ind w:left="680" w:hanging="360"/>
      </w:pPr>
    </w:lvl>
    <w:lvl w:ilvl="1" w:tplc="04150019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9" w15:restartNumberingAfterBreak="0">
    <w:nsid w:val="6CB53493"/>
    <w:multiLevelType w:val="hybridMultilevel"/>
    <w:tmpl w:val="5B4E3D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D843A4B"/>
    <w:multiLevelType w:val="hybridMultilevel"/>
    <w:tmpl w:val="6BCCF8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32083B"/>
    <w:multiLevelType w:val="hybridMultilevel"/>
    <w:tmpl w:val="667C19D0"/>
    <w:lvl w:ilvl="0" w:tplc="798EC5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859AF82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2AC797D"/>
    <w:multiLevelType w:val="hybridMultilevel"/>
    <w:tmpl w:val="127A5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D50A99"/>
    <w:multiLevelType w:val="hybridMultilevel"/>
    <w:tmpl w:val="880CABDC"/>
    <w:lvl w:ilvl="0" w:tplc="6816890C">
      <w:start w:val="1"/>
      <w:numFmt w:val="bullet"/>
      <w:lvlText w:val=""/>
      <w:lvlJc w:val="left"/>
      <w:pPr>
        <w:ind w:left="1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24" w15:restartNumberingAfterBreak="0">
    <w:nsid w:val="77F70F64"/>
    <w:multiLevelType w:val="hybridMultilevel"/>
    <w:tmpl w:val="FA10C76A"/>
    <w:lvl w:ilvl="0" w:tplc="C380AD9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3832E9"/>
    <w:multiLevelType w:val="hybridMultilevel"/>
    <w:tmpl w:val="7EF4C258"/>
    <w:lvl w:ilvl="0" w:tplc="D7FA1A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C018BD"/>
    <w:multiLevelType w:val="hybridMultilevel"/>
    <w:tmpl w:val="4AA40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13"/>
  </w:num>
  <w:num w:numId="4">
    <w:abstractNumId w:val="4"/>
  </w:num>
  <w:num w:numId="5">
    <w:abstractNumId w:val="2"/>
  </w:num>
  <w:num w:numId="6">
    <w:abstractNumId w:val="1"/>
  </w:num>
  <w:num w:numId="7">
    <w:abstractNumId w:val="8"/>
  </w:num>
  <w:num w:numId="8">
    <w:abstractNumId w:val="7"/>
  </w:num>
  <w:num w:numId="9">
    <w:abstractNumId w:val="14"/>
  </w:num>
  <w:num w:numId="10">
    <w:abstractNumId w:val="18"/>
  </w:num>
  <w:num w:numId="11">
    <w:abstractNumId w:val="3"/>
  </w:num>
  <w:num w:numId="12">
    <w:abstractNumId w:val="25"/>
  </w:num>
  <w:num w:numId="13">
    <w:abstractNumId w:val="19"/>
  </w:num>
  <w:num w:numId="14">
    <w:abstractNumId w:val="11"/>
  </w:num>
  <w:num w:numId="15">
    <w:abstractNumId w:val="12"/>
  </w:num>
  <w:num w:numId="16">
    <w:abstractNumId w:val="23"/>
  </w:num>
  <w:num w:numId="17">
    <w:abstractNumId w:val="20"/>
  </w:num>
  <w:num w:numId="18">
    <w:abstractNumId w:val="6"/>
  </w:num>
  <w:num w:numId="19">
    <w:abstractNumId w:val="10"/>
  </w:num>
  <w:num w:numId="20">
    <w:abstractNumId w:val="17"/>
  </w:num>
  <w:num w:numId="21">
    <w:abstractNumId w:val="9"/>
  </w:num>
  <w:num w:numId="22">
    <w:abstractNumId w:val="16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</w:num>
  <w:num w:numId="35">
    <w:abstractNumId w:val="22"/>
  </w:num>
  <w:num w:numId="36">
    <w:abstractNumId w:val="26"/>
  </w:num>
  <w:num w:numId="37">
    <w:abstractNumId w:val="24"/>
  </w:num>
  <w:num w:numId="38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E92"/>
    <w:rsid w:val="0000376D"/>
    <w:rsid w:val="00004BD7"/>
    <w:rsid w:val="00005746"/>
    <w:rsid w:val="00006365"/>
    <w:rsid w:val="00007C29"/>
    <w:rsid w:val="0001134E"/>
    <w:rsid w:val="0001225F"/>
    <w:rsid w:val="000151F3"/>
    <w:rsid w:val="000155C4"/>
    <w:rsid w:val="0001695D"/>
    <w:rsid w:val="000240E2"/>
    <w:rsid w:val="0002759C"/>
    <w:rsid w:val="00032414"/>
    <w:rsid w:val="0003432B"/>
    <w:rsid w:val="000358C5"/>
    <w:rsid w:val="000379FE"/>
    <w:rsid w:val="00045988"/>
    <w:rsid w:val="000470C9"/>
    <w:rsid w:val="000478F6"/>
    <w:rsid w:val="00051B53"/>
    <w:rsid w:val="0005339C"/>
    <w:rsid w:val="000557D8"/>
    <w:rsid w:val="0005756A"/>
    <w:rsid w:val="00060FA1"/>
    <w:rsid w:val="00061A20"/>
    <w:rsid w:val="000620F1"/>
    <w:rsid w:val="000623B5"/>
    <w:rsid w:val="000623F9"/>
    <w:rsid w:val="00063085"/>
    <w:rsid w:val="00066C70"/>
    <w:rsid w:val="000760AE"/>
    <w:rsid w:val="00076E8E"/>
    <w:rsid w:val="0008129B"/>
    <w:rsid w:val="000840AA"/>
    <w:rsid w:val="00085C89"/>
    <w:rsid w:val="0008608B"/>
    <w:rsid w:val="00087FCA"/>
    <w:rsid w:val="000912B7"/>
    <w:rsid w:val="00093752"/>
    <w:rsid w:val="000949E2"/>
    <w:rsid w:val="000A0F39"/>
    <w:rsid w:val="000A2D56"/>
    <w:rsid w:val="000A3360"/>
    <w:rsid w:val="000B08C3"/>
    <w:rsid w:val="000B57CF"/>
    <w:rsid w:val="000C38A8"/>
    <w:rsid w:val="000C3914"/>
    <w:rsid w:val="000C682C"/>
    <w:rsid w:val="000C7B67"/>
    <w:rsid w:val="000C7E51"/>
    <w:rsid w:val="000D1D25"/>
    <w:rsid w:val="000D29D1"/>
    <w:rsid w:val="000D3220"/>
    <w:rsid w:val="000D562F"/>
    <w:rsid w:val="000D5E62"/>
    <w:rsid w:val="000D79FC"/>
    <w:rsid w:val="000E0D74"/>
    <w:rsid w:val="000E1E21"/>
    <w:rsid w:val="000E342E"/>
    <w:rsid w:val="000E4F44"/>
    <w:rsid w:val="000E590E"/>
    <w:rsid w:val="000E7FE1"/>
    <w:rsid w:val="000F417D"/>
    <w:rsid w:val="000F5F57"/>
    <w:rsid w:val="000F628A"/>
    <w:rsid w:val="000F6ED6"/>
    <w:rsid w:val="000F7E97"/>
    <w:rsid w:val="0010180F"/>
    <w:rsid w:val="00105AC6"/>
    <w:rsid w:val="00110249"/>
    <w:rsid w:val="001105EA"/>
    <w:rsid w:val="00110DD7"/>
    <w:rsid w:val="001110BB"/>
    <w:rsid w:val="00112E89"/>
    <w:rsid w:val="00116F49"/>
    <w:rsid w:val="00121D97"/>
    <w:rsid w:val="00122BB3"/>
    <w:rsid w:val="00124C26"/>
    <w:rsid w:val="00130314"/>
    <w:rsid w:val="00131908"/>
    <w:rsid w:val="00131D53"/>
    <w:rsid w:val="00133B37"/>
    <w:rsid w:val="0014040B"/>
    <w:rsid w:val="00140D1F"/>
    <w:rsid w:val="001435ED"/>
    <w:rsid w:val="00144D94"/>
    <w:rsid w:val="00147C96"/>
    <w:rsid w:val="001504E0"/>
    <w:rsid w:val="0015096B"/>
    <w:rsid w:val="00151221"/>
    <w:rsid w:val="00154D61"/>
    <w:rsid w:val="00157DDB"/>
    <w:rsid w:val="00157FF2"/>
    <w:rsid w:val="001604E9"/>
    <w:rsid w:val="00163947"/>
    <w:rsid w:val="00165B47"/>
    <w:rsid w:val="00166F2A"/>
    <w:rsid w:val="0017448B"/>
    <w:rsid w:val="00175137"/>
    <w:rsid w:val="001762F0"/>
    <w:rsid w:val="00176C7F"/>
    <w:rsid w:val="00177B94"/>
    <w:rsid w:val="00180455"/>
    <w:rsid w:val="00181752"/>
    <w:rsid w:val="00186E78"/>
    <w:rsid w:val="00190F05"/>
    <w:rsid w:val="00193246"/>
    <w:rsid w:val="00195895"/>
    <w:rsid w:val="001A1715"/>
    <w:rsid w:val="001A6E74"/>
    <w:rsid w:val="001A7300"/>
    <w:rsid w:val="001B1A51"/>
    <w:rsid w:val="001B1B95"/>
    <w:rsid w:val="001B20B5"/>
    <w:rsid w:val="001B282C"/>
    <w:rsid w:val="001B2A91"/>
    <w:rsid w:val="001B4BC5"/>
    <w:rsid w:val="001B6E3F"/>
    <w:rsid w:val="001B7C21"/>
    <w:rsid w:val="001C11AC"/>
    <w:rsid w:val="001C1837"/>
    <w:rsid w:val="001C301C"/>
    <w:rsid w:val="001C59C1"/>
    <w:rsid w:val="001C6A55"/>
    <w:rsid w:val="001C7B21"/>
    <w:rsid w:val="001D1992"/>
    <w:rsid w:val="001D3121"/>
    <w:rsid w:val="001D312D"/>
    <w:rsid w:val="001D380E"/>
    <w:rsid w:val="001D5DD7"/>
    <w:rsid w:val="001E00CB"/>
    <w:rsid w:val="001E0328"/>
    <w:rsid w:val="001E09CF"/>
    <w:rsid w:val="001E1D74"/>
    <w:rsid w:val="001E2B2A"/>
    <w:rsid w:val="001E6017"/>
    <w:rsid w:val="001F4CAD"/>
    <w:rsid w:val="001F4E0E"/>
    <w:rsid w:val="001F55F9"/>
    <w:rsid w:val="001F5DB7"/>
    <w:rsid w:val="001F5F91"/>
    <w:rsid w:val="00200830"/>
    <w:rsid w:val="00201F92"/>
    <w:rsid w:val="00206EEB"/>
    <w:rsid w:val="00210107"/>
    <w:rsid w:val="00210EEA"/>
    <w:rsid w:val="00211D73"/>
    <w:rsid w:val="00213D45"/>
    <w:rsid w:val="00213EB6"/>
    <w:rsid w:val="00215ABB"/>
    <w:rsid w:val="002202D7"/>
    <w:rsid w:val="00220395"/>
    <w:rsid w:val="00220BDC"/>
    <w:rsid w:val="00230302"/>
    <w:rsid w:val="00230FC7"/>
    <w:rsid w:val="00235D4C"/>
    <w:rsid w:val="00240F57"/>
    <w:rsid w:val="00245D63"/>
    <w:rsid w:val="00247107"/>
    <w:rsid w:val="00247DA9"/>
    <w:rsid w:val="00252892"/>
    <w:rsid w:val="002543B6"/>
    <w:rsid w:val="002560BF"/>
    <w:rsid w:val="0025680D"/>
    <w:rsid w:val="00267047"/>
    <w:rsid w:val="00267CEE"/>
    <w:rsid w:val="00267D9C"/>
    <w:rsid w:val="002708BC"/>
    <w:rsid w:val="00270DBE"/>
    <w:rsid w:val="002737BA"/>
    <w:rsid w:val="002747C4"/>
    <w:rsid w:val="002771B5"/>
    <w:rsid w:val="002815E3"/>
    <w:rsid w:val="0028274C"/>
    <w:rsid w:val="00282E7F"/>
    <w:rsid w:val="00283C4F"/>
    <w:rsid w:val="002877F5"/>
    <w:rsid w:val="00290BC6"/>
    <w:rsid w:val="00292CC4"/>
    <w:rsid w:val="002947D9"/>
    <w:rsid w:val="002960F8"/>
    <w:rsid w:val="002A0713"/>
    <w:rsid w:val="002A1E29"/>
    <w:rsid w:val="002A616A"/>
    <w:rsid w:val="002B06FE"/>
    <w:rsid w:val="002B4159"/>
    <w:rsid w:val="002C1DFF"/>
    <w:rsid w:val="002C4EEB"/>
    <w:rsid w:val="002C54EB"/>
    <w:rsid w:val="002C784C"/>
    <w:rsid w:val="002D31BB"/>
    <w:rsid w:val="002D48F9"/>
    <w:rsid w:val="002D573C"/>
    <w:rsid w:val="002D595D"/>
    <w:rsid w:val="002D73AA"/>
    <w:rsid w:val="002E0042"/>
    <w:rsid w:val="002E1AFD"/>
    <w:rsid w:val="002E4D9A"/>
    <w:rsid w:val="002E7931"/>
    <w:rsid w:val="002F0471"/>
    <w:rsid w:val="002F0761"/>
    <w:rsid w:val="002F08F1"/>
    <w:rsid w:val="002F17D4"/>
    <w:rsid w:val="002F2D08"/>
    <w:rsid w:val="002F4555"/>
    <w:rsid w:val="002F4B57"/>
    <w:rsid w:val="002F7C2E"/>
    <w:rsid w:val="00301413"/>
    <w:rsid w:val="003062D5"/>
    <w:rsid w:val="0030719F"/>
    <w:rsid w:val="00317F27"/>
    <w:rsid w:val="00320F49"/>
    <w:rsid w:val="0032128B"/>
    <w:rsid w:val="00321881"/>
    <w:rsid w:val="003241F3"/>
    <w:rsid w:val="00326E46"/>
    <w:rsid w:val="00341D5C"/>
    <w:rsid w:val="00342CF6"/>
    <w:rsid w:val="00343F84"/>
    <w:rsid w:val="00346801"/>
    <w:rsid w:val="003527BB"/>
    <w:rsid w:val="00355599"/>
    <w:rsid w:val="00355E3A"/>
    <w:rsid w:val="00356831"/>
    <w:rsid w:val="0035758E"/>
    <w:rsid w:val="00357F56"/>
    <w:rsid w:val="00362446"/>
    <w:rsid w:val="00362E50"/>
    <w:rsid w:val="00365559"/>
    <w:rsid w:val="0036783E"/>
    <w:rsid w:val="00367CB9"/>
    <w:rsid w:val="00371160"/>
    <w:rsid w:val="0037405F"/>
    <w:rsid w:val="00374099"/>
    <w:rsid w:val="00374409"/>
    <w:rsid w:val="00374771"/>
    <w:rsid w:val="00376C37"/>
    <w:rsid w:val="00377BCA"/>
    <w:rsid w:val="003812CD"/>
    <w:rsid w:val="00381BED"/>
    <w:rsid w:val="00382222"/>
    <w:rsid w:val="00386E36"/>
    <w:rsid w:val="00390E18"/>
    <w:rsid w:val="00394D05"/>
    <w:rsid w:val="00396E07"/>
    <w:rsid w:val="003A065B"/>
    <w:rsid w:val="003A09A2"/>
    <w:rsid w:val="003A20B3"/>
    <w:rsid w:val="003A286F"/>
    <w:rsid w:val="003A42F7"/>
    <w:rsid w:val="003A76F2"/>
    <w:rsid w:val="003B2715"/>
    <w:rsid w:val="003B580C"/>
    <w:rsid w:val="003B6D03"/>
    <w:rsid w:val="003C3143"/>
    <w:rsid w:val="003C4A8D"/>
    <w:rsid w:val="003C4B56"/>
    <w:rsid w:val="003D31FA"/>
    <w:rsid w:val="003D6A2E"/>
    <w:rsid w:val="003E0CE6"/>
    <w:rsid w:val="003E2044"/>
    <w:rsid w:val="003E379C"/>
    <w:rsid w:val="003F063F"/>
    <w:rsid w:val="003F2457"/>
    <w:rsid w:val="003F3BA6"/>
    <w:rsid w:val="003F42FF"/>
    <w:rsid w:val="0040101C"/>
    <w:rsid w:val="0040270A"/>
    <w:rsid w:val="00404EC8"/>
    <w:rsid w:val="00406250"/>
    <w:rsid w:val="00411B83"/>
    <w:rsid w:val="004157D9"/>
    <w:rsid w:val="00415CF1"/>
    <w:rsid w:val="00420674"/>
    <w:rsid w:val="00425B80"/>
    <w:rsid w:val="00430AF2"/>
    <w:rsid w:val="00436409"/>
    <w:rsid w:val="00437327"/>
    <w:rsid w:val="00441A96"/>
    <w:rsid w:val="004421E8"/>
    <w:rsid w:val="00443E51"/>
    <w:rsid w:val="00444581"/>
    <w:rsid w:val="00445875"/>
    <w:rsid w:val="00446EBC"/>
    <w:rsid w:val="004605ED"/>
    <w:rsid w:val="00462DE5"/>
    <w:rsid w:val="00464251"/>
    <w:rsid w:val="00464AC0"/>
    <w:rsid w:val="00466DA1"/>
    <w:rsid w:val="0047039F"/>
    <w:rsid w:val="004716C8"/>
    <w:rsid w:val="00471BAF"/>
    <w:rsid w:val="004722FB"/>
    <w:rsid w:val="00473D49"/>
    <w:rsid w:val="00473FC2"/>
    <w:rsid w:val="004809D0"/>
    <w:rsid w:val="00480E62"/>
    <w:rsid w:val="00490A0E"/>
    <w:rsid w:val="00493D37"/>
    <w:rsid w:val="00495F41"/>
    <w:rsid w:val="004A1C4E"/>
    <w:rsid w:val="004A2F72"/>
    <w:rsid w:val="004A4324"/>
    <w:rsid w:val="004A5964"/>
    <w:rsid w:val="004A631A"/>
    <w:rsid w:val="004B36CE"/>
    <w:rsid w:val="004B39B0"/>
    <w:rsid w:val="004B4E4C"/>
    <w:rsid w:val="004B654F"/>
    <w:rsid w:val="004C1C27"/>
    <w:rsid w:val="004C266E"/>
    <w:rsid w:val="004C2785"/>
    <w:rsid w:val="004C4B7C"/>
    <w:rsid w:val="004C733B"/>
    <w:rsid w:val="004C77B2"/>
    <w:rsid w:val="004D05CB"/>
    <w:rsid w:val="004D0694"/>
    <w:rsid w:val="004E0AF4"/>
    <w:rsid w:val="004E2023"/>
    <w:rsid w:val="004E34F1"/>
    <w:rsid w:val="004E5E29"/>
    <w:rsid w:val="004F03A8"/>
    <w:rsid w:val="004F1F71"/>
    <w:rsid w:val="004F35CD"/>
    <w:rsid w:val="004F36E1"/>
    <w:rsid w:val="004F3855"/>
    <w:rsid w:val="004F3E24"/>
    <w:rsid w:val="004F5227"/>
    <w:rsid w:val="004F6814"/>
    <w:rsid w:val="00510F23"/>
    <w:rsid w:val="0051114C"/>
    <w:rsid w:val="00512A1F"/>
    <w:rsid w:val="00512B0A"/>
    <w:rsid w:val="00516721"/>
    <w:rsid w:val="005224D5"/>
    <w:rsid w:val="00524BB4"/>
    <w:rsid w:val="005316AF"/>
    <w:rsid w:val="0053238D"/>
    <w:rsid w:val="0053297C"/>
    <w:rsid w:val="00533D73"/>
    <w:rsid w:val="00534BA4"/>
    <w:rsid w:val="00536075"/>
    <w:rsid w:val="00537770"/>
    <w:rsid w:val="00540342"/>
    <w:rsid w:val="0054630B"/>
    <w:rsid w:val="00547EAD"/>
    <w:rsid w:val="00553684"/>
    <w:rsid w:val="00560BF7"/>
    <w:rsid w:val="005615E9"/>
    <w:rsid w:val="0056175D"/>
    <w:rsid w:val="0056291D"/>
    <w:rsid w:val="005669E3"/>
    <w:rsid w:val="00570E7D"/>
    <w:rsid w:val="00571123"/>
    <w:rsid w:val="0057135C"/>
    <w:rsid w:val="00571F4B"/>
    <w:rsid w:val="00572566"/>
    <w:rsid w:val="005736A6"/>
    <w:rsid w:val="00575EFE"/>
    <w:rsid w:val="00576CB6"/>
    <w:rsid w:val="005811CE"/>
    <w:rsid w:val="005877F7"/>
    <w:rsid w:val="005919A7"/>
    <w:rsid w:val="0059578A"/>
    <w:rsid w:val="00596891"/>
    <w:rsid w:val="00597AAE"/>
    <w:rsid w:val="005A0EE2"/>
    <w:rsid w:val="005A1132"/>
    <w:rsid w:val="005A1973"/>
    <w:rsid w:val="005A4B11"/>
    <w:rsid w:val="005A60C6"/>
    <w:rsid w:val="005B01BC"/>
    <w:rsid w:val="005B1871"/>
    <w:rsid w:val="005B19C8"/>
    <w:rsid w:val="005B3D95"/>
    <w:rsid w:val="005B436C"/>
    <w:rsid w:val="005C2200"/>
    <w:rsid w:val="005C2475"/>
    <w:rsid w:val="005C2C58"/>
    <w:rsid w:val="005C332F"/>
    <w:rsid w:val="005D08B6"/>
    <w:rsid w:val="005D0945"/>
    <w:rsid w:val="005D2F9F"/>
    <w:rsid w:val="005D5427"/>
    <w:rsid w:val="005D566B"/>
    <w:rsid w:val="005D5D0F"/>
    <w:rsid w:val="005E5691"/>
    <w:rsid w:val="005F01D4"/>
    <w:rsid w:val="005F3ECF"/>
    <w:rsid w:val="005F4395"/>
    <w:rsid w:val="005F745A"/>
    <w:rsid w:val="00603487"/>
    <w:rsid w:val="00603822"/>
    <w:rsid w:val="006056A6"/>
    <w:rsid w:val="00606658"/>
    <w:rsid w:val="006073F3"/>
    <w:rsid w:val="00607447"/>
    <w:rsid w:val="00610479"/>
    <w:rsid w:val="006119BA"/>
    <w:rsid w:val="0061474C"/>
    <w:rsid w:val="006155FC"/>
    <w:rsid w:val="00622089"/>
    <w:rsid w:val="00623DB0"/>
    <w:rsid w:val="006242FA"/>
    <w:rsid w:val="00627049"/>
    <w:rsid w:val="00627E96"/>
    <w:rsid w:val="006317CE"/>
    <w:rsid w:val="006340AB"/>
    <w:rsid w:val="00635563"/>
    <w:rsid w:val="00641DFB"/>
    <w:rsid w:val="00642703"/>
    <w:rsid w:val="006435DD"/>
    <w:rsid w:val="00643FD2"/>
    <w:rsid w:val="006440A0"/>
    <w:rsid w:val="0064491D"/>
    <w:rsid w:val="00645309"/>
    <w:rsid w:val="006456FB"/>
    <w:rsid w:val="0065484F"/>
    <w:rsid w:val="00660283"/>
    <w:rsid w:val="006607D6"/>
    <w:rsid w:val="00660CE1"/>
    <w:rsid w:val="006615A3"/>
    <w:rsid w:val="00665A9F"/>
    <w:rsid w:val="006704CA"/>
    <w:rsid w:val="00670EC4"/>
    <w:rsid w:val="00672DF9"/>
    <w:rsid w:val="00673C78"/>
    <w:rsid w:val="00674A31"/>
    <w:rsid w:val="00676D7A"/>
    <w:rsid w:val="006773E7"/>
    <w:rsid w:val="00677828"/>
    <w:rsid w:val="00681075"/>
    <w:rsid w:val="00684875"/>
    <w:rsid w:val="00690943"/>
    <w:rsid w:val="006921E8"/>
    <w:rsid w:val="00696C34"/>
    <w:rsid w:val="006978C8"/>
    <w:rsid w:val="006A0BD3"/>
    <w:rsid w:val="006A20C3"/>
    <w:rsid w:val="006A3778"/>
    <w:rsid w:val="006A547A"/>
    <w:rsid w:val="006A5AA5"/>
    <w:rsid w:val="006A617B"/>
    <w:rsid w:val="006B62D9"/>
    <w:rsid w:val="006B63FB"/>
    <w:rsid w:val="006C16A9"/>
    <w:rsid w:val="006C31B0"/>
    <w:rsid w:val="006C362F"/>
    <w:rsid w:val="006C65E2"/>
    <w:rsid w:val="006D4796"/>
    <w:rsid w:val="006D4BCA"/>
    <w:rsid w:val="006D5333"/>
    <w:rsid w:val="006D572E"/>
    <w:rsid w:val="006D5A57"/>
    <w:rsid w:val="006E1AB6"/>
    <w:rsid w:val="006E7BF0"/>
    <w:rsid w:val="006F2970"/>
    <w:rsid w:val="006F3F17"/>
    <w:rsid w:val="006F414A"/>
    <w:rsid w:val="006F520F"/>
    <w:rsid w:val="00700864"/>
    <w:rsid w:val="0070114A"/>
    <w:rsid w:val="00702EC5"/>
    <w:rsid w:val="00704C9C"/>
    <w:rsid w:val="00705733"/>
    <w:rsid w:val="00714803"/>
    <w:rsid w:val="007174AB"/>
    <w:rsid w:val="0072181F"/>
    <w:rsid w:val="00725F2C"/>
    <w:rsid w:val="007268D4"/>
    <w:rsid w:val="00730ED3"/>
    <w:rsid w:val="00737F03"/>
    <w:rsid w:val="00740E8F"/>
    <w:rsid w:val="007421C3"/>
    <w:rsid w:val="007439BA"/>
    <w:rsid w:val="0074534E"/>
    <w:rsid w:val="007509D4"/>
    <w:rsid w:val="0075154C"/>
    <w:rsid w:val="00755605"/>
    <w:rsid w:val="00757FCF"/>
    <w:rsid w:val="00763F70"/>
    <w:rsid w:val="00766F12"/>
    <w:rsid w:val="0076785A"/>
    <w:rsid w:val="007757D8"/>
    <w:rsid w:val="007776C8"/>
    <w:rsid w:val="00782B9F"/>
    <w:rsid w:val="00782D46"/>
    <w:rsid w:val="007831F6"/>
    <w:rsid w:val="0078358E"/>
    <w:rsid w:val="0078483A"/>
    <w:rsid w:val="007852D9"/>
    <w:rsid w:val="00793466"/>
    <w:rsid w:val="0079723C"/>
    <w:rsid w:val="007A2825"/>
    <w:rsid w:val="007A2D90"/>
    <w:rsid w:val="007A435D"/>
    <w:rsid w:val="007A739E"/>
    <w:rsid w:val="007B610A"/>
    <w:rsid w:val="007B7631"/>
    <w:rsid w:val="007B7AC5"/>
    <w:rsid w:val="007C27D4"/>
    <w:rsid w:val="007C4801"/>
    <w:rsid w:val="007D011B"/>
    <w:rsid w:val="007D4706"/>
    <w:rsid w:val="007E1894"/>
    <w:rsid w:val="007E2E6E"/>
    <w:rsid w:val="007E5429"/>
    <w:rsid w:val="007E640B"/>
    <w:rsid w:val="007E65A5"/>
    <w:rsid w:val="007E7DD3"/>
    <w:rsid w:val="007F084A"/>
    <w:rsid w:val="007F124C"/>
    <w:rsid w:val="007F2911"/>
    <w:rsid w:val="007F433C"/>
    <w:rsid w:val="007F6D3B"/>
    <w:rsid w:val="007F7D3D"/>
    <w:rsid w:val="00801725"/>
    <w:rsid w:val="00801F65"/>
    <w:rsid w:val="00804092"/>
    <w:rsid w:val="00804C5A"/>
    <w:rsid w:val="008060A8"/>
    <w:rsid w:val="00807019"/>
    <w:rsid w:val="008076B3"/>
    <w:rsid w:val="00812AF8"/>
    <w:rsid w:val="00813B77"/>
    <w:rsid w:val="008140E7"/>
    <w:rsid w:val="00820646"/>
    <w:rsid w:val="008215D8"/>
    <w:rsid w:val="00822D37"/>
    <w:rsid w:val="0082344F"/>
    <w:rsid w:val="008237B4"/>
    <w:rsid w:val="00823BC3"/>
    <w:rsid w:val="0082707B"/>
    <w:rsid w:val="00830796"/>
    <w:rsid w:val="0083182D"/>
    <w:rsid w:val="0083543B"/>
    <w:rsid w:val="00840F27"/>
    <w:rsid w:val="00843488"/>
    <w:rsid w:val="008446A9"/>
    <w:rsid w:val="00846202"/>
    <w:rsid w:val="0085254A"/>
    <w:rsid w:val="0085332F"/>
    <w:rsid w:val="008561CF"/>
    <w:rsid w:val="00856D3D"/>
    <w:rsid w:val="008619E5"/>
    <w:rsid w:val="00864A67"/>
    <w:rsid w:val="00865FBA"/>
    <w:rsid w:val="00867026"/>
    <w:rsid w:val="00870090"/>
    <w:rsid w:val="00870ADC"/>
    <w:rsid w:val="008722B6"/>
    <w:rsid w:val="00877B44"/>
    <w:rsid w:val="008801E4"/>
    <w:rsid w:val="0088490C"/>
    <w:rsid w:val="008851A9"/>
    <w:rsid w:val="00886665"/>
    <w:rsid w:val="008872EE"/>
    <w:rsid w:val="00887B50"/>
    <w:rsid w:val="008911EB"/>
    <w:rsid w:val="008916AF"/>
    <w:rsid w:val="00892DBD"/>
    <w:rsid w:val="00893B73"/>
    <w:rsid w:val="00893D95"/>
    <w:rsid w:val="00893E63"/>
    <w:rsid w:val="0089480E"/>
    <w:rsid w:val="00896C22"/>
    <w:rsid w:val="00896C49"/>
    <w:rsid w:val="008A2D15"/>
    <w:rsid w:val="008A40B2"/>
    <w:rsid w:val="008A668B"/>
    <w:rsid w:val="008A687F"/>
    <w:rsid w:val="008B0D5E"/>
    <w:rsid w:val="008B0D74"/>
    <w:rsid w:val="008B20F4"/>
    <w:rsid w:val="008B3BD8"/>
    <w:rsid w:val="008B3F98"/>
    <w:rsid w:val="008B5F4B"/>
    <w:rsid w:val="008B644A"/>
    <w:rsid w:val="008C2B19"/>
    <w:rsid w:val="008C4A77"/>
    <w:rsid w:val="008C507E"/>
    <w:rsid w:val="008C6C1F"/>
    <w:rsid w:val="008D0F07"/>
    <w:rsid w:val="008D1469"/>
    <w:rsid w:val="008D3A27"/>
    <w:rsid w:val="008D45AD"/>
    <w:rsid w:val="008D53F1"/>
    <w:rsid w:val="008D57FF"/>
    <w:rsid w:val="008D654D"/>
    <w:rsid w:val="008D7389"/>
    <w:rsid w:val="008E2661"/>
    <w:rsid w:val="008E2CBA"/>
    <w:rsid w:val="008E4C89"/>
    <w:rsid w:val="008E60D3"/>
    <w:rsid w:val="008E6235"/>
    <w:rsid w:val="008F1D60"/>
    <w:rsid w:val="008F316E"/>
    <w:rsid w:val="008F5279"/>
    <w:rsid w:val="008F7584"/>
    <w:rsid w:val="00901640"/>
    <w:rsid w:val="00905138"/>
    <w:rsid w:val="00906F98"/>
    <w:rsid w:val="00907FCF"/>
    <w:rsid w:val="00910AB1"/>
    <w:rsid w:val="009128D4"/>
    <w:rsid w:val="00922007"/>
    <w:rsid w:val="00922417"/>
    <w:rsid w:val="009225F4"/>
    <w:rsid w:val="00923EF4"/>
    <w:rsid w:val="0092469A"/>
    <w:rsid w:val="00927796"/>
    <w:rsid w:val="00931797"/>
    <w:rsid w:val="0093330A"/>
    <w:rsid w:val="009376DE"/>
    <w:rsid w:val="0094130E"/>
    <w:rsid w:val="009434F7"/>
    <w:rsid w:val="00943A58"/>
    <w:rsid w:val="00947B32"/>
    <w:rsid w:val="009504EB"/>
    <w:rsid w:val="00960833"/>
    <w:rsid w:val="009630FE"/>
    <w:rsid w:val="00966067"/>
    <w:rsid w:val="00966673"/>
    <w:rsid w:val="009705B9"/>
    <w:rsid w:val="00981915"/>
    <w:rsid w:val="009820B2"/>
    <w:rsid w:val="00982806"/>
    <w:rsid w:val="00982896"/>
    <w:rsid w:val="009832BC"/>
    <w:rsid w:val="00983338"/>
    <w:rsid w:val="00985086"/>
    <w:rsid w:val="0098576C"/>
    <w:rsid w:val="00986E48"/>
    <w:rsid w:val="00991130"/>
    <w:rsid w:val="00995874"/>
    <w:rsid w:val="009A09D4"/>
    <w:rsid w:val="009A381F"/>
    <w:rsid w:val="009A6B50"/>
    <w:rsid w:val="009A744F"/>
    <w:rsid w:val="009B20D8"/>
    <w:rsid w:val="009B2EBF"/>
    <w:rsid w:val="009B3682"/>
    <w:rsid w:val="009C16AB"/>
    <w:rsid w:val="009C3668"/>
    <w:rsid w:val="009C36AC"/>
    <w:rsid w:val="009C7276"/>
    <w:rsid w:val="009D0848"/>
    <w:rsid w:val="009D41D5"/>
    <w:rsid w:val="009E0A7A"/>
    <w:rsid w:val="009E23F6"/>
    <w:rsid w:val="009E5DBE"/>
    <w:rsid w:val="009E6E2A"/>
    <w:rsid w:val="009F1800"/>
    <w:rsid w:val="009F2AB2"/>
    <w:rsid w:val="009F3C55"/>
    <w:rsid w:val="009F6734"/>
    <w:rsid w:val="009F6833"/>
    <w:rsid w:val="00A02808"/>
    <w:rsid w:val="00A04233"/>
    <w:rsid w:val="00A04CC9"/>
    <w:rsid w:val="00A078F6"/>
    <w:rsid w:val="00A07A93"/>
    <w:rsid w:val="00A1006A"/>
    <w:rsid w:val="00A11AE8"/>
    <w:rsid w:val="00A141E9"/>
    <w:rsid w:val="00A20114"/>
    <w:rsid w:val="00A20F5A"/>
    <w:rsid w:val="00A22C32"/>
    <w:rsid w:val="00A24A51"/>
    <w:rsid w:val="00A26577"/>
    <w:rsid w:val="00A3179B"/>
    <w:rsid w:val="00A32FFF"/>
    <w:rsid w:val="00A334B9"/>
    <w:rsid w:val="00A341A1"/>
    <w:rsid w:val="00A344F9"/>
    <w:rsid w:val="00A3588C"/>
    <w:rsid w:val="00A40600"/>
    <w:rsid w:val="00A40A45"/>
    <w:rsid w:val="00A476BE"/>
    <w:rsid w:val="00A522C2"/>
    <w:rsid w:val="00A557FB"/>
    <w:rsid w:val="00A5603C"/>
    <w:rsid w:val="00A61D51"/>
    <w:rsid w:val="00A61F45"/>
    <w:rsid w:val="00A67ABD"/>
    <w:rsid w:val="00A70791"/>
    <w:rsid w:val="00A7100C"/>
    <w:rsid w:val="00A7160D"/>
    <w:rsid w:val="00A77FAE"/>
    <w:rsid w:val="00A833DF"/>
    <w:rsid w:val="00A8373E"/>
    <w:rsid w:val="00A84BC3"/>
    <w:rsid w:val="00A921DB"/>
    <w:rsid w:val="00A92287"/>
    <w:rsid w:val="00A95B12"/>
    <w:rsid w:val="00AA19A5"/>
    <w:rsid w:val="00AA1AA7"/>
    <w:rsid w:val="00AA1B24"/>
    <w:rsid w:val="00AA2D3F"/>
    <w:rsid w:val="00AB0878"/>
    <w:rsid w:val="00AB45FA"/>
    <w:rsid w:val="00AB4DAC"/>
    <w:rsid w:val="00AB69CF"/>
    <w:rsid w:val="00AB6ED6"/>
    <w:rsid w:val="00AC0AA3"/>
    <w:rsid w:val="00AC0C23"/>
    <w:rsid w:val="00AC1B20"/>
    <w:rsid w:val="00AC7BDE"/>
    <w:rsid w:val="00AD1B6A"/>
    <w:rsid w:val="00AD4236"/>
    <w:rsid w:val="00AD6993"/>
    <w:rsid w:val="00AD6ED1"/>
    <w:rsid w:val="00AE074C"/>
    <w:rsid w:val="00AE1150"/>
    <w:rsid w:val="00AE5D4F"/>
    <w:rsid w:val="00AE7F63"/>
    <w:rsid w:val="00AF22E5"/>
    <w:rsid w:val="00B03499"/>
    <w:rsid w:val="00B03E11"/>
    <w:rsid w:val="00B055FD"/>
    <w:rsid w:val="00B06110"/>
    <w:rsid w:val="00B06C4E"/>
    <w:rsid w:val="00B06E36"/>
    <w:rsid w:val="00B11463"/>
    <w:rsid w:val="00B133F0"/>
    <w:rsid w:val="00B15832"/>
    <w:rsid w:val="00B15A2B"/>
    <w:rsid w:val="00B1687D"/>
    <w:rsid w:val="00B25671"/>
    <w:rsid w:val="00B2720B"/>
    <w:rsid w:val="00B30BE7"/>
    <w:rsid w:val="00B3393D"/>
    <w:rsid w:val="00B42990"/>
    <w:rsid w:val="00B43158"/>
    <w:rsid w:val="00B47FCE"/>
    <w:rsid w:val="00B50183"/>
    <w:rsid w:val="00B50218"/>
    <w:rsid w:val="00B51F85"/>
    <w:rsid w:val="00B55365"/>
    <w:rsid w:val="00B5563B"/>
    <w:rsid w:val="00B6249C"/>
    <w:rsid w:val="00B6442C"/>
    <w:rsid w:val="00B66055"/>
    <w:rsid w:val="00B6730C"/>
    <w:rsid w:val="00B71667"/>
    <w:rsid w:val="00B7177C"/>
    <w:rsid w:val="00B7260A"/>
    <w:rsid w:val="00B72B31"/>
    <w:rsid w:val="00B73F86"/>
    <w:rsid w:val="00B744FC"/>
    <w:rsid w:val="00B8009A"/>
    <w:rsid w:val="00B8009F"/>
    <w:rsid w:val="00B82F1D"/>
    <w:rsid w:val="00B851E3"/>
    <w:rsid w:val="00B863A7"/>
    <w:rsid w:val="00B90155"/>
    <w:rsid w:val="00B90C1F"/>
    <w:rsid w:val="00B9262F"/>
    <w:rsid w:val="00B9302E"/>
    <w:rsid w:val="00B976E3"/>
    <w:rsid w:val="00BA54A6"/>
    <w:rsid w:val="00BA5C75"/>
    <w:rsid w:val="00BA635E"/>
    <w:rsid w:val="00BB549E"/>
    <w:rsid w:val="00BC1FAC"/>
    <w:rsid w:val="00BC3D36"/>
    <w:rsid w:val="00BC4A0B"/>
    <w:rsid w:val="00BD33EC"/>
    <w:rsid w:val="00BD6304"/>
    <w:rsid w:val="00BD6487"/>
    <w:rsid w:val="00BD7A58"/>
    <w:rsid w:val="00BD7C1E"/>
    <w:rsid w:val="00BD7DAE"/>
    <w:rsid w:val="00BE1B4A"/>
    <w:rsid w:val="00BE6135"/>
    <w:rsid w:val="00BE7362"/>
    <w:rsid w:val="00BF025E"/>
    <w:rsid w:val="00BF5C51"/>
    <w:rsid w:val="00C00157"/>
    <w:rsid w:val="00C00C58"/>
    <w:rsid w:val="00C011B1"/>
    <w:rsid w:val="00C01528"/>
    <w:rsid w:val="00C018D0"/>
    <w:rsid w:val="00C06B0A"/>
    <w:rsid w:val="00C07373"/>
    <w:rsid w:val="00C10070"/>
    <w:rsid w:val="00C10871"/>
    <w:rsid w:val="00C114CB"/>
    <w:rsid w:val="00C12DBC"/>
    <w:rsid w:val="00C1428F"/>
    <w:rsid w:val="00C1470E"/>
    <w:rsid w:val="00C17BDF"/>
    <w:rsid w:val="00C22A80"/>
    <w:rsid w:val="00C24D4A"/>
    <w:rsid w:val="00C25312"/>
    <w:rsid w:val="00C253B8"/>
    <w:rsid w:val="00C2662E"/>
    <w:rsid w:val="00C33D18"/>
    <w:rsid w:val="00C34952"/>
    <w:rsid w:val="00C36474"/>
    <w:rsid w:val="00C37356"/>
    <w:rsid w:val="00C41F8C"/>
    <w:rsid w:val="00C432AF"/>
    <w:rsid w:val="00C4798C"/>
    <w:rsid w:val="00C47FBA"/>
    <w:rsid w:val="00C515C2"/>
    <w:rsid w:val="00C515DA"/>
    <w:rsid w:val="00C52FDA"/>
    <w:rsid w:val="00C5377F"/>
    <w:rsid w:val="00C54229"/>
    <w:rsid w:val="00C566FB"/>
    <w:rsid w:val="00C57542"/>
    <w:rsid w:val="00C57D83"/>
    <w:rsid w:val="00C66764"/>
    <w:rsid w:val="00C66D29"/>
    <w:rsid w:val="00C705EE"/>
    <w:rsid w:val="00C73872"/>
    <w:rsid w:val="00C74246"/>
    <w:rsid w:val="00C74785"/>
    <w:rsid w:val="00C74C40"/>
    <w:rsid w:val="00C76344"/>
    <w:rsid w:val="00C76672"/>
    <w:rsid w:val="00C76F7A"/>
    <w:rsid w:val="00C82B27"/>
    <w:rsid w:val="00C839A3"/>
    <w:rsid w:val="00C851B6"/>
    <w:rsid w:val="00C9208F"/>
    <w:rsid w:val="00C94165"/>
    <w:rsid w:val="00C96EE8"/>
    <w:rsid w:val="00CA18C9"/>
    <w:rsid w:val="00CA332A"/>
    <w:rsid w:val="00CA398D"/>
    <w:rsid w:val="00CA7E53"/>
    <w:rsid w:val="00CB1925"/>
    <w:rsid w:val="00CB24FE"/>
    <w:rsid w:val="00CB5120"/>
    <w:rsid w:val="00CB57F6"/>
    <w:rsid w:val="00CC0F5E"/>
    <w:rsid w:val="00CC4045"/>
    <w:rsid w:val="00CC5AA7"/>
    <w:rsid w:val="00CD1FA9"/>
    <w:rsid w:val="00CD3D32"/>
    <w:rsid w:val="00CE235C"/>
    <w:rsid w:val="00CE28D1"/>
    <w:rsid w:val="00CE2BBE"/>
    <w:rsid w:val="00CF0E90"/>
    <w:rsid w:val="00CF1F04"/>
    <w:rsid w:val="00CF61D8"/>
    <w:rsid w:val="00CF758C"/>
    <w:rsid w:val="00CF7714"/>
    <w:rsid w:val="00CF7A85"/>
    <w:rsid w:val="00CF7D25"/>
    <w:rsid w:val="00D01AD0"/>
    <w:rsid w:val="00D01FEB"/>
    <w:rsid w:val="00D0385D"/>
    <w:rsid w:val="00D04F67"/>
    <w:rsid w:val="00D064E2"/>
    <w:rsid w:val="00D066CD"/>
    <w:rsid w:val="00D06826"/>
    <w:rsid w:val="00D07C14"/>
    <w:rsid w:val="00D115E4"/>
    <w:rsid w:val="00D11E92"/>
    <w:rsid w:val="00D137C2"/>
    <w:rsid w:val="00D13BDA"/>
    <w:rsid w:val="00D15BC5"/>
    <w:rsid w:val="00D17D81"/>
    <w:rsid w:val="00D22220"/>
    <w:rsid w:val="00D22C45"/>
    <w:rsid w:val="00D23E3D"/>
    <w:rsid w:val="00D25201"/>
    <w:rsid w:val="00D27610"/>
    <w:rsid w:val="00D27CEE"/>
    <w:rsid w:val="00D30718"/>
    <w:rsid w:val="00D30C39"/>
    <w:rsid w:val="00D31212"/>
    <w:rsid w:val="00D3587B"/>
    <w:rsid w:val="00D37890"/>
    <w:rsid w:val="00D42EEE"/>
    <w:rsid w:val="00D44690"/>
    <w:rsid w:val="00D4796C"/>
    <w:rsid w:val="00D55C82"/>
    <w:rsid w:val="00D56864"/>
    <w:rsid w:val="00D57BC4"/>
    <w:rsid w:val="00D60FA9"/>
    <w:rsid w:val="00D70A8C"/>
    <w:rsid w:val="00D71594"/>
    <w:rsid w:val="00D7392F"/>
    <w:rsid w:val="00D75B65"/>
    <w:rsid w:val="00D76FAB"/>
    <w:rsid w:val="00D80042"/>
    <w:rsid w:val="00D80724"/>
    <w:rsid w:val="00D810A3"/>
    <w:rsid w:val="00D82079"/>
    <w:rsid w:val="00D92663"/>
    <w:rsid w:val="00D95C78"/>
    <w:rsid w:val="00DA078A"/>
    <w:rsid w:val="00DA122C"/>
    <w:rsid w:val="00DA2638"/>
    <w:rsid w:val="00DA44EB"/>
    <w:rsid w:val="00DB17AB"/>
    <w:rsid w:val="00DB63FA"/>
    <w:rsid w:val="00DB7E8E"/>
    <w:rsid w:val="00DC3314"/>
    <w:rsid w:val="00DC35BD"/>
    <w:rsid w:val="00DC3C1F"/>
    <w:rsid w:val="00DC674B"/>
    <w:rsid w:val="00DC6C00"/>
    <w:rsid w:val="00DD5151"/>
    <w:rsid w:val="00DD725B"/>
    <w:rsid w:val="00DE099C"/>
    <w:rsid w:val="00DE1940"/>
    <w:rsid w:val="00DE1DCC"/>
    <w:rsid w:val="00DF0357"/>
    <w:rsid w:val="00DF105E"/>
    <w:rsid w:val="00DF1C1B"/>
    <w:rsid w:val="00DF1C2C"/>
    <w:rsid w:val="00DF3DFB"/>
    <w:rsid w:val="00DF42C0"/>
    <w:rsid w:val="00DF4575"/>
    <w:rsid w:val="00DF4E09"/>
    <w:rsid w:val="00DF7DE3"/>
    <w:rsid w:val="00E00BA0"/>
    <w:rsid w:val="00E01522"/>
    <w:rsid w:val="00E03BB2"/>
    <w:rsid w:val="00E04C26"/>
    <w:rsid w:val="00E05005"/>
    <w:rsid w:val="00E066F2"/>
    <w:rsid w:val="00E13BCD"/>
    <w:rsid w:val="00E13E0F"/>
    <w:rsid w:val="00E1416B"/>
    <w:rsid w:val="00E154E5"/>
    <w:rsid w:val="00E16045"/>
    <w:rsid w:val="00E16D7D"/>
    <w:rsid w:val="00E226EB"/>
    <w:rsid w:val="00E23154"/>
    <w:rsid w:val="00E24B60"/>
    <w:rsid w:val="00E251EA"/>
    <w:rsid w:val="00E26306"/>
    <w:rsid w:val="00E2668F"/>
    <w:rsid w:val="00E311E2"/>
    <w:rsid w:val="00E315B8"/>
    <w:rsid w:val="00E319F0"/>
    <w:rsid w:val="00E33F43"/>
    <w:rsid w:val="00E36802"/>
    <w:rsid w:val="00E4385A"/>
    <w:rsid w:val="00E45DCF"/>
    <w:rsid w:val="00E47047"/>
    <w:rsid w:val="00E503C6"/>
    <w:rsid w:val="00E57884"/>
    <w:rsid w:val="00E62FBA"/>
    <w:rsid w:val="00E638FF"/>
    <w:rsid w:val="00E64646"/>
    <w:rsid w:val="00E658D6"/>
    <w:rsid w:val="00E664C0"/>
    <w:rsid w:val="00E713B0"/>
    <w:rsid w:val="00E72299"/>
    <w:rsid w:val="00E72CA3"/>
    <w:rsid w:val="00E72EBA"/>
    <w:rsid w:val="00E74771"/>
    <w:rsid w:val="00E767A3"/>
    <w:rsid w:val="00E816FB"/>
    <w:rsid w:val="00E82579"/>
    <w:rsid w:val="00E8313C"/>
    <w:rsid w:val="00E85D97"/>
    <w:rsid w:val="00E86725"/>
    <w:rsid w:val="00E93CB0"/>
    <w:rsid w:val="00E949DA"/>
    <w:rsid w:val="00E94E4F"/>
    <w:rsid w:val="00E9654D"/>
    <w:rsid w:val="00EA2BC9"/>
    <w:rsid w:val="00EA5418"/>
    <w:rsid w:val="00EA546F"/>
    <w:rsid w:val="00EA6F9D"/>
    <w:rsid w:val="00EA7B3A"/>
    <w:rsid w:val="00EB1CC1"/>
    <w:rsid w:val="00EB708C"/>
    <w:rsid w:val="00EC20C4"/>
    <w:rsid w:val="00EC22F6"/>
    <w:rsid w:val="00EC3018"/>
    <w:rsid w:val="00EC3295"/>
    <w:rsid w:val="00EC4479"/>
    <w:rsid w:val="00EC7915"/>
    <w:rsid w:val="00ED33A5"/>
    <w:rsid w:val="00ED4C7F"/>
    <w:rsid w:val="00EE19B4"/>
    <w:rsid w:val="00EE1C26"/>
    <w:rsid w:val="00EE2246"/>
    <w:rsid w:val="00EE2AE3"/>
    <w:rsid w:val="00EE348D"/>
    <w:rsid w:val="00EE548E"/>
    <w:rsid w:val="00EE6CA7"/>
    <w:rsid w:val="00EE71DB"/>
    <w:rsid w:val="00EE74F0"/>
    <w:rsid w:val="00EF26CA"/>
    <w:rsid w:val="00EF33D1"/>
    <w:rsid w:val="00EF59CA"/>
    <w:rsid w:val="00F038B3"/>
    <w:rsid w:val="00F03D41"/>
    <w:rsid w:val="00F10109"/>
    <w:rsid w:val="00F10345"/>
    <w:rsid w:val="00F135A7"/>
    <w:rsid w:val="00F13789"/>
    <w:rsid w:val="00F13CFA"/>
    <w:rsid w:val="00F14600"/>
    <w:rsid w:val="00F15D5C"/>
    <w:rsid w:val="00F200ED"/>
    <w:rsid w:val="00F2029A"/>
    <w:rsid w:val="00F22E79"/>
    <w:rsid w:val="00F23B04"/>
    <w:rsid w:val="00F24300"/>
    <w:rsid w:val="00F26A5A"/>
    <w:rsid w:val="00F3039D"/>
    <w:rsid w:val="00F323B6"/>
    <w:rsid w:val="00F33D0A"/>
    <w:rsid w:val="00F34029"/>
    <w:rsid w:val="00F36D09"/>
    <w:rsid w:val="00F45CC6"/>
    <w:rsid w:val="00F46D73"/>
    <w:rsid w:val="00F47F46"/>
    <w:rsid w:val="00F500C2"/>
    <w:rsid w:val="00F50546"/>
    <w:rsid w:val="00F50AD5"/>
    <w:rsid w:val="00F5238B"/>
    <w:rsid w:val="00F531B2"/>
    <w:rsid w:val="00F53397"/>
    <w:rsid w:val="00F55892"/>
    <w:rsid w:val="00F55E40"/>
    <w:rsid w:val="00F612BA"/>
    <w:rsid w:val="00F6132D"/>
    <w:rsid w:val="00F62F68"/>
    <w:rsid w:val="00F70CAB"/>
    <w:rsid w:val="00F71048"/>
    <w:rsid w:val="00F7262E"/>
    <w:rsid w:val="00F73CF2"/>
    <w:rsid w:val="00F7493B"/>
    <w:rsid w:val="00F9241E"/>
    <w:rsid w:val="00F92F1F"/>
    <w:rsid w:val="00F931BB"/>
    <w:rsid w:val="00F96044"/>
    <w:rsid w:val="00F96074"/>
    <w:rsid w:val="00FA3C9E"/>
    <w:rsid w:val="00FA5DE7"/>
    <w:rsid w:val="00FA71A9"/>
    <w:rsid w:val="00FA7887"/>
    <w:rsid w:val="00FB1E29"/>
    <w:rsid w:val="00FB365F"/>
    <w:rsid w:val="00FB3D57"/>
    <w:rsid w:val="00FB5A9F"/>
    <w:rsid w:val="00FC6563"/>
    <w:rsid w:val="00FC77AA"/>
    <w:rsid w:val="00FD0642"/>
    <w:rsid w:val="00FD1744"/>
    <w:rsid w:val="00FD1AB3"/>
    <w:rsid w:val="00FD1C40"/>
    <w:rsid w:val="00FD2317"/>
    <w:rsid w:val="00FD28F5"/>
    <w:rsid w:val="00FD3929"/>
    <w:rsid w:val="00FE27CE"/>
    <w:rsid w:val="00FE2BEA"/>
    <w:rsid w:val="00FE651B"/>
    <w:rsid w:val="00FE77E4"/>
    <w:rsid w:val="00FF19A9"/>
    <w:rsid w:val="00FF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2D6488"/>
  <w15:docId w15:val="{CB40A065-4ABD-4357-87B5-B32B7508C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92F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92F1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92F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2F1F"/>
    <w:rPr>
      <w:sz w:val="24"/>
      <w:szCs w:val="24"/>
    </w:rPr>
  </w:style>
  <w:style w:type="paragraph" w:styleId="NormalnyWeb">
    <w:name w:val="Normal (Web)"/>
    <w:aliases w:val="Znak"/>
    <w:basedOn w:val="Normalny"/>
    <w:rsid w:val="00FE27CE"/>
    <w:pPr>
      <w:spacing w:before="100" w:beforeAutospacing="1" w:after="100" w:afterAutospacing="1"/>
    </w:pPr>
  </w:style>
  <w:style w:type="character" w:styleId="Odwoanieprzypisudolnego">
    <w:name w:val="footnote reference"/>
    <w:rsid w:val="00FE27C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E27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FE27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27CE"/>
  </w:style>
  <w:style w:type="paragraph" w:customStyle="1" w:styleId="Style2">
    <w:name w:val="Style2"/>
    <w:basedOn w:val="Normalny"/>
    <w:uiPriority w:val="99"/>
    <w:rsid w:val="00FE27CE"/>
    <w:pPr>
      <w:widowControl w:val="0"/>
      <w:autoSpaceDE w:val="0"/>
      <w:autoSpaceDN w:val="0"/>
      <w:adjustRightInd w:val="0"/>
      <w:spacing w:line="401" w:lineRule="exact"/>
      <w:ind w:firstLine="662"/>
      <w:jc w:val="both"/>
    </w:pPr>
    <w:rPr>
      <w:rFonts w:ascii="Arial" w:hAnsi="Arial" w:cs="Arial"/>
    </w:rPr>
  </w:style>
  <w:style w:type="character" w:customStyle="1" w:styleId="FontStyle15">
    <w:name w:val="Font Style15"/>
    <w:uiPriority w:val="99"/>
    <w:rsid w:val="00FE27CE"/>
    <w:rPr>
      <w:rFonts w:ascii="Arial" w:hAnsi="Arial" w:cs="Arial" w:hint="default"/>
      <w:sz w:val="20"/>
      <w:szCs w:val="20"/>
    </w:rPr>
  </w:style>
  <w:style w:type="paragraph" w:customStyle="1" w:styleId="Style3">
    <w:name w:val="Style3"/>
    <w:basedOn w:val="Normalny"/>
    <w:uiPriority w:val="99"/>
    <w:rsid w:val="00FE27CE"/>
    <w:pPr>
      <w:widowControl w:val="0"/>
      <w:autoSpaceDE w:val="0"/>
      <w:autoSpaceDN w:val="0"/>
      <w:adjustRightInd w:val="0"/>
      <w:spacing w:line="396" w:lineRule="exact"/>
      <w:ind w:hanging="324"/>
      <w:jc w:val="both"/>
    </w:pPr>
    <w:rPr>
      <w:rFonts w:ascii="Arial" w:hAnsi="Arial" w:cs="Arial"/>
    </w:rPr>
  </w:style>
  <w:style w:type="character" w:styleId="Hipercze">
    <w:name w:val="Hyperlink"/>
    <w:uiPriority w:val="99"/>
    <w:unhideWhenUsed/>
    <w:rsid w:val="00FE27CE"/>
    <w:rPr>
      <w:rFonts w:ascii="Verdana" w:hAnsi="Verdana" w:hint="default"/>
      <w:color w:val="0000CD"/>
      <w:sz w:val="17"/>
      <w:szCs w:val="17"/>
      <w:u w:val="single"/>
    </w:rPr>
  </w:style>
  <w:style w:type="paragraph" w:styleId="Tekstdymka">
    <w:name w:val="Balloon Text"/>
    <w:basedOn w:val="Normalny"/>
    <w:link w:val="TekstdymkaZnak"/>
    <w:rsid w:val="00FE27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E27CE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FE27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E27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27CE"/>
  </w:style>
  <w:style w:type="paragraph" w:styleId="Tematkomentarza">
    <w:name w:val="annotation subject"/>
    <w:basedOn w:val="Tekstkomentarza"/>
    <w:next w:val="Tekstkomentarza"/>
    <w:link w:val="TematkomentarzaZnak"/>
    <w:rsid w:val="00FE27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E27CE"/>
    <w:rPr>
      <w:b/>
      <w:bCs/>
    </w:rPr>
  </w:style>
  <w:style w:type="paragraph" w:styleId="Tekstprzypisukocowego">
    <w:name w:val="endnote text"/>
    <w:basedOn w:val="Normalny"/>
    <w:link w:val="TekstprzypisukocowegoZnak"/>
    <w:rsid w:val="00FE27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E27CE"/>
  </w:style>
  <w:style w:type="character" w:styleId="Odwoanieprzypisukocowego">
    <w:name w:val="endnote reference"/>
    <w:rsid w:val="00FE27CE"/>
    <w:rPr>
      <w:vertAlign w:val="superscript"/>
    </w:rPr>
  </w:style>
  <w:style w:type="paragraph" w:customStyle="1" w:styleId="ODNONIKtreodnonika">
    <w:name w:val="ODNOŚNIK – treść odnośnika"/>
    <w:uiPriority w:val="24"/>
    <w:qFormat/>
    <w:rsid w:val="00FE27CE"/>
    <w:pPr>
      <w:ind w:left="284" w:hanging="284"/>
      <w:jc w:val="both"/>
    </w:pPr>
    <w:rPr>
      <w:rFonts w:cs="Arial"/>
    </w:rPr>
  </w:style>
  <w:style w:type="paragraph" w:customStyle="1" w:styleId="ARTartustawynprozporzdzenia">
    <w:name w:val="ART(§) – art. ustawy (§ np. rozporządzenia)"/>
    <w:link w:val="ARTartustawynprozporzdzeniaZnak"/>
    <w:uiPriority w:val="14"/>
    <w:qFormat/>
    <w:rsid w:val="00FE27CE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character" w:customStyle="1" w:styleId="ARTartustawynprozporzdzeniaZnak">
    <w:name w:val="ART(§) – art. ustawy (§ np. rozporządzenia) Znak"/>
    <w:link w:val="ARTartustawynprozporzdzenia"/>
    <w:uiPriority w:val="14"/>
    <w:locked/>
    <w:rsid w:val="00FE27CE"/>
    <w:rPr>
      <w:rFonts w:ascii="Times" w:hAnsi="Times" w:cs="Arial"/>
      <w:sz w:val="24"/>
    </w:rPr>
  </w:style>
  <w:style w:type="character" w:styleId="Pogrubienie">
    <w:name w:val="Strong"/>
    <w:uiPriority w:val="22"/>
    <w:qFormat/>
    <w:rsid w:val="00FE27CE"/>
    <w:rPr>
      <w:b/>
      <w:bCs/>
    </w:rPr>
  </w:style>
  <w:style w:type="paragraph" w:customStyle="1" w:styleId="Default">
    <w:name w:val="Default"/>
    <w:uiPriority w:val="99"/>
    <w:rsid w:val="00FE27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E27CE"/>
    <w:rPr>
      <w:sz w:val="24"/>
      <w:szCs w:val="24"/>
    </w:rPr>
  </w:style>
  <w:style w:type="paragraph" w:customStyle="1" w:styleId="PKTpunkt">
    <w:name w:val="PKT – punkt"/>
    <w:uiPriority w:val="13"/>
    <w:qFormat/>
    <w:rsid w:val="00FE27CE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LITlitera">
    <w:name w:val="LIT – litera"/>
    <w:basedOn w:val="PKTpunkt"/>
    <w:uiPriority w:val="14"/>
    <w:qFormat/>
    <w:rsid w:val="00FE27CE"/>
    <w:pPr>
      <w:ind w:left="986" w:hanging="476"/>
    </w:pPr>
  </w:style>
  <w:style w:type="paragraph" w:customStyle="1" w:styleId="USTustnpkodeksu">
    <w:name w:val="UST(§) – ust. (§ np. kodeksu)"/>
    <w:basedOn w:val="Normalny"/>
    <w:uiPriority w:val="12"/>
    <w:qFormat/>
    <w:rsid w:val="00FE27CE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</w:rPr>
  </w:style>
  <w:style w:type="character" w:customStyle="1" w:styleId="luchili">
    <w:name w:val="luc_hili"/>
    <w:basedOn w:val="Domylnaczcionkaakapitu"/>
    <w:rsid w:val="00FE27CE"/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FE27CE"/>
    <w:pPr>
      <w:keepNext/>
      <w:suppressAutoHyphens/>
      <w:spacing w:before="120" w:after="360" w:line="360" w:lineRule="auto"/>
      <w:jc w:val="center"/>
    </w:pPr>
    <w:rPr>
      <w:rFonts w:ascii="Times" w:hAnsi="Times" w:cs="Arial"/>
      <w:b/>
      <w:bCs/>
      <w:sz w:val="24"/>
      <w:szCs w:val="24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FE27CE"/>
    <w:pPr>
      <w:ind w:left="1020"/>
    </w:p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FE27CE"/>
    <w:rPr>
      <w:vanish w:val="0"/>
      <w:color w:val="FF0000"/>
      <w:u w:val="single" w:color="FF0000"/>
    </w:rPr>
  </w:style>
  <w:style w:type="character" w:customStyle="1" w:styleId="h2">
    <w:name w:val="h2"/>
    <w:basedOn w:val="Domylnaczcionkaakapitu"/>
    <w:rsid w:val="00FE27CE"/>
  </w:style>
  <w:style w:type="character" w:customStyle="1" w:styleId="highlight">
    <w:name w:val="highlight"/>
    <w:basedOn w:val="Domylnaczcionkaakapitu"/>
    <w:rsid w:val="008B5F4B"/>
  </w:style>
  <w:style w:type="paragraph" w:customStyle="1" w:styleId="NormalWeb2">
    <w:name w:val="Normal (Web)2"/>
    <w:basedOn w:val="Normalny"/>
    <w:rsid w:val="00252892"/>
    <w:pPr>
      <w:suppressAutoHyphens/>
      <w:overflowPunct w:val="0"/>
      <w:autoSpaceDE w:val="0"/>
      <w:spacing w:before="100" w:after="100"/>
      <w:ind w:firstLine="72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3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66176-8A41-49B8-9017-4D841C3F0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6434</Words>
  <Characters>38605</Characters>
  <Application>Microsoft Office Word</Application>
  <DocSecurity>0</DocSecurity>
  <Lines>321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Kostrzewski Karol</dc:creator>
  <cp:lastModifiedBy>Haladus Justyna</cp:lastModifiedBy>
  <cp:revision>2</cp:revision>
  <cp:lastPrinted>2025-06-05T10:50:00Z</cp:lastPrinted>
  <dcterms:created xsi:type="dcterms:W3CDTF">2025-06-05T10:52:00Z</dcterms:created>
  <dcterms:modified xsi:type="dcterms:W3CDTF">2025-06-05T10:52:00Z</dcterms:modified>
</cp:coreProperties>
</file>