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1D87AC" w14:textId="2E762F3D" w:rsidR="00940217" w:rsidRPr="00FD1CEC" w:rsidRDefault="00940217" w:rsidP="00940217">
      <w:bookmarkStart w:id="0" w:name="_GoBack"/>
      <w:bookmarkEnd w:id="0"/>
      <w:r>
        <w:t>RM-06111-75-25</w:t>
      </w:r>
    </w:p>
    <w:p w14:paraId="28EAA0C3" w14:textId="027B5356" w:rsidR="00940217" w:rsidRPr="001553AF" w:rsidRDefault="00940217" w:rsidP="00940217">
      <w:pPr>
        <w:pStyle w:val="OZNRODZAKTUtznustawalubrozporzdzenieiorganwydajcy"/>
      </w:pPr>
      <w:r w:rsidRPr="001553AF">
        <w:t xml:space="preserve">UCHWAŁA nr </w:t>
      </w:r>
      <w:r>
        <w:t>75</w:t>
      </w:r>
    </w:p>
    <w:p w14:paraId="4C26130F" w14:textId="77777777" w:rsidR="00940217" w:rsidRPr="001553AF" w:rsidRDefault="00940217" w:rsidP="00940217">
      <w:pPr>
        <w:pStyle w:val="OZNRODZAKTUtznustawalubrozporzdzenieiorganwydajcy"/>
      </w:pPr>
      <w:r w:rsidRPr="001553AF">
        <w:t>RADY MINISTRÓW</w:t>
      </w:r>
    </w:p>
    <w:p w14:paraId="6BB60575" w14:textId="5038B2A1" w:rsidR="00940217" w:rsidRPr="001553AF" w:rsidRDefault="00940217" w:rsidP="00940217">
      <w:pPr>
        <w:pStyle w:val="DATAAKTUdatauchwalenialubwydaniaaktu"/>
      </w:pPr>
      <w:r w:rsidRPr="001553AF">
        <w:t xml:space="preserve">z dnia </w:t>
      </w:r>
      <w:r>
        <w:t>27 maja</w:t>
      </w:r>
      <w:r w:rsidRPr="001553AF">
        <w:t xml:space="preserve"> </w:t>
      </w:r>
      <w:r>
        <w:t xml:space="preserve">2025 </w:t>
      </w:r>
      <w:r w:rsidRPr="001553AF">
        <w:t>r</w:t>
      </w:r>
      <w:r>
        <w:t>.</w:t>
      </w:r>
    </w:p>
    <w:p w14:paraId="40FC3FA2" w14:textId="557CCA7B" w:rsidR="00940217" w:rsidRDefault="00940217" w:rsidP="00940217">
      <w:pPr>
        <w:pStyle w:val="TYTUAKTUprzedmiotregulacjiustawylubrozporzdzenia"/>
      </w:pPr>
      <w:r w:rsidRPr="00F7520C">
        <w:t xml:space="preserve">w sprawie Rządowego programu pomocy dzieciom i uczniom w formie zasiłku losowego na cele edukacyjne, pomocy </w:t>
      </w:r>
      <w:r>
        <w:t xml:space="preserve">uczniom </w:t>
      </w:r>
      <w:r w:rsidRPr="00F7520C">
        <w:t xml:space="preserve">w formie wyjazdów terapeutyczno-edukacyjnych </w:t>
      </w:r>
      <w:r>
        <w:t xml:space="preserve">oraz </w:t>
      </w:r>
      <w:r w:rsidRPr="0030290F">
        <w:t xml:space="preserve">pomocy </w:t>
      </w:r>
      <w:r>
        <w:t xml:space="preserve">dzieciom i </w:t>
      </w:r>
      <w:r w:rsidRPr="0030290F">
        <w:t xml:space="preserve">uczniom </w:t>
      </w:r>
      <w:r w:rsidRPr="00290DB6">
        <w:t>w formie zajęć opiekuńcz</w:t>
      </w:r>
      <w:r>
        <w:t xml:space="preserve">ych i zajęć </w:t>
      </w:r>
      <w:r>
        <w:br/>
        <w:t>terapeutyczno-</w:t>
      </w:r>
      <w:r w:rsidRPr="00290DB6">
        <w:t>edukacyjnych</w:t>
      </w:r>
      <w:r w:rsidRPr="00F7520C">
        <w:t xml:space="preserve"> </w:t>
      </w:r>
      <w:r>
        <w:t>w latach 2025</w:t>
      </w:r>
      <w:r w:rsidRPr="00342D4E">
        <w:t>–</w:t>
      </w:r>
      <w:r>
        <w:t>2027</w:t>
      </w:r>
    </w:p>
    <w:p w14:paraId="2821F382" w14:textId="0ACD54CF" w:rsidR="00940217" w:rsidRPr="001553AF" w:rsidRDefault="00940217" w:rsidP="00940217">
      <w:pPr>
        <w:pStyle w:val="NIEARTTEKSTtekstnieartykuowanynppodstprawnarozplubpreambua"/>
      </w:pPr>
      <w:r w:rsidRPr="001553AF">
        <w:t>Na podstawie art. 90u ust. 1 pkt 1 ustawy z dnia 7 września 1991 r. o systemie oświaty (</w:t>
      </w:r>
      <w:r w:rsidRPr="00880907">
        <w:t xml:space="preserve">Dz. U. </w:t>
      </w:r>
      <w:r w:rsidRPr="001266D4">
        <w:t xml:space="preserve">z </w:t>
      </w:r>
      <w:r>
        <w:t xml:space="preserve">2024 r. poz. 750, 854, 1473 i 1933 oraz </w:t>
      </w:r>
      <w:r w:rsidR="00404F6E">
        <w:t xml:space="preserve">z </w:t>
      </w:r>
      <w:r>
        <w:t>2025 r</w:t>
      </w:r>
      <w:r w:rsidR="00A02F77">
        <w:t>.</w:t>
      </w:r>
      <w:r>
        <w:t xml:space="preserve"> poz. 620 i 622)</w:t>
      </w:r>
      <w:r w:rsidRPr="001553AF">
        <w:t xml:space="preserve"> </w:t>
      </w:r>
      <w:r>
        <w:t xml:space="preserve">Rada Ministrów </w:t>
      </w:r>
      <w:r w:rsidRPr="001553AF">
        <w:t>uchwala, co</w:t>
      </w:r>
      <w:r w:rsidR="00404F6E">
        <w:t xml:space="preserve"> </w:t>
      </w:r>
      <w:r w:rsidRPr="001553AF">
        <w:t>następuje:</w:t>
      </w:r>
    </w:p>
    <w:p w14:paraId="39878AE8" w14:textId="16FE3EA4" w:rsidR="00940217" w:rsidRPr="001553AF" w:rsidRDefault="00940217" w:rsidP="00940217">
      <w:pPr>
        <w:pStyle w:val="ARTartustawynprozporzdzenia"/>
      </w:pPr>
      <w:r w:rsidRPr="001D21BB">
        <w:rPr>
          <w:rStyle w:val="Ppogrubienie"/>
        </w:rPr>
        <w:t>§ 1.</w:t>
      </w:r>
      <w:r>
        <w:rPr>
          <w:rStyle w:val="Ppogrubienie"/>
        </w:rPr>
        <w:t> </w:t>
      </w:r>
      <w:r w:rsidRPr="001553AF">
        <w:t>Ustanawia się Rządowy program pomocy dzie</w:t>
      </w:r>
      <w:r>
        <w:t>ciom i uczniom w formie zasiłku </w:t>
      </w:r>
      <w:r w:rsidRPr="001553AF">
        <w:t>losowego na cele edukacyjne</w:t>
      </w:r>
      <w:r>
        <w:t xml:space="preserve">, pomocy </w:t>
      </w:r>
      <w:r w:rsidRPr="001553AF">
        <w:t>uczniom w formie wyjazd</w:t>
      </w:r>
      <w:r>
        <w:t>ów</w:t>
      </w:r>
      <w:r w:rsidRPr="001553AF">
        <w:t xml:space="preserve"> </w:t>
      </w:r>
      <w:r>
        <w:br/>
      </w:r>
      <w:r w:rsidRPr="001553AF">
        <w:t>terapeutyczno</w:t>
      </w:r>
      <w:r>
        <w:t xml:space="preserve">-edukacyjnych oraz </w:t>
      </w:r>
      <w:r w:rsidRPr="00E2471E">
        <w:t xml:space="preserve">pomocy dzieciom i uczniom </w:t>
      </w:r>
      <w:r>
        <w:t>w formie zajęć opiekuńczych i zajęć terapeutyczno-edukacyjnych w latach 2025</w:t>
      </w:r>
      <w:r w:rsidRPr="001D21BB">
        <w:t>–</w:t>
      </w:r>
      <w:r>
        <w:t>2027</w:t>
      </w:r>
      <w:r w:rsidRPr="001553AF">
        <w:t>, stanowi</w:t>
      </w:r>
      <w:r>
        <w:t>ący</w:t>
      </w:r>
      <w:r w:rsidRPr="001553AF">
        <w:t xml:space="preserve"> załącznik do</w:t>
      </w:r>
      <w:r>
        <w:t xml:space="preserve"> </w:t>
      </w:r>
      <w:r w:rsidRPr="001553AF">
        <w:t>uchwały.</w:t>
      </w:r>
    </w:p>
    <w:p w14:paraId="1FE8C777" w14:textId="77777777" w:rsidR="00940217" w:rsidRPr="00434BBA" w:rsidRDefault="00940217" w:rsidP="00940217">
      <w:pPr>
        <w:pStyle w:val="ARTartustawynprozporzdzenia"/>
      </w:pPr>
      <w:r w:rsidRPr="00770047">
        <w:rPr>
          <w:rStyle w:val="Ppogrubienie"/>
        </w:rPr>
        <w:t>§</w:t>
      </w:r>
      <w:r w:rsidRPr="001D21BB">
        <w:rPr>
          <w:rStyle w:val="Ppogrubienie"/>
        </w:rPr>
        <w:t> 2.</w:t>
      </w:r>
      <w:r>
        <w:t> </w:t>
      </w:r>
      <w:r w:rsidRPr="001553AF">
        <w:t xml:space="preserve">Uchwała wchodzi w życie z dniem </w:t>
      </w:r>
      <w:r>
        <w:t>podjęcia.</w:t>
      </w:r>
    </w:p>
    <w:p w14:paraId="4038EA43" w14:textId="77777777" w:rsidR="00940217" w:rsidRPr="008A7273" w:rsidRDefault="00940217" w:rsidP="00940217"/>
    <w:p w14:paraId="7BC03B63" w14:textId="7CF44748" w:rsidR="00E12985" w:rsidRDefault="00E12985" w:rsidP="00E12985">
      <w:pPr>
        <w:pStyle w:val="NAZORGWYDnazwaorganuwydajcegoprojektowanyakt"/>
      </w:pPr>
      <w:r>
        <w:t>PREZES RADY MINISTRÓW</w:t>
      </w:r>
    </w:p>
    <w:p w14:paraId="18B34EE9" w14:textId="5BEC2569" w:rsidR="00E12985" w:rsidRDefault="00E12985" w:rsidP="00BD6A16">
      <w:pPr>
        <w:pStyle w:val="NAZORGWYDnazwaorganuwydajcegoprojektowanyakt"/>
      </w:pPr>
      <w:r>
        <w:t>donald tusk</w:t>
      </w:r>
    </w:p>
    <w:p w14:paraId="42F71BD3" w14:textId="3C1A608D" w:rsidR="00826E6F" w:rsidRPr="000B5014" w:rsidRDefault="00E12985" w:rsidP="002145F1">
      <w:pPr>
        <w:pStyle w:val="OZNPARAFYADNOTACJE"/>
        <w:ind w:left="4536" w:firstLine="0"/>
      </w:pPr>
      <w:r>
        <w:t>/podpisano kwalifikowanym podpisem elektronicznym/</w:t>
      </w:r>
    </w:p>
    <w:sectPr w:rsidR="00826E6F" w:rsidRPr="000B5014" w:rsidSect="002145F1">
      <w:headerReference w:type="default" r:id="rId9"/>
      <w:footerReference w:type="default" r:id="rId10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95E4A0" w14:textId="77777777" w:rsidR="0045388F" w:rsidRDefault="0045388F" w:rsidP="000B5014">
      <w:r>
        <w:separator/>
      </w:r>
    </w:p>
  </w:endnote>
  <w:endnote w:type="continuationSeparator" w:id="0">
    <w:p w14:paraId="0C47DEAB" w14:textId="77777777" w:rsidR="0045388F" w:rsidRDefault="0045388F" w:rsidP="000B5014">
      <w:r>
        <w:continuationSeparator/>
      </w:r>
    </w:p>
  </w:endnote>
  <w:endnote w:type="continuationNotice" w:id="1">
    <w:p w14:paraId="7E6D2BF9" w14:textId="77777777" w:rsidR="0045388F" w:rsidRDefault="0045388F" w:rsidP="000B501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D872A0" w14:textId="77777777" w:rsidR="000B5014" w:rsidRDefault="000B5014" w:rsidP="007B60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FFD4EB" w14:textId="77777777" w:rsidR="0045388F" w:rsidRDefault="0045388F" w:rsidP="000B5014">
      <w:r>
        <w:separator/>
      </w:r>
    </w:p>
  </w:footnote>
  <w:footnote w:type="continuationSeparator" w:id="0">
    <w:p w14:paraId="442BDE18" w14:textId="77777777" w:rsidR="0045388F" w:rsidRDefault="0045388F" w:rsidP="000B5014">
      <w:r>
        <w:continuationSeparator/>
      </w:r>
    </w:p>
  </w:footnote>
  <w:footnote w:type="continuationNotice" w:id="1">
    <w:p w14:paraId="6A0ED243" w14:textId="77777777" w:rsidR="0045388F" w:rsidRDefault="0045388F" w:rsidP="000B501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55CE49" w14:textId="77777777" w:rsidR="00CC3E3D" w:rsidRPr="00B371CC" w:rsidRDefault="00CC3E3D" w:rsidP="007B6041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BF4E7B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B8E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2AC5"/>
    <w:rsid w:val="000A323B"/>
    <w:rsid w:val="000B298D"/>
    <w:rsid w:val="000B5014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3F70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45F1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1BB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0086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C5CFE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4F6E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388F"/>
    <w:rsid w:val="004550FB"/>
    <w:rsid w:val="0046111A"/>
    <w:rsid w:val="00462946"/>
    <w:rsid w:val="00463F43"/>
    <w:rsid w:val="00464B94"/>
    <w:rsid w:val="004653A8"/>
    <w:rsid w:val="00465A0B"/>
    <w:rsid w:val="00466819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3A61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B7E8D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2A9E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0BF7"/>
    <w:rsid w:val="005A669D"/>
    <w:rsid w:val="005A75D8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2FB9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B00"/>
    <w:rsid w:val="00621FCC"/>
    <w:rsid w:val="00622E4B"/>
    <w:rsid w:val="006333DA"/>
    <w:rsid w:val="00635134"/>
    <w:rsid w:val="006356E2"/>
    <w:rsid w:val="0063583B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5D18"/>
    <w:rsid w:val="006678AF"/>
    <w:rsid w:val="006701EF"/>
    <w:rsid w:val="00673BA5"/>
    <w:rsid w:val="00680058"/>
    <w:rsid w:val="00681F9F"/>
    <w:rsid w:val="00683595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C7AC7"/>
    <w:rsid w:val="006D2735"/>
    <w:rsid w:val="006D45B2"/>
    <w:rsid w:val="006D5B8E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06CA5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3345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22A0"/>
    <w:rsid w:val="007B6041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4952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6E6F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22FA"/>
    <w:rsid w:val="008655FF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011"/>
    <w:rsid w:val="008C7233"/>
    <w:rsid w:val="008D2434"/>
    <w:rsid w:val="008D3895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0217"/>
    <w:rsid w:val="00943751"/>
    <w:rsid w:val="00946DD0"/>
    <w:rsid w:val="009509E6"/>
    <w:rsid w:val="00952018"/>
    <w:rsid w:val="00952800"/>
    <w:rsid w:val="0095300D"/>
    <w:rsid w:val="00956812"/>
    <w:rsid w:val="0095719A"/>
    <w:rsid w:val="0096060D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2F77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04D"/>
    <w:rsid w:val="00A32253"/>
    <w:rsid w:val="00A3310E"/>
    <w:rsid w:val="00A333A0"/>
    <w:rsid w:val="00A37E70"/>
    <w:rsid w:val="00A437E1"/>
    <w:rsid w:val="00A4685E"/>
    <w:rsid w:val="00A50CD4"/>
    <w:rsid w:val="00A51191"/>
    <w:rsid w:val="00A5633D"/>
    <w:rsid w:val="00A56D62"/>
    <w:rsid w:val="00A56F07"/>
    <w:rsid w:val="00A5762C"/>
    <w:rsid w:val="00A600FC"/>
    <w:rsid w:val="00A60BCA"/>
    <w:rsid w:val="00A6280C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3147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807"/>
    <w:rsid w:val="00AB2AD0"/>
    <w:rsid w:val="00AB5E36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4578"/>
    <w:rsid w:val="00B45FBC"/>
    <w:rsid w:val="00B51A7D"/>
    <w:rsid w:val="00B535C2"/>
    <w:rsid w:val="00B55544"/>
    <w:rsid w:val="00B63B74"/>
    <w:rsid w:val="00B642FC"/>
    <w:rsid w:val="00B64D26"/>
    <w:rsid w:val="00B64FBB"/>
    <w:rsid w:val="00B67572"/>
    <w:rsid w:val="00B70E22"/>
    <w:rsid w:val="00B75BDD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54C6"/>
    <w:rsid w:val="00BC6E62"/>
    <w:rsid w:val="00BC7443"/>
    <w:rsid w:val="00BD0648"/>
    <w:rsid w:val="00BD1040"/>
    <w:rsid w:val="00BD34AA"/>
    <w:rsid w:val="00BD6A16"/>
    <w:rsid w:val="00BE0C44"/>
    <w:rsid w:val="00BE1B8B"/>
    <w:rsid w:val="00BE2A18"/>
    <w:rsid w:val="00BE2C01"/>
    <w:rsid w:val="00BE41EC"/>
    <w:rsid w:val="00BE56FB"/>
    <w:rsid w:val="00BF3DDE"/>
    <w:rsid w:val="00BF4E7B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45FA2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540E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84BF8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2985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54DD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87DE1"/>
    <w:rsid w:val="00E91FAE"/>
    <w:rsid w:val="00E94C32"/>
    <w:rsid w:val="00E96E3F"/>
    <w:rsid w:val="00EA270C"/>
    <w:rsid w:val="00EA29A2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2B8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EAE"/>
    <w:rsid w:val="00F33F8B"/>
    <w:rsid w:val="00F340B2"/>
    <w:rsid w:val="00F43390"/>
    <w:rsid w:val="00F443B2"/>
    <w:rsid w:val="00F458D8"/>
    <w:rsid w:val="00F500AC"/>
    <w:rsid w:val="00F50237"/>
    <w:rsid w:val="00F50D06"/>
    <w:rsid w:val="00F53596"/>
    <w:rsid w:val="00F55BA8"/>
    <w:rsid w:val="00F55DB1"/>
    <w:rsid w:val="00F56ACA"/>
    <w:rsid w:val="00F600FE"/>
    <w:rsid w:val="00F62E4D"/>
    <w:rsid w:val="00F641CB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39C0"/>
    <w:rsid w:val="00FF4453"/>
    <w:rsid w:val="00FF7B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FD123C"/>
  <w15:docId w15:val="{16054228-A6D4-4C31-8B6D-6565CA079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5014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4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2"/>
    <w:qFormat/>
    <w:rsid w:val="000B5014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3"/>
    <w:qFormat/>
    <w:rsid w:val="000B5014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1"/>
    <w:qFormat/>
    <w:rsid w:val="000B5014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0B5014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jasin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F02657C-DA3C-46C1-8CA3-EA7CCD33A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0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autor</dc:creator>
  <cp:lastModifiedBy>Haladus Justyna</cp:lastModifiedBy>
  <cp:revision>2</cp:revision>
  <cp:lastPrinted>2025-06-05T10:49:00Z</cp:lastPrinted>
  <dcterms:created xsi:type="dcterms:W3CDTF">2025-06-05T10:49:00Z</dcterms:created>
  <dcterms:modified xsi:type="dcterms:W3CDTF">2025-06-05T10:49:00Z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