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3A8" w:rsidRDefault="000233A8" w:rsidP="000233A8">
      <w:bookmarkStart w:id="0" w:name="_GoBack"/>
      <w:bookmarkEnd w:id="0"/>
      <w:r>
        <w:t>RM-06111-76-23</w:t>
      </w:r>
    </w:p>
    <w:p w:rsidR="00AB5B4B" w:rsidRPr="007A65AA" w:rsidRDefault="000233A8" w:rsidP="00AB5B4B">
      <w:pPr>
        <w:pStyle w:val="OZNRODZAKTUtznustawalubrozporzdzenieiorganwydajcy"/>
      </w:pPr>
      <w:r>
        <w:t>UCHWAŁA nr 74/2023</w:t>
      </w:r>
    </w:p>
    <w:p w:rsidR="00AB5B4B" w:rsidRPr="007A65AA" w:rsidRDefault="00AB5B4B" w:rsidP="00AB5B4B">
      <w:pPr>
        <w:pStyle w:val="OZNRODZAKTUtznustawalubrozporzdzenieiorganwydajcy"/>
      </w:pPr>
      <w:r w:rsidRPr="007A65AA">
        <w:t>RADY MINISTRÓW</w:t>
      </w:r>
    </w:p>
    <w:p w:rsidR="00AB5B4B" w:rsidRPr="007A65AA" w:rsidRDefault="00AB5B4B" w:rsidP="00AB5B4B">
      <w:pPr>
        <w:pStyle w:val="DATAAKTUdatauchwalenialubwydaniaaktu"/>
      </w:pPr>
      <w:r w:rsidRPr="007A65AA">
        <w:t xml:space="preserve">z dnia </w:t>
      </w:r>
      <w:r w:rsidR="000233A8">
        <w:t>19 maja</w:t>
      </w:r>
      <w:r>
        <w:t xml:space="preserve"> 2023 </w:t>
      </w:r>
      <w:r w:rsidRPr="007A65AA">
        <w:t>r.</w:t>
      </w:r>
    </w:p>
    <w:p w:rsidR="00AB5B4B" w:rsidRPr="007A65AA" w:rsidRDefault="00AB5B4B" w:rsidP="00AB5B4B">
      <w:pPr>
        <w:pStyle w:val="TYTUAKTUprzedmiotregulacjiustawylubrozporzdzenia"/>
      </w:pPr>
      <w:r w:rsidRPr="007A65AA">
        <w:t>w sprawie Rządowego programu pomocy uczniom niepełnosprawnym w formie dofinansowania zakupu podręczników, materiałów edukacyjnych i materiałów ćwiczeniowych w latach 2023–2025</w:t>
      </w:r>
    </w:p>
    <w:p w:rsidR="00AB5B4B" w:rsidRPr="007A65AA" w:rsidRDefault="00AB5B4B" w:rsidP="00AB5B4B">
      <w:pPr>
        <w:pStyle w:val="NIEARTTEKSTtekstnieartykuowanynppodstprawnarozplubpreambua"/>
      </w:pPr>
      <w:r w:rsidRPr="007A65AA">
        <w:t xml:space="preserve">Na podstawie art. 90u ust. 1 pkt 1 ustawy z dnia 7 września 1991 r. o systemie oświaty (Dz. U. z </w:t>
      </w:r>
      <w:r>
        <w:t>2022 r. poz. 2230)</w:t>
      </w:r>
      <w:r w:rsidRPr="007A65AA">
        <w:t xml:space="preserve"> </w:t>
      </w:r>
      <w:r>
        <w:t>Rada Ministrów uchwala, co</w:t>
      </w:r>
      <w:r w:rsidR="000233A8">
        <w:t xml:space="preserve"> </w:t>
      </w:r>
      <w:r w:rsidRPr="007A65AA">
        <w:t>następuje</w:t>
      </w:r>
      <w:r>
        <w:t>:</w:t>
      </w:r>
    </w:p>
    <w:p w:rsidR="00AB5B4B" w:rsidRPr="007A65AA" w:rsidRDefault="00AB5B4B" w:rsidP="00AB5B4B">
      <w:pPr>
        <w:pStyle w:val="ARTartustawynprozporzdzenia"/>
      </w:pPr>
      <w:r w:rsidRPr="006C604A">
        <w:rPr>
          <w:rStyle w:val="Ppogrubienie"/>
        </w:rPr>
        <w:t>§ 1.</w:t>
      </w:r>
      <w:r w:rsidR="000233A8">
        <w:t> </w:t>
      </w:r>
      <w:r w:rsidRPr="007A65AA">
        <w:t xml:space="preserve">Ustanawia się Rządowy program pomocy uczniom niepełnosprawnym w formie dofinansowania zakupu podręczników, materiałów edukacyjnych i materiałów ćwiczeniowych w latach 2023–2025, </w:t>
      </w:r>
      <w:r>
        <w:t>stanowiący załącznik do uchwały.</w:t>
      </w:r>
    </w:p>
    <w:p w:rsidR="00AB5B4B" w:rsidRPr="0041496D" w:rsidRDefault="00AB5B4B" w:rsidP="00AB5B4B">
      <w:pPr>
        <w:pStyle w:val="ARTartustawynprozporzdzenia"/>
      </w:pPr>
      <w:r w:rsidRPr="006C604A">
        <w:rPr>
          <w:rStyle w:val="Ppogrubienie"/>
        </w:rPr>
        <w:t>§ 2.</w:t>
      </w:r>
      <w:r w:rsidR="000233A8">
        <w:t> </w:t>
      </w:r>
      <w:r w:rsidRPr="0041496D">
        <w:t>Uchwała wchodzi w życie z dniem podjęcia.</w:t>
      </w:r>
    </w:p>
    <w:p w:rsidR="00AB5B4B" w:rsidRPr="00567716" w:rsidRDefault="00AB5B4B" w:rsidP="00AB5B4B"/>
    <w:p w:rsidR="000233A8" w:rsidRDefault="000233A8" w:rsidP="000233A8">
      <w:pPr>
        <w:pStyle w:val="NAZORGWYDnazwaorganuwydajcegoprojektowanyakt"/>
      </w:pPr>
      <w:r>
        <w:t>PREZES RADY MINISTRÓW</w:t>
      </w:r>
    </w:p>
    <w:p w:rsidR="000233A8" w:rsidRDefault="000233A8" w:rsidP="000233A8">
      <w:pPr>
        <w:pStyle w:val="NAZORGWYDnazwaorganuwydajcegoprojektowanyakt"/>
      </w:pPr>
      <w:r>
        <w:t>MATEUSZ MORAWIECKI</w:t>
      </w:r>
    </w:p>
    <w:p w:rsidR="002A612F" w:rsidRPr="0065078A" w:rsidRDefault="000233A8" w:rsidP="000233A8">
      <w:pPr>
        <w:pStyle w:val="ODNONIKtreodnonika"/>
        <w:ind w:firstLine="4252"/>
      </w:pPr>
      <w:r>
        <w:t>/podpisano kwalifikowanym podpisem elektronicznym/</w:t>
      </w:r>
    </w:p>
    <w:sectPr w:rsidR="002A612F" w:rsidRPr="0065078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BC" w:rsidRDefault="00E45CBC">
      <w:r>
        <w:separator/>
      </w:r>
    </w:p>
  </w:endnote>
  <w:endnote w:type="continuationSeparator" w:id="0">
    <w:p w:rsidR="00E45CBC" w:rsidRDefault="00E4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BC" w:rsidRDefault="00E45CBC">
      <w:r>
        <w:separator/>
      </w:r>
    </w:p>
  </w:footnote>
  <w:footnote w:type="continuationSeparator" w:id="0">
    <w:p w:rsidR="00E45CBC" w:rsidRDefault="00E45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5078A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B4B"/>
    <w:rsid w:val="000012DA"/>
    <w:rsid w:val="0000246E"/>
    <w:rsid w:val="00003862"/>
    <w:rsid w:val="00012A35"/>
    <w:rsid w:val="00016099"/>
    <w:rsid w:val="00017DC2"/>
    <w:rsid w:val="00021522"/>
    <w:rsid w:val="000233A8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2FF0"/>
    <w:rsid w:val="001042BA"/>
    <w:rsid w:val="00106D03"/>
    <w:rsid w:val="00110465"/>
    <w:rsid w:val="00110628"/>
    <w:rsid w:val="0011245A"/>
    <w:rsid w:val="0011493E"/>
    <w:rsid w:val="00114998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1004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612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0CA7"/>
    <w:rsid w:val="00432B76"/>
    <w:rsid w:val="004347E9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4014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078A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0986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06B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C6B7C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07A6A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5B4B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84F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5C3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5CBC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0873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3CA49D-4CA3-4E69-AF89-3B3CB8DF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pietrz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82EF0E-747C-4079-B807-0560ABC49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Pietrzak Ewa</dc:creator>
  <cp:lastModifiedBy>Dorota Radoszewska</cp:lastModifiedBy>
  <cp:revision>2</cp:revision>
  <cp:lastPrinted>2012-04-23T06:39:00Z</cp:lastPrinted>
  <dcterms:created xsi:type="dcterms:W3CDTF">2023-06-16T08:44:00Z</dcterms:created>
  <dcterms:modified xsi:type="dcterms:W3CDTF">2023-06-16T08:44:00Z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